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F8B38" w14:textId="77777777" w:rsidR="001913B5" w:rsidRDefault="001913B5" w:rsidP="001D46D8">
      <w:pPr>
        <w:suppressAutoHyphens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0043E08F" w14:textId="0136CAD2" w:rsidR="00B74E99" w:rsidRPr="00605272" w:rsidRDefault="00B74E99" w:rsidP="00B74E99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b/>
          <w:color w:val="000000"/>
          <w:sz w:val="20"/>
          <w:szCs w:val="20"/>
          <w:lang w:eastAsia="ar-SA"/>
        </w:rPr>
        <w:t>ZAŁĄCZNIK NR 1 do SWZ</w:t>
      </w:r>
    </w:p>
    <w:p w14:paraId="470A70F1" w14:textId="24C018CA" w:rsidR="00B74E99" w:rsidRPr="00605272" w:rsidRDefault="00B74E99" w:rsidP="00B74E99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b/>
          <w:color w:val="000000"/>
          <w:sz w:val="20"/>
          <w:szCs w:val="20"/>
          <w:lang w:eastAsia="ar-SA"/>
        </w:rPr>
        <w:t xml:space="preserve">NS: </w:t>
      </w:r>
      <w:r w:rsidR="009A7CD7" w:rsidRPr="009A7CD7">
        <w:rPr>
          <w:rFonts w:ascii="Tahoma" w:hAnsi="Tahoma" w:cs="Tahoma"/>
          <w:b/>
          <w:color w:val="000000"/>
          <w:sz w:val="20"/>
          <w:szCs w:val="20"/>
          <w:lang w:eastAsia="ar-SA"/>
        </w:rPr>
        <w:t>SZ.271.</w:t>
      </w:r>
      <w:r w:rsidR="00342923">
        <w:rPr>
          <w:rFonts w:ascii="Tahoma" w:hAnsi="Tahoma" w:cs="Tahoma"/>
          <w:b/>
          <w:color w:val="000000"/>
          <w:sz w:val="20"/>
          <w:szCs w:val="20"/>
          <w:lang w:eastAsia="ar-SA"/>
        </w:rPr>
        <w:t>2.2024</w:t>
      </w:r>
    </w:p>
    <w:p w14:paraId="769BA0B8" w14:textId="77777777" w:rsidR="00B74E99" w:rsidRPr="00605272" w:rsidRDefault="00B74E99" w:rsidP="00B74E99">
      <w:pPr>
        <w:suppressAutoHyphens/>
        <w:spacing w:line="360" w:lineRule="auto"/>
        <w:jc w:val="right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    ..................dnia............................</w:t>
      </w:r>
    </w:p>
    <w:p w14:paraId="4B71B2E5" w14:textId="290CC87D" w:rsidR="00B74E99" w:rsidRPr="00605272" w:rsidRDefault="00B74E99" w:rsidP="00342923">
      <w:pPr>
        <w:suppressAutoHyphens/>
        <w:contextualSpacing/>
        <w:jc w:val="right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 xml:space="preserve">                        </w:t>
      </w: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ab/>
      </w: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ab/>
      </w: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ab/>
      </w: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ab/>
      </w: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ab/>
      </w:r>
      <w:bookmarkStart w:id="0" w:name="_GoBack"/>
      <w:bookmarkEnd w:id="0"/>
    </w:p>
    <w:p w14:paraId="06691D24" w14:textId="77777777" w:rsidR="00342923" w:rsidRPr="00342923" w:rsidRDefault="00342923" w:rsidP="00342923">
      <w:pPr>
        <w:suppressAutoHyphens/>
        <w:ind w:left="5658" w:firstLine="7"/>
        <w:contextualSpacing/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</w:pP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Gmina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Cedry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Wielkie</w:t>
      </w:r>
      <w:proofErr w:type="spellEnd"/>
    </w:p>
    <w:p w14:paraId="098FAE72" w14:textId="6580F2D2" w:rsidR="00342923" w:rsidRPr="00342923" w:rsidRDefault="00342923" w:rsidP="00342923">
      <w:pPr>
        <w:suppressAutoHyphens/>
        <w:ind w:left="5658" w:firstLine="7"/>
        <w:contextualSpacing/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</w:pPr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ab/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reprezentowana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przez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</w:p>
    <w:p w14:paraId="68240003" w14:textId="116C0B1F" w:rsidR="00342923" w:rsidRPr="00342923" w:rsidRDefault="00342923" w:rsidP="00342923">
      <w:pPr>
        <w:suppressAutoHyphens/>
        <w:ind w:left="5658" w:firstLine="7"/>
        <w:contextualSpacing/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</w:pPr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ab/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Wójta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Gminy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Cedry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Wielkie</w:t>
      </w:r>
      <w:proofErr w:type="spellEnd"/>
    </w:p>
    <w:p w14:paraId="4821608F" w14:textId="77777777" w:rsidR="00342923" w:rsidRPr="00342923" w:rsidRDefault="00342923" w:rsidP="00342923">
      <w:pPr>
        <w:suppressAutoHyphens/>
        <w:ind w:left="5658" w:firstLine="7"/>
        <w:contextualSpacing/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</w:pPr>
    </w:p>
    <w:p w14:paraId="43823640" w14:textId="5BFF30AB" w:rsidR="00342923" w:rsidRPr="00342923" w:rsidRDefault="00342923" w:rsidP="00342923">
      <w:pPr>
        <w:suppressAutoHyphens/>
        <w:ind w:left="5658" w:firstLine="7"/>
        <w:contextualSpacing/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</w:pP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Adres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siedziby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organów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Zamawiającego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: </w:t>
      </w:r>
    </w:p>
    <w:p w14:paraId="75680918" w14:textId="77777777" w:rsidR="00342923" w:rsidRPr="00342923" w:rsidRDefault="00342923" w:rsidP="00342923">
      <w:pPr>
        <w:suppressAutoHyphens/>
        <w:ind w:left="5658" w:firstLine="7"/>
        <w:contextualSpacing/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</w:pPr>
    </w:p>
    <w:p w14:paraId="3331C160" w14:textId="1708857B" w:rsidR="00342923" w:rsidRPr="00342923" w:rsidRDefault="00342923" w:rsidP="00342923">
      <w:pPr>
        <w:suppressAutoHyphens/>
        <w:ind w:left="5658" w:firstLine="7"/>
        <w:contextualSpacing/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</w:pPr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ab/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Urząd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Gminy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Cedry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Wielkie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</w:p>
    <w:p w14:paraId="16D449D5" w14:textId="1CB8D44A" w:rsidR="00342923" w:rsidRPr="00342923" w:rsidRDefault="00342923" w:rsidP="00342923">
      <w:pPr>
        <w:suppressAutoHyphens/>
        <w:ind w:left="5658" w:firstLine="7"/>
        <w:contextualSpacing/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</w:pPr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ab/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ul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. M.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Płażyńskiego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16</w:t>
      </w:r>
      <w:r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ab/>
      </w:r>
      <w:r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ab/>
      </w:r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83-020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Cedry</w:t>
      </w:r>
      <w:proofErr w:type="spellEnd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 xml:space="preserve"> </w:t>
      </w:r>
      <w:proofErr w:type="spellStart"/>
      <w:r w:rsidRPr="00342923">
        <w:rPr>
          <w:rFonts w:ascii="Tahoma" w:eastAsia="Tahoma" w:hAnsi="Tahoma" w:cs="Tahoma"/>
          <w:b/>
          <w:bCs/>
          <w:sz w:val="20"/>
          <w:szCs w:val="20"/>
          <w:lang w:val="en-US" w:eastAsia="en-US"/>
        </w:rPr>
        <w:t>Wielkie</w:t>
      </w:r>
      <w:proofErr w:type="spellEnd"/>
    </w:p>
    <w:p w14:paraId="69212E91" w14:textId="77777777" w:rsidR="00342923" w:rsidRPr="00342923" w:rsidRDefault="00342923" w:rsidP="00342923">
      <w:pPr>
        <w:suppressAutoHyphens/>
        <w:spacing w:line="360" w:lineRule="auto"/>
        <w:ind w:left="5658" w:firstLine="7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</w:p>
    <w:p w14:paraId="44C71384" w14:textId="27146553" w:rsidR="000E35CF" w:rsidRPr="00605272" w:rsidRDefault="000E35CF" w:rsidP="00342923">
      <w:pPr>
        <w:suppressAutoHyphens/>
        <w:spacing w:line="360" w:lineRule="auto"/>
        <w:rPr>
          <w:rFonts w:ascii="Tahoma" w:hAnsi="Tahoma" w:cs="Tahoma"/>
          <w:b/>
          <w:i/>
          <w:color w:val="000000"/>
          <w:sz w:val="20"/>
          <w:szCs w:val="20"/>
          <w:lang w:eastAsia="ar-SA"/>
        </w:rPr>
      </w:pPr>
    </w:p>
    <w:p w14:paraId="691AB88A" w14:textId="77777777" w:rsidR="00B74E99" w:rsidRPr="00605272" w:rsidRDefault="00B74E99" w:rsidP="00C32BE7">
      <w:pPr>
        <w:suppressAutoHyphens/>
        <w:spacing w:line="360" w:lineRule="auto"/>
        <w:jc w:val="center"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b/>
          <w:color w:val="000000"/>
          <w:sz w:val="20"/>
          <w:szCs w:val="20"/>
          <w:lang w:eastAsia="ar-SA"/>
        </w:rPr>
        <w:t>OFERTA</w:t>
      </w:r>
    </w:p>
    <w:p w14:paraId="4126710E" w14:textId="77777777" w:rsidR="00B74E99" w:rsidRPr="00605272" w:rsidRDefault="00B74E99" w:rsidP="00C32BE7">
      <w:pPr>
        <w:suppressAutoHyphens/>
        <w:spacing w:line="360" w:lineRule="auto"/>
        <w:jc w:val="center"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b/>
          <w:color w:val="000000"/>
          <w:sz w:val="20"/>
          <w:szCs w:val="20"/>
          <w:lang w:eastAsia="ar-SA"/>
        </w:rPr>
        <w:t>na</w:t>
      </w:r>
    </w:p>
    <w:p w14:paraId="7FEBA5BA" w14:textId="73C17707" w:rsidR="009A7CD7" w:rsidRPr="00605272" w:rsidRDefault="00342923" w:rsidP="00342923">
      <w:pPr>
        <w:suppressAutoHyphens/>
        <w:jc w:val="center"/>
        <w:rPr>
          <w:rFonts w:ascii="Tahoma" w:hAnsi="Tahoma" w:cs="Tahoma"/>
          <w:b/>
          <w:sz w:val="20"/>
          <w:szCs w:val="20"/>
          <w:u w:val="single"/>
          <w:lang w:eastAsia="ar-SA"/>
        </w:rPr>
      </w:pPr>
      <w:proofErr w:type="spellStart"/>
      <w:r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>Odbiór</w:t>
      </w:r>
      <w:proofErr w:type="spellEnd"/>
      <w:r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>, transport</w:t>
      </w:r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 xml:space="preserve"> i </w:t>
      </w:r>
      <w:proofErr w:type="spellStart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>zagospodarowanie</w:t>
      </w:r>
      <w:proofErr w:type="spellEnd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 xml:space="preserve"> </w:t>
      </w:r>
      <w:proofErr w:type="spellStart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>odpadów</w:t>
      </w:r>
      <w:proofErr w:type="spellEnd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 xml:space="preserve"> </w:t>
      </w:r>
      <w:proofErr w:type="spellStart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>komunalnych</w:t>
      </w:r>
      <w:proofErr w:type="spellEnd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 xml:space="preserve"> z </w:t>
      </w:r>
      <w:proofErr w:type="spellStart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>terenu</w:t>
      </w:r>
      <w:proofErr w:type="spellEnd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 xml:space="preserve"> </w:t>
      </w:r>
      <w:proofErr w:type="spellStart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>Gminy</w:t>
      </w:r>
      <w:proofErr w:type="spellEnd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 xml:space="preserve"> </w:t>
      </w:r>
      <w:proofErr w:type="spellStart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>Cedry</w:t>
      </w:r>
      <w:proofErr w:type="spellEnd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 xml:space="preserve"> </w:t>
      </w:r>
      <w:proofErr w:type="spellStart"/>
      <w:r w:rsidRPr="00342923"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>Wielkie</w:t>
      </w:r>
      <w:proofErr w:type="spellEnd"/>
      <w:r>
        <w:rPr>
          <w:rFonts w:ascii="Tahoma" w:hAnsi="Tahoma" w:cs="Tahoma"/>
          <w:b/>
          <w:bCs/>
          <w:iCs/>
          <w:spacing w:val="-4"/>
          <w:sz w:val="20"/>
          <w:szCs w:val="20"/>
          <w:lang w:val="en-US" w:eastAsia="ar-SA"/>
        </w:rPr>
        <w:t>.</w:t>
      </w:r>
    </w:p>
    <w:p w14:paraId="004E0B74" w14:textId="2E05E568" w:rsidR="005A46E9" w:rsidRDefault="005A46E9" w:rsidP="000E35CF">
      <w:pPr>
        <w:suppressAutoHyphens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333E942F" w14:textId="77777777" w:rsidR="00342923" w:rsidRPr="00605272" w:rsidRDefault="00342923" w:rsidP="000E35CF">
      <w:pPr>
        <w:suppressAutoHyphens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4D1A11C5" w14:textId="77777777" w:rsidR="00B74E99" w:rsidRPr="00605272" w:rsidRDefault="00B74E99" w:rsidP="00B74E99">
      <w:pPr>
        <w:suppressAutoHyphens/>
        <w:spacing w:line="360" w:lineRule="auto"/>
        <w:jc w:val="both"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b/>
          <w:color w:val="000000"/>
          <w:sz w:val="20"/>
          <w:szCs w:val="20"/>
          <w:lang w:eastAsia="ar-SA"/>
        </w:rPr>
        <w:t>I. Dane dotyczące Wykonawcy:</w:t>
      </w:r>
    </w:p>
    <w:p w14:paraId="7C2887FC" w14:textId="77777777" w:rsidR="00A20F0B" w:rsidRPr="00605272" w:rsidRDefault="00B74E99" w:rsidP="00B74E99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Pełna nazwa Wykonawcy: …………………................................................</w:t>
      </w:r>
      <w:r w:rsidR="00A20F0B" w:rsidRPr="00605272">
        <w:rPr>
          <w:rFonts w:ascii="Tahoma" w:hAnsi="Tahoma" w:cs="Tahoma"/>
          <w:color w:val="000000"/>
          <w:sz w:val="20"/>
          <w:szCs w:val="20"/>
          <w:lang w:eastAsia="ar-SA"/>
        </w:rPr>
        <w:t>........</w:t>
      </w: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....</w:t>
      </w:r>
      <w:r w:rsidR="00A20F0B" w:rsidRPr="00605272">
        <w:rPr>
          <w:rFonts w:ascii="Tahoma" w:hAnsi="Tahoma" w:cs="Tahoma"/>
          <w:color w:val="000000"/>
          <w:sz w:val="20"/>
          <w:szCs w:val="20"/>
          <w:lang w:eastAsia="ar-SA"/>
        </w:rPr>
        <w:t>...............................</w:t>
      </w:r>
    </w:p>
    <w:p w14:paraId="39F5B978" w14:textId="77777777" w:rsidR="00B74E99" w:rsidRPr="00605272" w:rsidRDefault="00B74E99" w:rsidP="00B74E99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Adres siedziby: .......................................................................................................................</w:t>
      </w:r>
      <w:r w:rsidR="00A20F0B" w:rsidRPr="00605272">
        <w:rPr>
          <w:rFonts w:ascii="Tahoma" w:hAnsi="Tahoma" w:cs="Tahoma"/>
          <w:color w:val="000000"/>
          <w:sz w:val="20"/>
          <w:szCs w:val="20"/>
          <w:lang w:eastAsia="ar-SA"/>
        </w:rPr>
        <w:t>.......</w:t>
      </w:r>
    </w:p>
    <w:p w14:paraId="22D9123A" w14:textId="77777777" w:rsidR="00B74E99" w:rsidRPr="00605272" w:rsidRDefault="00B74E99" w:rsidP="00B74E99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NIP:………………………………………......................REGON…………………….............…</w:t>
      </w:r>
      <w:r w:rsidR="00A20F0B" w:rsidRPr="00605272">
        <w:rPr>
          <w:rFonts w:ascii="Tahoma" w:hAnsi="Tahoma" w:cs="Tahoma"/>
          <w:color w:val="000000"/>
          <w:sz w:val="20"/>
          <w:szCs w:val="20"/>
          <w:lang w:eastAsia="ar-SA"/>
        </w:rPr>
        <w:t>.</w:t>
      </w: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…………….........</w:t>
      </w:r>
      <w:r w:rsidR="00A20F0B" w:rsidRPr="00605272">
        <w:rPr>
          <w:rFonts w:ascii="Tahoma" w:hAnsi="Tahoma" w:cs="Tahoma"/>
          <w:color w:val="000000"/>
          <w:sz w:val="20"/>
          <w:szCs w:val="20"/>
          <w:lang w:eastAsia="ar-SA"/>
        </w:rPr>
        <w:t>......</w:t>
      </w: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..</w:t>
      </w:r>
    </w:p>
    <w:p w14:paraId="7C9D088B" w14:textId="47D116DB" w:rsidR="00B74E99" w:rsidRPr="00605272" w:rsidRDefault="00B74E99" w:rsidP="00B74E99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Tel..................................................</w:t>
      </w:r>
      <w:r w:rsidR="007E7439">
        <w:rPr>
          <w:rFonts w:ascii="Tahoma" w:hAnsi="Tahoma" w:cs="Tahoma"/>
          <w:color w:val="000000"/>
          <w:sz w:val="20"/>
          <w:szCs w:val="20"/>
          <w:lang w:eastAsia="ar-SA"/>
        </w:rPr>
        <w:t>...............................................................................</w:t>
      </w: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...............</w:t>
      </w:r>
    </w:p>
    <w:p w14:paraId="2F5DB5A8" w14:textId="7FDEC286" w:rsidR="00A20F0B" w:rsidRDefault="00A20F0B" w:rsidP="00B74E99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Adres e-mail: ……………………………………………</w:t>
      </w:r>
      <w:r w:rsidR="00947C58" w:rsidRPr="00605272">
        <w:rPr>
          <w:rFonts w:ascii="Tahoma" w:hAnsi="Tahoma" w:cs="Tahoma"/>
          <w:color w:val="000000"/>
          <w:sz w:val="20"/>
          <w:szCs w:val="20"/>
          <w:lang w:eastAsia="ar-SA"/>
        </w:rPr>
        <w:t>……………………………………………………………………………….</w:t>
      </w:r>
    </w:p>
    <w:p w14:paraId="1FD99075" w14:textId="77777777" w:rsidR="003D0973" w:rsidRPr="00605272" w:rsidRDefault="003D0973" w:rsidP="00B74E99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</w:p>
    <w:p w14:paraId="7B9B51DA" w14:textId="6F4C33BE" w:rsidR="00DF385D" w:rsidRPr="009A7CD7" w:rsidRDefault="009637E8" w:rsidP="009A7CD7">
      <w:pPr>
        <w:suppressAutoHyphens/>
        <w:spacing w:line="360" w:lineRule="auto"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b/>
          <w:color w:val="000000"/>
          <w:sz w:val="20"/>
          <w:szCs w:val="20"/>
          <w:lang w:eastAsia="ar-SA"/>
        </w:rPr>
        <w:t>II. Cena oferty:</w:t>
      </w:r>
    </w:p>
    <w:tbl>
      <w:tblPr>
        <w:tblW w:w="905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4"/>
        <w:gridCol w:w="1704"/>
        <w:gridCol w:w="1857"/>
        <w:gridCol w:w="2101"/>
      </w:tblGrid>
      <w:tr w:rsidR="009A7CD7" w:rsidRPr="00BD6E9A" w14:paraId="5290C54D" w14:textId="77777777" w:rsidTr="0030442A">
        <w:trPr>
          <w:trHeight w:val="442"/>
          <w:jc w:val="center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1B9CF" w14:textId="77777777" w:rsidR="009A7CD7" w:rsidRPr="00BD6E9A" w:rsidRDefault="009A7CD7" w:rsidP="003044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5591967"/>
            <w:r w:rsidRPr="00BD6E9A">
              <w:rPr>
                <w:rFonts w:ascii="Tahoma" w:hAnsi="Tahoma" w:cs="Tahoma"/>
                <w:sz w:val="20"/>
                <w:szCs w:val="20"/>
              </w:rPr>
              <w:t>Zakres usług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2165D" w14:textId="77777777" w:rsidR="009A7CD7" w:rsidRPr="00BD6E9A" w:rsidRDefault="009A7CD7" w:rsidP="003044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6E9A">
              <w:rPr>
                <w:rFonts w:ascii="Tahoma" w:hAnsi="Tahoma" w:cs="Tahoma"/>
                <w:sz w:val="20"/>
                <w:szCs w:val="20"/>
              </w:rPr>
              <w:t xml:space="preserve">Cena za 1 Mg odpadów </w:t>
            </w:r>
          </w:p>
          <w:p w14:paraId="22E0B14C" w14:textId="77777777" w:rsidR="009A7CD7" w:rsidRPr="00BD6E9A" w:rsidRDefault="009A7CD7" w:rsidP="003044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6E9A">
              <w:rPr>
                <w:rFonts w:ascii="Tahoma" w:hAnsi="Tahoma" w:cs="Tahoma"/>
                <w:sz w:val="20"/>
                <w:szCs w:val="20"/>
              </w:rPr>
              <w:t>łącznie z podatkiem VAT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7D57" w14:textId="77777777" w:rsidR="009A7CD7" w:rsidRPr="00BD6E9A" w:rsidRDefault="009A7CD7" w:rsidP="003044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6E9A">
              <w:rPr>
                <w:rFonts w:ascii="Tahoma" w:hAnsi="Tahoma" w:cs="Tahoma"/>
                <w:sz w:val="20"/>
                <w:szCs w:val="20"/>
              </w:rPr>
              <w:t xml:space="preserve">Przewidywana masa odpadów w czasie trwania umowy w Mg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B2614" w14:textId="77777777" w:rsidR="009A7CD7" w:rsidRPr="00BD6E9A" w:rsidRDefault="009A7CD7" w:rsidP="003044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6E9A">
              <w:rPr>
                <w:rFonts w:ascii="Tahoma" w:hAnsi="Tahoma" w:cs="Tahoma"/>
                <w:sz w:val="20"/>
                <w:szCs w:val="20"/>
              </w:rPr>
              <w:t>Cena całkowita (kol.2x3)</w:t>
            </w:r>
          </w:p>
        </w:tc>
      </w:tr>
      <w:tr w:rsidR="009A7CD7" w:rsidRPr="00BD6E9A" w14:paraId="7053D04B" w14:textId="77777777" w:rsidTr="0030442A">
        <w:trPr>
          <w:trHeight w:val="170"/>
          <w:jc w:val="center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DF45D" w14:textId="77777777" w:rsidR="009A7CD7" w:rsidRPr="00BD6E9A" w:rsidRDefault="009A7CD7" w:rsidP="003044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6E9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46203" w14:textId="77777777" w:rsidR="009A7CD7" w:rsidRPr="00BD6E9A" w:rsidRDefault="009A7CD7" w:rsidP="003044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6E9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0D8D8" w14:textId="77777777" w:rsidR="009A7CD7" w:rsidRPr="00BD6E9A" w:rsidRDefault="009A7CD7" w:rsidP="003044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6E9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BA273" w14:textId="77777777" w:rsidR="009A7CD7" w:rsidRPr="00BD6E9A" w:rsidRDefault="009A7CD7" w:rsidP="003044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6E9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9A7CD7" w:rsidRPr="00BD6E9A" w14:paraId="43739363" w14:textId="77777777" w:rsidTr="0030442A">
        <w:trPr>
          <w:trHeight w:val="184"/>
          <w:jc w:val="center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6AC821" w14:textId="26B439D4" w:rsidR="009A7CD7" w:rsidRPr="00BD6E9A" w:rsidRDefault="009A7CD7" w:rsidP="003429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6E9A">
              <w:rPr>
                <w:rFonts w:ascii="Tahoma" w:hAnsi="Tahoma" w:cs="Tahoma"/>
                <w:sz w:val="20"/>
                <w:szCs w:val="20"/>
              </w:rPr>
              <w:t>Transport</w:t>
            </w:r>
            <w:r w:rsidR="0034292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BD6E9A">
              <w:rPr>
                <w:rFonts w:ascii="Tahoma" w:hAnsi="Tahoma" w:cs="Tahoma"/>
                <w:sz w:val="20"/>
                <w:szCs w:val="20"/>
              </w:rPr>
              <w:t xml:space="preserve"> odbiór</w:t>
            </w:r>
            <w:r w:rsidR="00342923">
              <w:rPr>
                <w:rFonts w:ascii="Tahoma" w:hAnsi="Tahoma" w:cs="Tahoma"/>
                <w:sz w:val="20"/>
                <w:szCs w:val="20"/>
              </w:rPr>
              <w:t xml:space="preserve"> i zagospodarowanie</w:t>
            </w:r>
            <w:r w:rsidRPr="00BD6E9A">
              <w:rPr>
                <w:rFonts w:ascii="Tahoma" w:hAnsi="Tahoma" w:cs="Tahoma"/>
                <w:sz w:val="20"/>
                <w:szCs w:val="20"/>
              </w:rPr>
              <w:t xml:space="preserve"> odpadów z nieruchomości położonych na terenie Gminy </w:t>
            </w:r>
            <w:r w:rsidR="00342923">
              <w:rPr>
                <w:rFonts w:ascii="Tahoma" w:hAnsi="Tahoma" w:cs="Tahoma"/>
                <w:sz w:val="20"/>
                <w:szCs w:val="20"/>
              </w:rPr>
              <w:t>Cedry Wielkie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6FA1" w14:textId="77777777" w:rsidR="009A7CD7" w:rsidRPr="00BD6E9A" w:rsidRDefault="009A7CD7" w:rsidP="0030442A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64EF" w14:textId="5ADF35C9" w:rsidR="009A7CD7" w:rsidRPr="00BD6E9A" w:rsidRDefault="00342923" w:rsidP="003044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4200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3D873" w14:textId="77777777" w:rsidR="009A7CD7" w:rsidRPr="00BD6E9A" w:rsidRDefault="009A7CD7" w:rsidP="0030442A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1"/>
    </w:tbl>
    <w:p w14:paraId="43EA0E1D" w14:textId="77777777" w:rsidR="009A7CD7" w:rsidRPr="00BD6E9A" w:rsidRDefault="009A7CD7" w:rsidP="009A7CD7">
      <w:pPr>
        <w:spacing w:before="120" w:line="276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14:paraId="052C3D83" w14:textId="691EF139" w:rsidR="009A7CD7" w:rsidRPr="009A7CD7" w:rsidRDefault="009A7CD7" w:rsidP="009A7CD7">
      <w:pPr>
        <w:suppressAutoHyphens/>
        <w:jc w:val="both"/>
        <w:rPr>
          <w:rFonts w:ascii="Tahoma" w:hAnsi="Tahoma" w:cs="Tahoma"/>
          <w:b/>
          <w:sz w:val="20"/>
          <w:szCs w:val="20"/>
          <w:lang w:eastAsia="ar-SA"/>
        </w:rPr>
      </w:pPr>
      <w:r w:rsidRPr="009A7CD7">
        <w:rPr>
          <w:rFonts w:ascii="Tahoma" w:hAnsi="Tahoma" w:cs="Tahoma"/>
          <w:b/>
          <w:sz w:val="20"/>
          <w:szCs w:val="20"/>
          <w:lang w:eastAsia="ar-SA"/>
        </w:rPr>
        <w:t>III. Czas reakcji na zgłoszenie potrzeby odbioru odpadów z PSZOK</w:t>
      </w:r>
    </w:p>
    <w:p w14:paraId="0D408F4D" w14:textId="77777777" w:rsidR="009A7CD7" w:rsidRPr="00BD6E9A" w:rsidRDefault="009A7CD7" w:rsidP="009A7CD7">
      <w:pPr>
        <w:suppressAutoHyphens/>
        <w:jc w:val="both"/>
        <w:rPr>
          <w:rFonts w:ascii="Tahoma" w:hAnsi="Tahoma" w:cs="Tahoma"/>
          <w:sz w:val="20"/>
          <w:szCs w:val="20"/>
          <w:lang w:eastAsia="ar-SA"/>
        </w:rPr>
      </w:pPr>
      <w:r w:rsidRPr="00BD6E9A">
        <w:rPr>
          <w:rFonts w:ascii="Tahoma" w:hAnsi="Tahoma" w:cs="Tahoma"/>
          <w:sz w:val="20"/>
          <w:szCs w:val="20"/>
          <w:lang w:eastAsia="ar-SA"/>
        </w:rPr>
        <w:t xml:space="preserve">Deklaruję następujący czas reakcji na zgłoszenie potrzeby odbioru odpadów z PSZOK: </w:t>
      </w:r>
    </w:p>
    <w:p w14:paraId="00C6461B" w14:textId="77777777" w:rsidR="009A7CD7" w:rsidRPr="00BD6E9A" w:rsidRDefault="009A7CD7" w:rsidP="009A7CD7">
      <w:pPr>
        <w:suppressAutoHyphens/>
        <w:jc w:val="both"/>
        <w:rPr>
          <w:rFonts w:ascii="Tahoma" w:hAnsi="Tahoma" w:cs="Tahoma"/>
          <w:sz w:val="20"/>
          <w:szCs w:val="20"/>
          <w:lang w:eastAsia="ar-SA"/>
        </w:rPr>
      </w:pPr>
      <w:r w:rsidRPr="00BD6E9A">
        <w:rPr>
          <w:rFonts w:ascii="Tahoma" w:hAnsi="Tahoma" w:cs="Tahoma"/>
          <w:sz w:val="20"/>
          <w:szCs w:val="20"/>
          <w:lang w:eastAsia="ar-SA"/>
        </w:rPr>
        <w:t></w:t>
      </w:r>
      <w:r w:rsidRPr="00BD6E9A">
        <w:rPr>
          <w:rFonts w:ascii="Tahoma" w:hAnsi="Tahoma" w:cs="Tahoma"/>
          <w:sz w:val="20"/>
          <w:szCs w:val="20"/>
          <w:lang w:eastAsia="ar-SA"/>
        </w:rPr>
        <w:tab/>
        <w:t xml:space="preserve">1 dzień roboczy od zgłoszenia </w:t>
      </w:r>
    </w:p>
    <w:p w14:paraId="517C3813" w14:textId="77777777" w:rsidR="009A7CD7" w:rsidRPr="00BD6E9A" w:rsidRDefault="009A7CD7" w:rsidP="009A7CD7">
      <w:pPr>
        <w:suppressAutoHyphens/>
        <w:jc w:val="both"/>
        <w:rPr>
          <w:rFonts w:ascii="Tahoma" w:hAnsi="Tahoma" w:cs="Tahoma"/>
          <w:sz w:val="20"/>
          <w:szCs w:val="20"/>
          <w:lang w:eastAsia="ar-SA"/>
        </w:rPr>
      </w:pPr>
      <w:r w:rsidRPr="00BD6E9A">
        <w:rPr>
          <w:rFonts w:ascii="Tahoma" w:hAnsi="Tahoma" w:cs="Tahoma"/>
          <w:sz w:val="20"/>
          <w:szCs w:val="20"/>
          <w:lang w:eastAsia="ar-SA"/>
        </w:rPr>
        <w:t></w:t>
      </w:r>
      <w:r w:rsidRPr="00BD6E9A">
        <w:rPr>
          <w:rFonts w:ascii="Tahoma" w:hAnsi="Tahoma" w:cs="Tahoma"/>
          <w:sz w:val="20"/>
          <w:szCs w:val="20"/>
          <w:lang w:eastAsia="ar-SA"/>
        </w:rPr>
        <w:tab/>
        <w:t xml:space="preserve">2 dni robocze od zgłoszenia </w:t>
      </w:r>
    </w:p>
    <w:p w14:paraId="25800892" w14:textId="77777777" w:rsidR="009A7CD7" w:rsidRPr="00BD6E9A" w:rsidRDefault="009A7CD7" w:rsidP="009A7CD7">
      <w:pPr>
        <w:suppressAutoHyphens/>
        <w:jc w:val="both"/>
        <w:rPr>
          <w:rFonts w:ascii="Tahoma" w:hAnsi="Tahoma" w:cs="Tahoma"/>
          <w:sz w:val="20"/>
          <w:szCs w:val="20"/>
          <w:lang w:eastAsia="ar-SA"/>
        </w:rPr>
      </w:pPr>
      <w:r w:rsidRPr="00BD6E9A">
        <w:rPr>
          <w:rFonts w:ascii="Tahoma" w:hAnsi="Tahoma" w:cs="Tahoma"/>
          <w:sz w:val="20"/>
          <w:szCs w:val="20"/>
          <w:lang w:eastAsia="ar-SA"/>
        </w:rPr>
        <w:t></w:t>
      </w:r>
      <w:r w:rsidRPr="00BD6E9A">
        <w:rPr>
          <w:rFonts w:ascii="Tahoma" w:hAnsi="Tahoma" w:cs="Tahoma"/>
          <w:sz w:val="20"/>
          <w:szCs w:val="20"/>
          <w:lang w:eastAsia="ar-SA"/>
        </w:rPr>
        <w:tab/>
        <w:t xml:space="preserve">3 dni robocze od zgłoszenia </w:t>
      </w:r>
    </w:p>
    <w:p w14:paraId="3BD59BE9" w14:textId="77777777" w:rsidR="009A7CD7" w:rsidRPr="00BD6E9A" w:rsidRDefault="009A7CD7" w:rsidP="009A7CD7">
      <w:pPr>
        <w:suppressAutoHyphens/>
        <w:jc w:val="both"/>
        <w:rPr>
          <w:rFonts w:ascii="Tahoma" w:hAnsi="Tahoma" w:cs="Tahoma"/>
          <w:sz w:val="20"/>
          <w:szCs w:val="20"/>
          <w:lang w:eastAsia="ar-SA"/>
        </w:rPr>
      </w:pPr>
    </w:p>
    <w:p w14:paraId="0CCB0F71" w14:textId="77777777" w:rsidR="009A7CD7" w:rsidRPr="00BD6E9A" w:rsidRDefault="009A7CD7" w:rsidP="009A7CD7">
      <w:pPr>
        <w:suppressAutoHyphens/>
        <w:jc w:val="both"/>
        <w:rPr>
          <w:rFonts w:ascii="Tahoma" w:hAnsi="Tahoma" w:cs="Tahoma"/>
          <w:i/>
          <w:sz w:val="20"/>
          <w:szCs w:val="20"/>
          <w:lang w:eastAsia="ar-SA"/>
        </w:rPr>
      </w:pPr>
      <w:r w:rsidRPr="00BD6E9A">
        <w:rPr>
          <w:rFonts w:ascii="Tahoma" w:hAnsi="Tahoma" w:cs="Tahoma"/>
          <w:i/>
          <w:sz w:val="20"/>
          <w:szCs w:val="20"/>
          <w:lang w:eastAsia="ar-SA"/>
        </w:rPr>
        <w:lastRenderedPageBreak/>
        <w:t xml:space="preserve">* W przypadku nie zaznaczenia żadnej pozycji, Zamawiający przyzna 0 pkt w kryterium dotyczącej „czas reakcji na zgłoszenie potrzeby odbioru odpadów z PSZOK” i przyjmuje maksymalny termin reakcji, tj. 3 dni robocze od zgłoszenia. </w:t>
      </w:r>
    </w:p>
    <w:p w14:paraId="651C14B3" w14:textId="77777777" w:rsidR="009A7CD7" w:rsidRPr="00BD6E9A" w:rsidRDefault="009A7CD7" w:rsidP="009A7CD7">
      <w:pPr>
        <w:suppressAutoHyphens/>
        <w:jc w:val="both"/>
        <w:rPr>
          <w:rFonts w:ascii="Tahoma" w:hAnsi="Tahoma" w:cs="Tahoma"/>
          <w:i/>
          <w:sz w:val="20"/>
          <w:szCs w:val="20"/>
          <w:lang w:eastAsia="ar-SA"/>
        </w:rPr>
      </w:pPr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** W przypadku zaznaczenia więcej niż 1 pozycji,  Zamawiający odrzuci ofertę na podstawie art. 226 ust. 1 pkt 5 ustawy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Pzp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>.</w:t>
      </w:r>
    </w:p>
    <w:p w14:paraId="460AA2C6" w14:textId="299EA8EB" w:rsidR="00DF385D" w:rsidRDefault="00DF385D" w:rsidP="008F689A">
      <w:pPr>
        <w:tabs>
          <w:tab w:val="left" w:pos="426"/>
        </w:tabs>
        <w:suppressAutoHyphens/>
        <w:rPr>
          <w:rFonts w:ascii="Tahoma" w:hAnsi="Tahoma" w:cs="Tahoma"/>
          <w:b/>
          <w:sz w:val="20"/>
          <w:szCs w:val="20"/>
          <w:lang w:eastAsia="ar-SA"/>
        </w:rPr>
      </w:pPr>
    </w:p>
    <w:p w14:paraId="19AF267A" w14:textId="4C0A916D" w:rsidR="00947C58" w:rsidRPr="00605272" w:rsidRDefault="009A7CD7" w:rsidP="00947C58">
      <w:pPr>
        <w:suppressAutoHyphens/>
        <w:jc w:val="both"/>
        <w:rPr>
          <w:rFonts w:ascii="Tahoma" w:hAnsi="Tahoma" w:cs="Tahoma"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>I</w:t>
      </w:r>
      <w:r w:rsidR="0036575E">
        <w:rPr>
          <w:rFonts w:ascii="Tahoma" w:hAnsi="Tahoma" w:cs="Tahoma"/>
          <w:b/>
          <w:sz w:val="20"/>
          <w:szCs w:val="20"/>
          <w:lang w:eastAsia="ar-SA"/>
        </w:rPr>
        <w:t>V</w:t>
      </w:r>
      <w:r w:rsidR="00947C58" w:rsidRPr="00605272">
        <w:rPr>
          <w:rFonts w:ascii="Tahoma" w:hAnsi="Tahoma" w:cs="Tahoma"/>
          <w:b/>
          <w:sz w:val="20"/>
          <w:szCs w:val="20"/>
          <w:lang w:eastAsia="ar-SA"/>
        </w:rPr>
        <w:t xml:space="preserve">. </w:t>
      </w:r>
      <w:r w:rsidR="00947C58" w:rsidRPr="00605272">
        <w:rPr>
          <w:rFonts w:ascii="Tahoma" w:hAnsi="Tahoma" w:cs="Tahoma"/>
          <w:b/>
          <w:color w:val="000000"/>
          <w:sz w:val="20"/>
          <w:szCs w:val="20"/>
          <w:lang w:eastAsia="ar-SA"/>
        </w:rPr>
        <w:t>Płatność</w:t>
      </w:r>
    </w:p>
    <w:p w14:paraId="6F63C4EC" w14:textId="77777777" w:rsidR="00947C58" w:rsidRPr="00605272" w:rsidRDefault="00947C58" w:rsidP="00947C58">
      <w:pPr>
        <w:suppressAutoHyphens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</w:p>
    <w:p w14:paraId="61869130" w14:textId="28109FC2" w:rsidR="00947C58" w:rsidRPr="00605272" w:rsidRDefault="00947C58" w:rsidP="00947C58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605272">
        <w:rPr>
          <w:rFonts w:ascii="Tahoma" w:hAnsi="Tahoma" w:cs="Tahoma"/>
          <w:color w:val="000000"/>
          <w:sz w:val="20"/>
          <w:szCs w:val="20"/>
        </w:rPr>
        <w:t xml:space="preserve">Zapłata realizowana będzie, przelewem na konto Wykonawcy w okresie </w:t>
      </w:r>
      <w:r w:rsidR="000E35CF">
        <w:rPr>
          <w:rFonts w:ascii="Tahoma" w:hAnsi="Tahoma" w:cs="Tahoma"/>
          <w:b/>
          <w:color w:val="000000"/>
          <w:sz w:val="20"/>
          <w:szCs w:val="20"/>
        </w:rPr>
        <w:t>3</w:t>
      </w:r>
      <w:r w:rsidRPr="00605272">
        <w:rPr>
          <w:rFonts w:ascii="Tahoma" w:hAnsi="Tahoma" w:cs="Tahoma"/>
          <w:b/>
          <w:color w:val="000000"/>
          <w:sz w:val="20"/>
          <w:szCs w:val="20"/>
        </w:rPr>
        <w:t>0 dni</w:t>
      </w:r>
      <w:r w:rsidRPr="00605272">
        <w:rPr>
          <w:rFonts w:ascii="Tahoma" w:hAnsi="Tahoma" w:cs="Tahoma"/>
          <w:color w:val="000000"/>
          <w:sz w:val="20"/>
          <w:szCs w:val="20"/>
        </w:rPr>
        <w:t xml:space="preserve"> od daty otrzymania faktury VAT przez Zamawiającego. Na fakturze powinien z</w:t>
      </w:r>
      <w:r w:rsidR="000E35CF">
        <w:rPr>
          <w:rFonts w:ascii="Tahoma" w:hAnsi="Tahoma" w:cs="Tahoma"/>
          <w:color w:val="000000"/>
          <w:sz w:val="20"/>
          <w:szCs w:val="20"/>
        </w:rPr>
        <w:t>najdować się numer umowy</w:t>
      </w:r>
      <w:r w:rsidRPr="00605272">
        <w:rPr>
          <w:rFonts w:ascii="Tahoma" w:hAnsi="Tahoma" w:cs="Tahoma"/>
          <w:color w:val="000000"/>
          <w:sz w:val="20"/>
          <w:szCs w:val="20"/>
        </w:rPr>
        <w:t>, której faktura dotyczy.</w:t>
      </w:r>
    </w:p>
    <w:p w14:paraId="027CB73B" w14:textId="77777777" w:rsidR="00947C58" w:rsidRPr="00605272" w:rsidRDefault="00947C58" w:rsidP="00947C58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14:paraId="058E0F47" w14:textId="23A468D2" w:rsidR="00947C58" w:rsidRPr="00605272" w:rsidRDefault="00947C58" w:rsidP="00947C58">
      <w:pPr>
        <w:suppressAutoHyphens/>
        <w:spacing w:line="360" w:lineRule="auto"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b/>
          <w:color w:val="000000"/>
          <w:sz w:val="20"/>
          <w:szCs w:val="20"/>
          <w:lang w:eastAsia="ar-SA"/>
        </w:rPr>
        <w:t>V. Wpłata wadium:</w:t>
      </w:r>
    </w:p>
    <w:p w14:paraId="35ECDD27" w14:textId="77777777" w:rsidR="00947C58" w:rsidRPr="00605272" w:rsidRDefault="00947C58" w:rsidP="00947C58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1. Przedkładamy potwierdzenie wniesienia wadium w formie …...........……………………........................</w:t>
      </w:r>
    </w:p>
    <w:p w14:paraId="5AED0124" w14:textId="77777777" w:rsidR="00947C58" w:rsidRPr="00605272" w:rsidRDefault="00947C58" w:rsidP="00947C58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w wysokości ……............................................................................................................................</w:t>
      </w:r>
    </w:p>
    <w:p w14:paraId="5151A6C8" w14:textId="77777777" w:rsidR="00947C58" w:rsidRPr="00605272" w:rsidRDefault="00947C58" w:rsidP="00947C58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2. Zamawiający zwróci wadium na konto Wykonawcy nr ………........................................……............</w:t>
      </w:r>
    </w:p>
    <w:p w14:paraId="222A8DD4" w14:textId="180E4123" w:rsidR="000E35CF" w:rsidRDefault="00947C58" w:rsidP="00A43F9E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w banku………………………………………………………………………….....................................................……..</w:t>
      </w:r>
    </w:p>
    <w:p w14:paraId="2D943FFC" w14:textId="77777777" w:rsidR="00F64826" w:rsidRPr="00605272" w:rsidRDefault="00F64826" w:rsidP="00A43F9E">
      <w:pPr>
        <w:suppressAutoHyphens/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</w:p>
    <w:p w14:paraId="503B7188" w14:textId="29115927" w:rsidR="00467F4D" w:rsidRPr="00605272" w:rsidRDefault="00AD24D9" w:rsidP="00467F4D">
      <w:pPr>
        <w:suppressAutoHyphens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b/>
          <w:color w:val="000000"/>
          <w:sz w:val="20"/>
          <w:szCs w:val="20"/>
          <w:lang w:eastAsia="ar-SA"/>
        </w:rPr>
        <w:t>V</w:t>
      </w:r>
      <w:r w:rsidR="0036575E">
        <w:rPr>
          <w:rFonts w:ascii="Tahoma" w:hAnsi="Tahoma" w:cs="Tahoma"/>
          <w:b/>
          <w:color w:val="000000"/>
          <w:sz w:val="20"/>
          <w:szCs w:val="20"/>
          <w:lang w:eastAsia="ar-SA"/>
        </w:rPr>
        <w:t>I</w:t>
      </w:r>
      <w:r w:rsidR="00467F4D" w:rsidRPr="00605272">
        <w:rPr>
          <w:rFonts w:ascii="Tahoma" w:hAnsi="Tahoma" w:cs="Tahoma"/>
          <w:b/>
          <w:color w:val="000000"/>
          <w:sz w:val="20"/>
          <w:szCs w:val="20"/>
          <w:lang w:eastAsia="ar-SA"/>
        </w:rPr>
        <w:t>. Podwykonawca:</w:t>
      </w:r>
    </w:p>
    <w:p w14:paraId="137F4C98" w14:textId="77777777" w:rsidR="00467F4D" w:rsidRPr="00605272" w:rsidRDefault="00467F4D" w:rsidP="00467F4D">
      <w:pPr>
        <w:suppressAutoHyphens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Informujemy, że zamierzamy powierzyć wykonanie części zamówienia podwykonawcy:</w:t>
      </w:r>
    </w:p>
    <w:p w14:paraId="15AA2310" w14:textId="77777777" w:rsidR="00467F4D" w:rsidRPr="00605272" w:rsidRDefault="00467F4D" w:rsidP="00467F4D">
      <w:pPr>
        <w:tabs>
          <w:tab w:val="left" w:pos="17324"/>
        </w:tabs>
        <w:suppressAutoHyphens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 xml:space="preserve">1.Zakres wykonywanych prac wraz z podaniem nazwy podwykonawcy: </w:t>
      </w:r>
    </w:p>
    <w:p w14:paraId="3B0FC6FF" w14:textId="77777777" w:rsidR="00467F4D" w:rsidRPr="00605272" w:rsidRDefault="00467F4D" w:rsidP="00467F4D">
      <w:pPr>
        <w:tabs>
          <w:tab w:val="left" w:pos="17324"/>
        </w:tabs>
        <w:suppressAutoHyphens/>
        <w:ind w:left="284" w:hanging="284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67520897" w14:textId="77777777" w:rsidR="00467F4D" w:rsidRPr="00605272" w:rsidRDefault="00467F4D" w:rsidP="00467F4D">
      <w:pPr>
        <w:suppressAutoHyphens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51206E88" w14:textId="77777777" w:rsidR="00467F4D" w:rsidRPr="00605272" w:rsidRDefault="00467F4D" w:rsidP="00467F4D">
      <w:pPr>
        <w:tabs>
          <w:tab w:val="left" w:pos="142"/>
        </w:tabs>
        <w:suppressAutoHyphens/>
        <w:rPr>
          <w:rFonts w:ascii="Tahoma" w:hAnsi="Tahoma" w:cs="Tahoma"/>
          <w:i/>
          <w:iCs/>
          <w:color w:val="000000"/>
          <w:sz w:val="20"/>
          <w:szCs w:val="20"/>
          <w:lang w:eastAsia="ar-SA"/>
        </w:rPr>
      </w:pPr>
      <w:r w:rsidRPr="00605272">
        <w:rPr>
          <w:rFonts w:ascii="Tahoma" w:hAnsi="Tahoma" w:cs="Tahoma"/>
          <w:color w:val="000000"/>
          <w:sz w:val="20"/>
          <w:szCs w:val="20"/>
          <w:vertAlign w:val="superscript"/>
          <w:lang w:eastAsia="ar-SA"/>
        </w:rPr>
        <w:t>*)</w:t>
      </w:r>
      <w:r w:rsidRPr="00605272">
        <w:rPr>
          <w:rFonts w:ascii="Tahoma" w:hAnsi="Tahoma" w:cs="Tahoma"/>
          <w:color w:val="000000"/>
          <w:sz w:val="20"/>
          <w:szCs w:val="20"/>
          <w:lang w:eastAsia="ar-SA"/>
        </w:rPr>
        <w:t xml:space="preserve">  </w:t>
      </w:r>
      <w:r w:rsidRPr="00605272">
        <w:rPr>
          <w:rFonts w:ascii="Tahoma" w:hAnsi="Tahoma" w:cs="Tahoma"/>
          <w:i/>
          <w:iCs/>
          <w:color w:val="000000"/>
          <w:sz w:val="20"/>
          <w:szCs w:val="20"/>
          <w:lang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05844340" w14:textId="77777777" w:rsidR="00701C06" w:rsidRPr="00BD6E9A" w:rsidRDefault="00701C06" w:rsidP="00701C06">
      <w:pPr>
        <w:tabs>
          <w:tab w:val="left" w:pos="142"/>
        </w:tabs>
        <w:suppressAutoHyphens/>
        <w:rPr>
          <w:rFonts w:ascii="Tahoma" w:hAnsi="Tahoma" w:cs="Tahoma"/>
          <w:i/>
          <w:iCs/>
          <w:color w:val="000000"/>
          <w:sz w:val="20"/>
          <w:szCs w:val="20"/>
          <w:lang w:eastAsia="ar-SA"/>
        </w:rPr>
      </w:pPr>
    </w:p>
    <w:p w14:paraId="3E148FAB" w14:textId="6CB52639" w:rsidR="00701C06" w:rsidRPr="00BD6E9A" w:rsidRDefault="00701C06" w:rsidP="00701C06">
      <w:pPr>
        <w:suppressAutoHyphens/>
        <w:jc w:val="both"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BD6E9A">
        <w:rPr>
          <w:rFonts w:ascii="Tahoma" w:hAnsi="Tahoma" w:cs="Tahoma"/>
          <w:b/>
          <w:color w:val="000000"/>
          <w:sz w:val="20"/>
          <w:szCs w:val="20"/>
          <w:lang w:eastAsia="ar-SA"/>
        </w:rPr>
        <w:t>V</w:t>
      </w:r>
      <w:r>
        <w:rPr>
          <w:rFonts w:ascii="Tahoma" w:hAnsi="Tahoma" w:cs="Tahoma"/>
          <w:b/>
          <w:color w:val="000000"/>
          <w:sz w:val="20"/>
          <w:szCs w:val="20"/>
          <w:lang w:eastAsia="ar-SA"/>
        </w:rPr>
        <w:t>II</w:t>
      </w:r>
      <w:r w:rsidRPr="00BD6E9A">
        <w:rPr>
          <w:rFonts w:ascii="Tahoma" w:hAnsi="Tahoma" w:cs="Tahoma"/>
          <w:b/>
          <w:color w:val="000000"/>
          <w:sz w:val="20"/>
          <w:szCs w:val="20"/>
          <w:lang w:eastAsia="ar-SA"/>
        </w:rPr>
        <w:t>. Poleganie na zasobach podmiotów trzecich:</w:t>
      </w:r>
    </w:p>
    <w:p w14:paraId="35D86D69" w14:textId="77777777" w:rsidR="00701C06" w:rsidRPr="00BD6E9A" w:rsidRDefault="00701C06" w:rsidP="00701C06">
      <w:pPr>
        <w:suppressAutoHyphens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BD6E9A">
        <w:rPr>
          <w:rFonts w:ascii="Tahoma" w:hAnsi="Tahoma" w:cs="Tahoma"/>
          <w:color w:val="000000"/>
          <w:sz w:val="20"/>
          <w:szCs w:val="20"/>
          <w:lang w:eastAsia="ar-SA"/>
        </w:rPr>
        <w:t>Informujemy, że będziemy polegać na zasobach podmiotu trzeciego:</w:t>
      </w:r>
    </w:p>
    <w:p w14:paraId="4AEA2A43" w14:textId="77777777" w:rsidR="00701C06" w:rsidRPr="00BD6E9A" w:rsidRDefault="00701C06" w:rsidP="00701C06">
      <w:pPr>
        <w:tabs>
          <w:tab w:val="left" w:pos="17324"/>
        </w:tabs>
        <w:suppressAutoHyphens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BD6E9A">
        <w:rPr>
          <w:rFonts w:ascii="Tahoma" w:hAnsi="Tahoma" w:cs="Tahoma"/>
          <w:color w:val="000000"/>
          <w:sz w:val="20"/>
          <w:szCs w:val="20"/>
          <w:lang w:eastAsia="ar-SA"/>
        </w:rPr>
        <w:t xml:space="preserve">1.Nazwa podmiotu: </w:t>
      </w:r>
    </w:p>
    <w:p w14:paraId="1464335F" w14:textId="77777777" w:rsidR="00701C06" w:rsidRPr="00BD6E9A" w:rsidRDefault="00701C06" w:rsidP="00701C06">
      <w:pPr>
        <w:tabs>
          <w:tab w:val="left" w:pos="17324"/>
        </w:tabs>
        <w:suppressAutoHyphens/>
        <w:ind w:left="284" w:hanging="284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BD6E9A">
        <w:rPr>
          <w:rFonts w:ascii="Tahoma" w:hAnsi="Tahoma" w:cs="Tahoma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</w:t>
      </w:r>
    </w:p>
    <w:p w14:paraId="63136D9F" w14:textId="77777777" w:rsidR="00701C06" w:rsidRPr="00BD6E9A" w:rsidRDefault="00701C06" w:rsidP="00701C06">
      <w:pPr>
        <w:suppressAutoHyphens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BD6E9A">
        <w:rPr>
          <w:rFonts w:ascii="Tahoma" w:hAnsi="Tahoma" w:cs="Tahoma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</w:t>
      </w:r>
    </w:p>
    <w:p w14:paraId="7B6149BF" w14:textId="77777777" w:rsidR="00701C06" w:rsidRPr="00BD6E9A" w:rsidRDefault="00701C06" w:rsidP="00701C06">
      <w:pPr>
        <w:tabs>
          <w:tab w:val="left" w:pos="142"/>
        </w:tabs>
        <w:suppressAutoHyphens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ar-SA"/>
        </w:rPr>
      </w:pPr>
      <w:r w:rsidRPr="00BD6E9A">
        <w:rPr>
          <w:rFonts w:ascii="Tahoma" w:hAnsi="Tahoma" w:cs="Tahoma"/>
          <w:color w:val="000000"/>
          <w:sz w:val="20"/>
          <w:szCs w:val="20"/>
          <w:vertAlign w:val="superscript"/>
          <w:lang w:eastAsia="ar-SA"/>
        </w:rPr>
        <w:t>*)</w:t>
      </w:r>
      <w:r w:rsidRPr="00BD6E9A">
        <w:rPr>
          <w:rFonts w:ascii="Tahoma" w:hAnsi="Tahoma" w:cs="Tahoma"/>
          <w:i/>
          <w:iCs/>
          <w:color w:val="000000"/>
          <w:sz w:val="20"/>
          <w:szCs w:val="20"/>
          <w:lang w:eastAsia="ar-SA"/>
        </w:rPr>
        <w:t xml:space="preserve">w przypadku nie wypełnienia ww. punktu Zamawiający uzna, że wykonawca nie będzie polegał na zasobach podmiotu trzeciego.  </w:t>
      </w:r>
    </w:p>
    <w:p w14:paraId="350E6D4F" w14:textId="5828257B" w:rsidR="00701C06" w:rsidRPr="00605272" w:rsidRDefault="00701C06" w:rsidP="00467F4D">
      <w:pPr>
        <w:suppressAutoHyphens/>
        <w:rPr>
          <w:rFonts w:ascii="Tahoma" w:hAnsi="Tahoma" w:cs="Tahoma"/>
          <w:b/>
          <w:bCs/>
          <w:color w:val="000000"/>
          <w:sz w:val="20"/>
          <w:szCs w:val="20"/>
          <w:u w:val="single"/>
          <w:lang w:eastAsia="ar-SA"/>
        </w:rPr>
      </w:pPr>
    </w:p>
    <w:p w14:paraId="1D62CF5C" w14:textId="78059A8B" w:rsidR="00467F4D" w:rsidRPr="00605272" w:rsidRDefault="009A7CD7" w:rsidP="00467F4D">
      <w:pPr>
        <w:suppressAutoHyphens/>
        <w:rPr>
          <w:rFonts w:ascii="Tahoma" w:hAnsi="Tahoma" w:cs="Tahoma"/>
          <w:b/>
          <w:bCs/>
          <w:color w:val="000000"/>
          <w:sz w:val="20"/>
          <w:szCs w:val="20"/>
          <w:u w:val="single"/>
          <w:lang w:eastAsia="ar-SA"/>
        </w:rPr>
      </w:pPr>
      <w:r>
        <w:rPr>
          <w:rFonts w:ascii="Tahoma" w:hAnsi="Tahoma" w:cs="Tahoma"/>
          <w:b/>
          <w:bCs/>
          <w:color w:val="000000"/>
          <w:sz w:val="20"/>
          <w:szCs w:val="20"/>
          <w:u w:val="single"/>
          <w:lang w:eastAsia="ar-SA"/>
        </w:rPr>
        <w:t>VIII</w:t>
      </w:r>
      <w:r w:rsidR="00467F4D" w:rsidRPr="00605272">
        <w:rPr>
          <w:rFonts w:ascii="Tahoma" w:hAnsi="Tahoma" w:cs="Tahoma"/>
          <w:b/>
          <w:bCs/>
          <w:color w:val="000000"/>
          <w:sz w:val="20"/>
          <w:szCs w:val="20"/>
          <w:u w:val="single"/>
          <w:lang w:eastAsia="ar-SA"/>
        </w:rPr>
        <w:t>. Ponadto oświadczam(y), że:</w:t>
      </w:r>
    </w:p>
    <w:p w14:paraId="72B9B91C" w14:textId="77777777" w:rsidR="00467F4D" w:rsidRPr="00605272" w:rsidRDefault="00467F4D" w:rsidP="00467F4D">
      <w:pPr>
        <w:suppressAutoHyphens/>
        <w:rPr>
          <w:rFonts w:ascii="Tahoma" w:hAnsi="Tahoma" w:cs="Tahoma"/>
          <w:b/>
          <w:bCs/>
          <w:color w:val="000000"/>
          <w:sz w:val="20"/>
          <w:szCs w:val="20"/>
          <w:u w:val="single"/>
          <w:lang w:eastAsia="ar-SA"/>
        </w:rPr>
      </w:pPr>
    </w:p>
    <w:p w14:paraId="59FF6C51" w14:textId="40F64AAD" w:rsidR="00535829" w:rsidRPr="00C63B5E" w:rsidRDefault="00C63B5E" w:rsidP="00EF1574">
      <w:pPr>
        <w:numPr>
          <w:ilvl w:val="1"/>
          <w:numId w:val="10"/>
        </w:numPr>
        <w:tabs>
          <w:tab w:val="left" w:pos="0"/>
        </w:tabs>
        <w:suppressAutoHyphens/>
        <w:ind w:left="284" w:hanging="284"/>
        <w:jc w:val="both"/>
        <w:rPr>
          <w:rFonts w:ascii="Tahoma" w:hAnsi="Tahoma" w:cs="Tahoma"/>
          <w:b/>
          <w:kern w:val="2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Jesteśmy:</w:t>
      </w:r>
    </w:p>
    <w:p w14:paraId="439BA192" w14:textId="77777777" w:rsidR="00C63B5E" w:rsidRDefault="00C63B5E" w:rsidP="00C63B5E">
      <w:pPr>
        <w:suppressAutoHyphens/>
        <w:ind w:left="720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5"/>
        <w:gridCol w:w="1035"/>
      </w:tblGrid>
      <w:tr w:rsidR="00C63B5E" w:rsidRPr="002A3658" w14:paraId="55D35580" w14:textId="77777777" w:rsidTr="00680C15"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1CBA9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mikroprzedsiębiorstwem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ED3E3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C63B5E" w:rsidRPr="002A3658" w14:paraId="128DE4C3" w14:textId="77777777" w:rsidTr="00680C1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3E585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małym przedsiębiorstwem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8E6E0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C63B5E" w:rsidRPr="002A3658" w14:paraId="15998A52" w14:textId="77777777" w:rsidTr="00680C1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DC7F5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średnim przedsiębiorstwem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CE7E9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C63B5E" w:rsidRPr="002A3658" w14:paraId="629F2473" w14:textId="77777777" w:rsidTr="00680C1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C39DD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dużym przedsiębiorstwem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4B776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C63B5E" w:rsidRPr="002A3658" w14:paraId="29A19EBF" w14:textId="77777777" w:rsidTr="00680C1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62FEA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jednoosobową działalnością gospodarczą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8D935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C63B5E" w:rsidRPr="002A3658" w14:paraId="43D2786B" w14:textId="77777777" w:rsidTr="00680C1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3CCB8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 xml:space="preserve">osobą fizyczną nieprowadzącą działalności </w:t>
            </w:r>
            <w:proofErr w:type="spellStart"/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gospod</w:t>
            </w:r>
            <w:proofErr w:type="spellEnd"/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185B1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C63B5E" w:rsidRPr="002A3658" w14:paraId="3724202F" w14:textId="77777777" w:rsidTr="00680C1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285A6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inny rodzaj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E2DE8" w14:textId="77777777" w:rsidR="00C63B5E" w:rsidRPr="002A3658" w:rsidRDefault="00C63B5E" w:rsidP="00680C15">
            <w:pPr>
              <w:spacing w:before="100" w:beforeAutospacing="1" w:after="100" w:afterAutospacing="1"/>
              <w:jc w:val="both"/>
              <w:rPr>
                <w:rFonts w:ascii="Tahoma" w:hAnsi="Tahoma" w:cs="Tahoma"/>
                <w:color w:val="000000"/>
              </w:rPr>
            </w:pPr>
            <w:r w:rsidRPr="002A365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14:paraId="35C4A373" w14:textId="29671673" w:rsidR="00C63B5E" w:rsidRDefault="00C63B5E" w:rsidP="00C63B5E">
      <w:pPr>
        <w:spacing w:before="100" w:beforeAutospacing="1" w:after="100" w:afterAutospacing="1"/>
        <w:jc w:val="both"/>
        <w:rPr>
          <w:rFonts w:ascii="Tahoma" w:hAnsi="Tahoma" w:cs="Tahoma"/>
          <w:color w:val="000000"/>
          <w:sz w:val="20"/>
          <w:szCs w:val="20"/>
        </w:rPr>
      </w:pPr>
      <w:r w:rsidRPr="002A3658">
        <w:rPr>
          <w:rFonts w:ascii="Tahoma" w:hAnsi="Tahoma" w:cs="Tahoma"/>
          <w:color w:val="000000"/>
          <w:sz w:val="20"/>
          <w:szCs w:val="20"/>
        </w:rPr>
        <w:t xml:space="preserve">    * - zaznaczyć odpowiednie</w:t>
      </w:r>
    </w:p>
    <w:p w14:paraId="72D501EE" w14:textId="1D40890D" w:rsidR="009A7CD7" w:rsidRDefault="009A7CD7" w:rsidP="00C63B5E">
      <w:pPr>
        <w:spacing w:before="100" w:beforeAutospacing="1" w:after="100" w:afterAutospacing="1"/>
        <w:jc w:val="both"/>
        <w:rPr>
          <w:rFonts w:ascii="Tahoma" w:hAnsi="Tahoma" w:cs="Tahoma"/>
          <w:color w:val="000000"/>
          <w:sz w:val="20"/>
          <w:szCs w:val="20"/>
        </w:rPr>
      </w:pPr>
    </w:p>
    <w:p w14:paraId="4FD66BF2" w14:textId="77777777" w:rsidR="009A7CD7" w:rsidRPr="00C63B5E" w:rsidRDefault="009A7CD7" w:rsidP="00C63B5E">
      <w:pPr>
        <w:spacing w:before="100" w:beforeAutospacing="1" w:after="100" w:afterAutospacing="1"/>
        <w:jc w:val="both"/>
        <w:rPr>
          <w:rFonts w:ascii="Tahoma" w:hAnsi="Tahoma" w:cs="Tahoma"/>
          <w:color w:val="000000"/>
        </w:rPr>
      </w:pPr>
    </w:p>
    <w:p w14:paraId="36EB5716" w14:textId="1C9BF641" w:rsidR="00535829" w:rsidRPr="00605272" w:rsidRDefault="00535829" w:rsidP="00EF1574">
      <w:pPr>
        <w:numPr>
          <w:ilvl w:val="1"/>
          <w:numId w:val="10"/>
        </w:numPr>
        <w:tabs>
          <w:tab w:val="left" w:pos="0"/>
        </w:tabs>
        <w:suppressAutoHyphens/>
        <w:ind w:left="284" w:hanging="284"/>
        <w:jc w:val="both"/>
        <w:rPr>
          <w:rFonts w:ascii="Tahoma" w:hAnsi="Tahoma" w:cs="Tahoma"/>
          <w:b/>
          <w:kern w:val="2"/>
          <w:sz w:val="20"/>
          <w:szCs w:val="20"/>
        </w:rPr>
      </w:pPr>
      <w:r w:rsidRPr="00605272">
        <w:rPr>
          <w:rFonts w:ascii="Tahoma" w:hAnsi="Tahoma" w:cs="Tahoma"/>
          <w:kern w:val="2"/>
          <w:sz w:val="20"/>
          <w:szCs w:val="20"/>
        </w:rPr>
        <w:lastRenderedPageBreak/>
        <w:t>Pochodzę z innego państwa członkowskiego Unii Europejskiej</w:t>
      </w:r>
      <w:r w:rsidR="00C32BE7">
        <w:rPr>
          <w:rFonts w:ascii="Tahoma" w:hAnsi="Tahoma" w:cs="Tahoma"/>
          <w:kern w:val="2"/>
          <w:sz w:val="20"/>
          <w:szCs w:val="20"/>
        </w:rPr>
        <w:t xml:space="preserve">: </w:t>
      </w:r>
      <w:r w:rsidR="00C32BE7">
        <w:rPr>
          <w:rFonts w:ascii="Tahoma" w:hAnsi="Tahoma" w:cs="Tahoma"/>
          <w:b/>
          <w:kern w:val="2"/>
          <w:sz w:val="20"/>
          <w:szCs w:val="20"/>
        </w:rPr>
        <w:t>T</w:t>
      </w:r>
      <w:r w:rsidRPr="00605272">
        <w:rPr>
          <w:rFonts w:ascii="Tahoma" w:hAnsi="Tahoma" w:cs="Tahoma"/>
          <w:b/>
          <w:kern w:val="2"/>
          <w:sz w:val="20"/>
          <w:szCs w:val="20"/>
        </w:rPr>
        <w:t xml:space="preserve">AK   NIE – </w:t>
      </w:r>
      <w:r w:rsidR="00C32BE7">
        <w:rPr>
          <w:rFonts w:ascii="Tahoma" w:hAnsi="Tahoma" w:cs="Tahoma"/>
          <w:b/>
          <w:sz w:val="20"/>
          <w:szCs w:val="20"/>
          <w:u w:val="single"/>
        </w:rPr>
        <w:t>odpowiednie zakreślić.</w:t>
      </w:r>
    </w:p>
    <w:p w14:paraId="7D78C3E6" w14:textId="7D7AB263" w:rsidR="00535829" w:rsidRPr="00605272" w:rsidRDefault="00535829" w:rsidP="00EF1574">
      <w:pPr>
        <w:numPr>
          <w:ilvl w:val="1"/>
          <w:numId w:val="10"/>
        </w:numPr>
        <w:tabs>
          <w:tab w:val="left" w:pos="0"/>
        </w:tabs>
        <w:suppressAutoHyphens/>
        <w:ind w:left="284" w:hanging="284"/>
        <w:jc w:val="both"/>
        <w:rPr>
          <w:rFonts w:ascii="Tahoma" w:hAnsi="Tahoma" w:cs="Tahoma"/>
          <w:b/>
          <w:kern w:val="2"/>
          <w:sz w:val="20"/>
          <w:szCs w:val="20"/>
        </w:rPr>
      </w:pPr>
      <w:r w:rsidRPr="00605272">
        <w:rPr>
          <w:rFonts w:ascii="Tahoma" w:hAnsi="Tahoma" w:cs="Tahoma"/>
          <w:kern w:val="2"/>
          <w:sz w:val="20"/>
          <w:szCs w:val="20"/>
        </w:rPr>
        <w:t xml:space="preserve">Pochodzę z innego państwa nie będącego członkiem Unii Europejskiej: </w:t>
      </w:r>
      <w:r w:rsidRPr="00605272">
        <w:rPr>
          <w:rFonts w:ascii="Tahoma" w:hAnsi="Tahoma" w:cs="Tahoma"/>
          <w:b/>
          <w:kern w:val="2"/>
          <w:sz w:val="20"/>
          <w:szCs w:val="20"/>
        </w:rPr>
        <w:t xml:space="preserve">TAK   NIE – </w:t>
      </w:r>
      <w:r w:rsidR="00C32BE7">
        <w:rPr>
          <w:rFonts w:ascii="Tahoma" w:hAnsi="Tahoma" w:cs="Tahoma"/>
          <w:b/>
          <w:sz w:val="20"/>
          <w:szCs w:val="20"/>
          <w:u w:val="single"/>
        </w:rPr>
        <w:t>odpowiednie zakreślić.</w:t>
      </w:r>
    </w:p>
    <w:p w14:paraId="1D0057C0" w14:textId="77777777" w:rsidR="00535829" w:rsidRPr="00605272" w:rsidRDefault="00535829" w:rsidP="00EF1574">
      <w:pPr>
        <w:numPr>
          <w:ilvl w:val="1"/>
          <w:numId w:val="9"/>
        </w:numPr>
        <w:tabs>
          <w:tab w:val="left" w:pos="0"/>
        </w:tabs>
        <w:suppressAutoHyphens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05272">
        <w:rPr>
          <w:rFonts w:ascii="Tahoma" w:hAnsi="Tahoma" w:cs="Tahoma"/>
          <w:bCs/>
          <w:sz w:val="20"/>
          <w:szCs w:val="20"/>
        </w:rPr>
        <w:t>Wybór oferty prowadzi/nie prowadzi</w:t>
      </w:r>
      <w:r w:rsidRPr="00605272">
        <w:rPr>
          <w:rFonts w:ascii="Tahoma" w:hAnsi="Tahoma" w:cs="Tahoma"/>
          <w:bCs/>
          <w:sz w:val="20"/>
          <w:szCs w:val="20"/>
          <w:vertAlign w:val="superscript"/>
        </w:rPr>
        <w:t xml:space="preserve"> </w:t>
      </w:r>
      <w:r w:rsidRPr="00605272">
        <w:rPr>
          <w:rFonts w:ascii="Tahoma" w:hAnsi="Tahoma" w:cs="Tahoma"/>
          <w:bCs/>
          <w:sz w:val="20"/>
          <w:szCs w:val="20"/>
        </w:rPr>
        <w:t>do powstania u Zamawiającego obowiązku podatkowego:</w:t>
      </w:r>
    </w:p>
    <w:p w14:paraId="45996165" w14:textId="77777777" w:rsidR="00C63B5E" w:rsidRDefault="00535829" w:rsidP="00EF1574">
      <w:pPr>
        <w:numPr>
          <w:ilvl w:val="0"/>
          <w:numId w:val="11"/>
        </w:numPr>
        <w:tabs>
          <w:tab w:val="left" w:pos="567"/>
        </w:tabs>
        <w:suppressAutoHyphens/>
        <w:ind w:left="709" w:hanging="65"/>
        <w:jc w:val="both"/>
        <w:rPr>
          <w:rFonts w:ascii="Tahoma" w:hAnsi="Tahoma" w:cs="Tahoma"/>
          <w:sz w:val="20"/>
          <w:szCs w:val="20"/>
        </w:rPr>
      </w:pPr>
      <w:r w:rsidRPr="00605272">
        <w:rPr>
          <w:rFonts w:ascii="Tahoma" w:hAnsi="Tahoma" w:cs="Tahoma"/>
          <w:sz w:val="20"/>
          <w:szCs w:val="20"/>
        </w:rPr>
        <w:t>Nazwa towaru lub usługi, których dostawa lub świadczenie będzie prowadzić do powstania obowiązku podatkowego: ……………………..…………………………………………………………</w:t>
      </w:r>
      <w:r w:rsidR="00C32BE7">
        <w:rPr>
          <w:rFonts w:ascii="Tahoma" w:hAnsi="Tahoma" w:cs="Tahoma"/>
          <w:sz w:val="20"/>
          <w:szCs w:val="20"/>
        </w:rPr>
        <w:t>…………..</w:t>
      </w:r>
    </w:p>
    <w:p w14:paraId="12FA1FF3" w14:textId="52482ADB" w:rsidR="00125D65" w:rsidRPr="00C63B5E" w:rsidRDefault="00535829" w:rsidP="00EF1574">
      <w:pPr>
        <w:numPr>
          <w:ilvl w:val="0"/>
          <w:numId w:val="11"/>
        </w:numPr>
        <w:tabs>
          <w:tab w:val="left" w:pos="567"/>
        </w:tabs>
        <w:suppressAutoHyphens/>
        <w:ind w:left="709" w:hanging="65"/>
        <w:jc w:val="both"/>
        <w:rPr>
          <w:rFonts w:ascii="Tahoma" w:hAnsi="Tahoma" w:cs="Tahoma"/>
          <w:sz w:val="20"/>
          <w:szCs w:val="20"/>
        </w:rPr>
      </w:pPr>
      <w:r w:rsidRPr="00C63B5E">
        <w:rPr>
          <w:rFonts w:ascii="Tahoma" w:hAnsi="Tahoma" w:cs="Tahoma"/>
          <w:sz w:val="20"/>
          <w:szCs w:val="20"/>
        </w:rPr>
        <w:t>Wartość towaru lub usługi bez kwoty podatku VAT: ……………..……………………………………</w:t>
      </w:r>
      <w:r w:rsidR="00C63B5E">
        <w:rPr>
          <w:rFonts w:ascii="Tahoma" w:hAnsi="Tahoma" w:cs="Tahoma"/>
          <w:sz w:val="20"/>
          <w:szCs w:val="20"/>
        </w:rPr>
        <w:t>…..</w:t>
      </w:r>
    </w:p>
    <w:p w14:paraId="20A8579D" w14:textId="77777777" w:rsidR="00125D65" w:rsidRPr="00605272" w:rsidRDefault="00125D65" w:rsidP="00EF1574">
      <w:pPr>
        <w:numPr>
          <w:ilvl w:val="1"/>
          <w:numId w:val="9"/>
        </w:numPr>
        <w:tabs>
          <w:tab w:val="left" w:pos="284"/>
        </w:tabs>
        <w:spacing w:before="100" w:beforeAutospacing="1" w:after="119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05272">
        <w:rPr>
          <w:rFonts w:ascii="Tahoma" w:hAnsi="Tahoma" w:cs="Tahoma"/>
          <w:color w:val="000000"/>
          <w:sz w:val="20"/>
          <w:szCs w:val="20"/>
        </w:rPr>
        <w:t>Oświadczam, że wypełniłem obowiązki informacyjne przewidziane w art. 13 lub art. 14 RODO</w:t>
      </w:r>
      <w:r w:rsidRPr="00605272">
        <w:rPr>
          <w:rFonts w:ascii="Tahoma" w:hAnsi="Tahoma" w:cs="Tahoma"/>
          <w:color w:val="000000"/>
          <w:sz w:val="20"/>
          <w:szCs w:val="20"/>
          <w:vertAlign w:val="superscript"/>
        </w:rPr>
        <w:t>1)</w:t>
      </w:r>
      <w:r w:rsidRPr="00605272">
        <w:rPr>
          <w:rFonts w:ascii="Tahoma" w:hAnsi="Tahoma" w:cs="Tahoma"/>
          <w:color w:val="000000"/>
          <w:sz w:val="20"/>
          <w:szCs w:val="20"/>
        </w:rPr>
        <w:t xml:space="preserve"> wobec osób fizycznych, </w:t>
      </w:r>
      <w:r w:rsidRPr="00605272">
        <w:rPr>
          <w:rFonts w:ascii="Tahoma" w:hAnsi="Tahoma" w:cs="Tahoma"/>
          <w:sz w:val="20"/>
          <w:szCs w:val="20"/>
        </w:rPr>
        <w:t>od których dane osobowe bezpośrednio lub pośrednio pozyskałem</w:t>
      </w:r>
      <w:r w:rsidRPr="00605272">
        <w:rPr>
          <w:rFonts w:ascii="Tahoma" w:hAnsi="Tahoma" w:cs="Tahom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05272">
        <w:rPr>
          <w:rFonts w:ascii="Tahoma" w:hAnsi="Tahoma" w:cs="Tahoma"/>
          <w:sz w:val="20"/>
          <w:szCs w:val="20"/>
        </w:rPr>
        <w:t>.*</w:t>
      </w:r>
    </w:p>
    <w:p w14:paraId="7535ED8F" w14:textId="742798A4" w:rsidR="00535829" w:rsidRPr="00605272" w:rsidRDefault="00535829" w:rsidP="00EF1574">
      <w:pPr>
        <w:numPr>
          <w:ilvl w:val="1"/>
          <w:numId w:val="9"/>
        </w:numPr>
        <w:suppressAutoHyphens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05272">
        <w:rPr>
          <w:rFonts w:ascii="Tahoma" w:hAnsi="Tahoma" w:cs="Tahoma"/>
          <w:bCs/>
          <w:sz w:val="20"/>
          <w:szCs w:val="20"/>
        </w:rPr>
        <w:t>Zapoznałem się ze wszystkimi warunkami określony</w:t>
      </w:r>
      <w:r w:rsidR="00013EE7" w:rsidRPr="00605272">
        <w:rPr>
          <w:rFonts w:ascii="Tahoma" w:hAnsi="Tahoma" w:cs="Tahoma"/>
          <w:bCs/>
          <w:sz w:val="20"/>
          <w:szCs w:val="20"/>
        </w:rPr>
        <w:t xml:space="preserve">mi w SWZ oraz we Wzorze umowy i </w:t>
      </w:r>
      <w:r w:rsidRPr="00605272">
        <w:rPr>
          <w:rFonts w:ascii="Tahoma" w:hAnsi="Tahoma" w:cs="Tahoma"/>
          <w:bCs/>
          <w:sz w:val="20"/>
          <w:szCs w:val="20"/>
        </w:rPr>
        <w:t xml:space="preserve">akceptuje je w całości. </w:t>
      </w:r>
    </w:p>
    <w:p w14:paraId="30E78AC0" w14:textId="70D872F1" w:rsidR="00535829" w:rsidRPr="00605272" w:rsidRDefault="00535829" w:rsidP="00EF1574">
      <w:pPr>
        <w:numPr>
          <w:ilvl w:val="1"/>
          <w:numId w:val="9"/>
        </w:numPr>
        <w:suppressAutoHyphens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05272">
        <w:rPr>
          <w:rFonts w:ascii="Tahoma" w:hAnsi="Tahoma" w:cs="Tahoma"/>
          <w:sz w:val="20"/>
          <w:szCs w:val="20"/>
        </w:rPr>
        <w:t xml:space="preserve">Uważam się za związanego ofertą przez </w:t>
      </w:r>
      <w:r w:rsidR="002A32B5">
        <w:rPr>
          <w:rFonts w:ascii="Tahoma" w:hAnsi="Tahoma" w:cs="Tahoma"/>
          <w:b/>
          <w:bCs/>
          <w:sz w:val="20"/>
          <w:szCs w:val="20"/>
        </w:rPr>
        <w:t>9</w:t>
      </w:r>
      <w:r w:rsidRPr="00605272">
        <w:rPr>
          <w:rFonts w:ascii="Tahoma" w:hAnsi="Tahoma" w:cs="Tahoma"/>
          <w:b/>
          <w:bCs/>
          <w:sz w:val="20"/>
          <w:szCs w:val="20"/>
        </w:rPr>
        <w:t>0 dni</w:t>
      </w:r>
      <w:r w:rsidRPr="00605272">
        <w:rPr>
          <w:rFonts w:ascii="Tahoma" w:hAnsi="Tahoma" w:cs="Tahoma"/>
          <w:sz w:val="20"/>
          <w:szCs w:val="20"/>
        </w:rPr>
        <w:t xml:space="preserve"> od dnia, w którym dokonano otwarcia ofert,</w:t>
      </w:r>
    </w:p>
    <w:p w14:paraId="3DC2AEB5" w14:textId="70E09E58" w:rsidR="00535829" w:rsidRPr="00605272" w:rsidRDefault="00535829" w:rsidP="00EF1574">
      <w:pPr>
        <w:numPr>
          <w:ilvl w:val="1"/>
          <w:numId w:val="9"/>
        </w:numPr>
        <w:tabs>
          <w:tab w:val="left" w:pos="284"/>
        </w:tabs>
        <w:suppressAutoHyphens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605272">
        <w:rPr>
          <w:rFonts w:ascii="Tahoma" w:hAnsi="Tahoma" w:cs="Tahoma"/>
          <w:sz w:val="20"/>
          <w:szCs w:val="20"/>
        </w:rPr>
        <w:t>W przypadku wyboru oferty jako najkorzystniejszej w przedmiotowym postępowaniu o udzielenie zamówienia publicznego zobowiązuje się do zawarcia pisemnej umowy w brzmieniu zgodnym ze Wzorem zawartym w SWZ, w siedzibie Zamawiającego, w terminie przez niego wyznaczonym.</w:t>
      </w:r>
    </w:p>
    <w:p w14:paraId="70B5301D" w14:textId="77777777" w:rsidR="00535829" w:rsidRPr="00605272" w:rsidRDefault="00535829" w:rsidP="00EF1574">
      <w:pPr>
        <w:numPr>
          <w:ilvl w:val="1"/>
          <w:numId w:val="9"/>
        </w:numPr>
        <w:suppressAutoHyphens/>
        <w:ind w:left="284" w:hanging="284"/>
        <w:jc w:val="both"/>
        <w:rPr>
          <w:rFonts w:ascii="Tahoma" w:eastAsia="Arial" w:hAnsi="Tahoma" w:cs="Tahoma"/>
          <w:b/>
          <w:sz w:val="20"/>
          <w:szCs w:val="20"/>
        </w:rPr>
      </w:pPr>
      <w:r w:rsidRPr="00605272">
        <w:rPr>
          <w:rFonts w:ascii="Tahoma" w:hAnsi="Tahoma" w:cs="Tahoma"/>
          <w:b/>
          <w:sz w:val="20"/>
          <w:szCs w:val="20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2017 r., poz. 933 z </w:t>
      </w:r>
      <w:proofErr w:type="spellStart"/>
      <w:r w:rsidRPr="00605272">
        <w:rPr>
          <w:rFonts w:ascii="Tahoma" w:hAnsi="Tahoma" w:cs="Tahoma"/>
          <w:b/>
          <w:sz w:val="20"/>
          <w:szCs w:val="20"/>
        </w:rPr>
        <w:t>późn</w:t>
      </w:r>
      <w:proofErr w:type="spellEnd"/>
      <w:r w:rsidRPr="00605272">
        <w:rPr>
          <w:rFonts w:ascii="Tahoma" w:hAnsi="Tahoma" w:cs="Tahoma"/>
          <w:b/>
          <w:sz w:val="20"/>
          <w:szCs w:val="20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2017 r., poz. 933 z </w:t>
      </w:r>
      <w:proofErr w:type="spellStart"/>
      <w:r w:rsidRPr="00605272">
        <w:rPr>
          <w:rFonts w:ascii="Tahoma" w:hAnsi="Tahoma" w:cs="Tahoma"/>
          <w:b/>
          <w:sz w:val="20"/>
          <w:szCs w:val="20"/>
        </w:rPr>
        <w:t>późn</w:t>
      </w:r>
      <w:proofErr w:type="spellEnd"/>
      <w:r w:rsidRPr="00605272">
        <w:rPr>
          <w:rFonts w:ascii="Tahoma" w:hAnsi="Tahoma" w:cs="Tahoma"/>
          <w:b/>
          <w:sz w:val="20"/>
          <w:szCs w:val="20"/>
        </w:rPr>
        <w:t>. zm.) w oparciu o następujące uzasadnienie:</w:t>
      </w:r>
    </w:p>
    <w:p w14:paraId="7203CAFC" w14:textId="3DD66745" w:rsidR="00467F4D" w:rsidRPr="00605272" w:rsidRDefault="00535829" w:rsidP="00013EE7">
      <w:pPr>
        <w:ind w:left="284"/>
        <w:jc w:val="both"/>
        <w:rPr>
          <w:rFonts w:ascii="Tahoma" w:hAnsi="Tahoma" w:cs="Tahoma"/>
          <w:color w:val="000000"/>
          <w:sz w:val="20"/>
          <w:szCs w:val="20"/>
          <w:lang w:eastAsia="ar-SA"/>
        </w:rPr>
      </w:pPr>
      <w:r w:rsidRPr="00605272">
        <w:rPr>
          <w:rFonts w:ascii="Tahoma" w:eastAsia="Arial" w:hAnsi="Tahoma" w:cs="Tahoma"/>
          <w:b/>
          <w:sz w:val="20"/>
          <w:szCs w:val="20"/>
        </w:rPr>
        <w:t>…………………………………………………………………………………………………………</w:t>
      </w:r>
      <w:r w:rsidRPr="00605272">
        <w:rPr>
          <w:rFonts w:ascii="Tahoma" w:hAnsi="Tahoma" w:cs="Tahoma"/>
          <w:b/>
          <w:sz w:val="20"/>
          <w:szCs w:val="20"/>
        </w:rPr>
        <w:t>.……………………………………………………………………………………………………………</w:t>
      </w:r>
      <w:r w:rsidR="00A43F9E" w:rsidRPr="00605272">
        <w:rPr>
          <w:rFonts w:ascii="Tahoma" w:hAnsi="Tahoma" w:cs="Tahoma"/>
          <w:b/>
          <w:sz w:val="20"/>
          <w:szCs w:val="20"/>
        </w:rPr>
        <w:t>……………</w:t>
      </w:r>
      <w:r w:rsidR="00C63B5E">
        <w:rPr>
          <w:rFonts w:ascii="Tahoma" w:hAnsi="Tahoma" w:cs="Tahoma"/>
          <w:b/>
          <w:sz w:val="20"/>
          <w:szCs w:val="20"/>
        </w:rPr>
        <w:t>.</w:t>
      </w:r>
      <w:r w:rsidR="00A43F9E" w:rsidRPr="00C63B5E">
        <w:rPr>
          <w:rFonts w:ascii="Tahoma" w:hAnsi="Tahoma" w:cs="Tahoma"/>
          <w:b/>
          <w:sz w:val="20"/>
          <w:szCs w:val="20"/>
        </w:rPr>
        <w:t>……………………………………………………………………………………….</w:t>
      </w:r>
      <w:r w:rsidRPr="00C63B5E">
        <w:rPr>
          <w:rFonts w:ascii="Tahoma" w:hAnsi="Tahoma" w:cs="Tahoma"/>
          <w:b/>
          <w:sz w:val="20"/>
          <w:szCs w:val="20"/>
        </w:rPr>
        <w:t>………</w:t>
      </w:r>
      <w:r w:rsidR="00C63B5E" w:rsidRPr="00C63B5E">
        <w:rPr>
          <w:rFonts w:ascii="Tahoma" w:hAnsi="Tahoma" w:cs="Tahoma"/>
          <w:b/>
          <w:sz w:val="20"/>
          <w:szCs w:val="20"/>
        </w:rPr>
        <w:t>……</w:t>
      </w:r>
      <w:r w:rsidR="00C63B5E" w:rsidRPr="00C63B5E">
        <w:rPr>
          <w:rFonts w:ascii="Tahoma" w:hAnsi="Tahoma" w:cs="Tahoma"/>
          <w:b/>
          <w:color w:val="000000"/>
          <w:sz w:val="20"/>
          <w:szCs w:val="20"/>
          <w:lang w:eastAsia="ar-SA"/>
        </w:rPr>
        <w:t>…………</w:t>
      </w:r>
      <w:r w:rsidR="00C63B5E">
        <w:rPr>
          <w:rFonts w:ascii="Tahoma" w:hAnsi="Tahoma" w:cs="Tahoma"/>
          <w:b/>
          <w:color w:val="000000"/>
          <w:sz w:val="20"/>
          <w:szCs w:val="20"/>
          <w:lang w:eastAsia="ar-SA"/>
        </w:rPr>
        <w:t>...</w:t>
      </w:r>
    </w:p>
    <w:p w14:paraId="168F0888" w14:textId="77777777" w:rsidR="00DB6A48" w:rsidRPr="00605272" w:rsidRDefault="00DB6A48" w:rsidP="00DB6A48">
      <w:pPr>
        <w:ind w:left="6372" w:hanging="5664"/>
        <w:rPr>
          <w:rFonts w:ascii="Tahoma" w:hAnsi="Tahoma" w:cs="Tahoma"/>
          <w:sz w:val="20"/>
          <w:szCs w:val="20"/>
        </w:rPr>
      </w:pPr>
    </w:p>
    <w:p w14:paraId="0846FAF0" w14:textId="77777777" w:rsidR="00125D65" w:rsidRPr="00605272" w:rsidRDefault="00125D65" w:rsidP="00125D65">
      <w:pPr>
        <w:spacing w:before="100" w:beforeAutospacing="1" w:after="119" w:line="276" w:lineRule="auto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605272">
        <w:rPr>
          <w:rFonts w:ascii="Tahoma" w:hAnsi="Tahoma" w:cs="Tahoma"/>
          <w:color w:val="000000"/>
          <w:sz w:val="20"/>
          <w:szCs w:val="20"/>
        </w:rPr>
        <w:t xml:space="preserve">* W przypadku gdy wykonawca </w:t>
      </w:r>
      <w:r w:rsidRPr="00605272">
        <w:rPr>
          <w:rFonts w:ascii="Tahoma" w:hAnsi="Tahoma" w:cs="Tahoma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0EC07E" w14:textId="77777777" w:rsidR="00C32BE7" w:rsidRPr="00C32BE7" w:rsidRDefault="00C32BE7" w:rsidP="00C32BE7">
      <w:pPr>
        <w:pStyle w:val="Tekstprzypisudolnego"/>
        <w:jc w:val="both"/>
        <w:rPr>
          <w:rFonts w:ascii="Tahoma" w:hAnsi="Tahoma" w:cs="Tahoma"/>
        </w:rPr>
      </w:pPr>
      <w:r w:rsidRPr="00C32BE7">
        <w:rPr>
          <w:rFonts w:ascii="Tahoma" w:hAnsi="Tahoma" w:cs="Tahoma"/>
          <w:color w:val="000000"/>
          <w:vertAlign w:val="superscript"/>
        </w:rPr>
        <w:t xml:space="preserve">1) </w:t>
      </w:r>
      <w:r w:rsidRPr="00C32BE7">
        <w:rPr>
          <w:rFonts w:ascii="Tahoma" w:hAnsi="Tahoma" w:cs="Tahom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157F23" w14:textId="77777777" w:rsidR="00460B77" w:rsidRPr="00605272" w:rsidRDefault="00460B77" w:rsidP="00125D65">
      <w:pPr>
        <w:spacing w:before="100" w:beforeAutospacing="1" w:after="119" w:line="276" w:lineRule="auto"/>
        <w:ind w:left="142" w:hanging="142"/>
        <w:jc w:val="both"/>
        <w:rPr>
          <w:rFonts w:ascii="Tahoma" w:hAnsi="Tahoma" w:cs="Tahoma"/>
          <w:sz w:val="20"/>
          <w:szCs w:val="20"/>
        </w:rPr>
      </w:pPr>
    </w:p>
    <w:p w14:paraId="75959CDC" w14:textId="73D3AC9F" w:rsidR="00975DF8" w:rsidRDefault="00975DF8" w:rsidP="00975DF8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1A9240AE" w14:textId="4AA4FC54" w:rsidR="000E35CF" w:rsidRDefault="000E35CF" w:rsidP="00975DF8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2EDF7A18" w14:textId="5D609B74" w:rsidR="000E35CF" w:rsidRDefault="000E35CF" w:rsidP="00975DF8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36B34726" w14:textId="059E683A" w:rsidR="000E35CF" w:rsidRDefault="000E35CF" w:rsidP="00975DF8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29112D26" w14:textId="361A2D0F" w:rsidR="000E35CF" w:rsidRDefault="000E35CF" w:rsidP="00975DF8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253F761D" w14:textId="56AE7DCB" w:rsidR="000E35CF" w:rsidRDefault="000E35CF" w:rsidP="00975DF8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7F1CAA63" w14:textId="31E285E5" w:rsidR="000E35CF" w:rsidRDefault="000E35CF" w:rsidP="00975DF8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5A376780" w14:textId="5C383435" w:rsidR="000E35CF" w:rsidRDefault="000E35CF" w:rsidP="00975DF8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p w14:paraId="672BBAD3" w14:textId="4DDE1EDD" w:rsidR="000E35CF" w:rsidRDefault="000E35CF" w:rsidP="00A94021">
      <w:pPr>
        <w:suppressAutoHyphens/>
        <w:rPr>
          <w:rFonts w:ascii="Tahoma" w:hAnsi="Tahoma" w:cs="Tahoma"/>
          <w:b/>
          <w:color w:val="000000"/>
          <w:sz w:val="20"/>
          <w:szCs w:val="20"/>
          <w:lang w:eastAsia="ar-SA"/>
        </w:rPr>
      </w:pPr>
    </w:p>
    <w:sectPr w:rsidR="000E35CF" w:rsidSect="000257FE">
      <w:headerReference w:type="default" r:id="rId8"/>
      <w:footerReference w:type="default" r:id="rId9"/>
      <w:headerReference w:type="first" r:id="rId10"/>
      <w:type w:val="continuous"/>
      <w:pgSz w:w="11906" w:h="16838" w:code="9"/>
      <w:pgMar w:top="1135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365D2" w16cex:dateUtc="2023-05-08T10:13:00Z"/>
  <w16cex:commentExtensible w16cex:durableId="280366B6" w16cex:dateUtc="2023-05-08T10:16:00Z"/>
  <w16cex:commentExtensible w16cex:durableId="2808ADD3" w16cex:dateUtc="2023-05-12T10:21:00Z"/>
  <w16cex:commentExtensible w16cex:durableId="280C7DBF" w16cex:dateUtc="2023-05-15T07:45:00Z"/>
  <w16cex:commentExtensible w16cex:durableId="2808AF68" w16cex:dateUtc="2023-05-12T10:28:00Z"/>
  <w16cex:commentExtensible w16cex:durableId="28036744" w16cex:dateUtc="2023-05-08T10:19:00Z"/>
  <w16cex:commentExtensible w16cex:durableId="2808B0D4" w16cex:dateUtc="2023-05-12T10:34:00Z"/>
  <w16cex:commentExtensible w16cex:durableId="280C8139" w16cex:dateUtc="2023-05-15T08:00:00Z"/>
  <w16cex:commentExtensible w16cex:durableId="27EA6DA1" w16cex:dateUtc="2023-04-19T11:39:00Z"/>
  <w16cex:commentExtensible w16cex:durableId="2808B14C" w16cex:dateUtc="2023-05-12T10:36:00Z"/>
  <w16cex:commentExtensible w16cex:durableId="27EA6E15" w16cex:dateUtc="2023-04-19T11:41:00Z"/>
  <w16cex:commentExtensible w16cex:durableId="2808B429" w16cex:dateUtc="2023-05-12T10:48:00Z"/>
  <w16cex:commentExtensible w16cex:durableId="2808B493" w16cex:dateUtc="2023-05-12T10:50:00Z"/>
  <w16cex:commentExtensible w16cex:durableId="27EA6EEF" w16cex:dateUtc="2023-04-19T11:45:00Z"/>
  <w16cex:commentExtensible w16cex:durableId="27EA6F35" w16cex:dateUtc="2023-04-19T11:46:00Z"/>
  <w16cex:commentExtensible w16cex:durableId="2808B7B5" w16cex:dateUtc="2023-05-12T11:03:00Z"/>
  <w16cex:commentExtensible w16cex:durableId="280C7D62" w16cex:dateUtc="2023-05-15T07:44:00Z"/>
  <w16cex:commentExtensible w16cex:durableId="28036812" w16cex:dateUtc="2023-05-08T10:22:00Z"/>
  <w16cex:commentExtensible w16cex:durableId="27EA7158" w16cex:dateUtc="2023-04-19T11:55:00Z"/>
  <w16cex:commentExtensible w16cex:durableId="28036851" w16cex:dateUtc="2023-05-08T1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0BD13E" w16cid:durableId="27EA658C"/>
  <w16cid:commentId w16cid:paraId="74858B60" w16cid:durableId="27EA658D"/>
  <w16cid:commentId w16cid:paraId="7DE7E0CA" w16cid:durableId="280365D2"/>
  <w16cid:commentId w16cid:paraId="7A96A978" w16cid:durableId="280365A0"/>
  <w16cid:commentId w16cid:paraId="369ADCF7" w16cid:durableId="280366B6"/>
  <w16cid:commentId w16cid:paraId="7A414C74" w16cid:durableId="2808ADD3"/>
  <w16cid:commentId w16cid:paraId="3C78C8C5" w16cid:durableId="280C7DBF"/>
  <w16cid:commentId w16cid:paraId="14116F59" w16cid:durableId="2808AF68"/>
  <w16cid:commentId w16cid:paraId="28C7874A" w16cid:durableId="280365A1"/>
  <w16cid:commentId w16cid:paraId="50A29F63" w16cid:durableId="28036744"/>
  <w16cid:commentId w16cid:paraId="7EA983B2" w16cid:durableId="2808B0D4"/>
  <w16cid:commentId w16cid:paraId="5617A498" w16cid:durableId="280C8139"/>
  <w16cid:commentId w16cid:paraId="3C70B553" w16cid:durableId="27EA6DA1"/>
  <w16cid:commentId w16cid:paraId="7BE8C0F8" w16cid:durableId="280365A3"/>
  <w16cid:commentId w16cid:paraId="0599F8BD" w16cid:durableId="2808B14C"/>
  <w16cid:commentId w16cid:paraId="3588F240" w16cid:durableId="27EA658E"/>
  <w16cid:commentId w16cid:paraId="4965E6DB" w16cid:durableId="27EA6E15"/>
  <w16cid:commentId w16cid:paraId="641F6829" w16cid:durableId="280365A6"/>
  <w16cid:commentId w16cid:paraId="7F9DDA71" w16cid:durableId="2808B429"/>
  <w16cid:commentId w16cid:paraId="7A2FCF4A" w16cid:durableId="2808B493"/>
  <w16cid:commentId w16cid:paraId="6B2176E0" w16cid:durableId="27EA658F"/>
  <w16cid:commentId w16cid:paraId="4BABBBA1" w16cid:durableId="27EA6590"/>
  <w16cid:commentId w16cid:paraId="4781C8C4" w16cid:durableId="27EA6EEF"/>
  <w16cid:commentId w16cid:paraId="55F287DC" w16cid:durableId="280365AA"/>
  <w16cid:commentId w16cid:paraId="413AD4F8" w16cid:durableId="27003BD1"/>
  <w16cid:commentId w16cid:paraId="14A2AC2A" w16cid:durableId="27003BD3"/>
  <w16cid:commentId w16cid:paraId="5B0AD0FB" w16cid:durableId="27EA6593"/>
  <w16cid:commentId w16cid:paraId="2A85A570" w16cid:durableId="27EA6F35"/>
  <w16cid:commentId w16cid:paraId="63C044AE" w16cid:durableId="280365AF"/>
  <w16cid:commentId w16cid:paraId="009852EE" w16cid:durableId="2808B7B5"/>
  <w16cid:commentId w16cid:paraId="7DA37EFC" w16cid:durableId="280C7D62"/>
  <w16cid:commentId w16cid:paraId="52E434E3" w16cid:durableId="27EA6596"/>
  <w16cid:commentId w16cid:paraId="17CDD1BE" w16cid:durableId="27EA6597"/>
  <w16cid:commentId w16cid:paraId="049E1278" w16cid:durableId="28036812"/>
  <w16cid:commentId w16cid:paraId="22C3A564" w16cid:durableId="27EA7158"/>
  <w16cid:commentId w16cid:paraId="30650F16" w16cid:durableId="280365B3"/>
  <w16cid:commentId w16cid:paraId="616705C2" w16cid:durableId="2803685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1C0C2" w14:textId="77777777" w:rsidR="005E3A1E" w:rsidRDefault="005E3A1E">
      <w:r>
        <w:separator/>
      </w:r>
    </w:p>
  </w:endnote>
  <w:endnote w:type="continuationSeparator" w:id="0">
    <w:p w14:paraId="5F47E956" w14:textId="77777777" w:rsidR="005E3A1E" w:rsidRDefault="005E3A1E">
      <w:r>
        <w:continuationSeparator/>
      </w:r>
    </w:p>
  </w:endnote>
  <w:endnote w:type="continuationNotice" w:id="1">
    <w:p w14:paraId="0611AD5A" w14:textId="77777777" w:rsidR="005E3A1E" w:rsidRDefault="005E3A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MS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1E69E" w14:textId="26004A16" w:rsidR="002B290C" w:rsidRDefault="002B290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2923">
      <w:rPr>
        <w:noProof/>
      </w:rPr>
      <w:t>2</w:t>
    </w:r>
    <w:r>
      <w:fldChar w:fldCharType="end"/>
    </w:r>
  </w:p>
  <w:p w14:paraId="56A91AB5" w14:textId="5F896D6A" w:rsidR="002B290C" w:rsidRDefault="002B29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7B891" w14:textId="77777777" w:rsidR="005E3A1E" w:rsidRDefault="005E3A1E">
      <w:r>
        <w:separator/>
      </w:r>
    </w:p>
  </w:footnote>
  <w:footnote w:type="continuationSeparator" w:id="0">
    <w:p w14:paraId="26122891" w14:textId="77777777" w:rsidR="005E3A1E" w:rsidRDefault="005E3A1E">
      <w:r>
        <w:continuationSeparator/>
      </w:r>
    </w:p>
  </w:footnote>
  <w:footnote w:type="continuationNotice" w:id="1">
    <w:p w14:paraId="377E1EA9" w14:textId="77777777" w:rsidR="005E3A1E" w:rsidRDefault="005E3A1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D753" w14:textId="3BBDE7CF" w:rsidR="002B290C" w:rsidRDefault="00342923" w:rsidP="009A7CD7">
    <w:pPr>
      <w:pStyle w:val="Nagwek"/>
      <w:tabs>
        <w:tab w:val="clear" w:pos="4536"/>
        <w:tab w:val="clear" w:pos="9072"/>
        <w:tab w:val="left" w:pos="2265"/>
      </w:tabs>
    </w:pPr>
    <w:r w:rsidRPr="00F42F8A">
      <w:rPr>
        <w:noProof/>
        <w:lang w:val="pl-PL" w:eastAsia="pl-PL"/>
      </w:rPr>
      <w:drawing>
        <wp:inline distT="0" distB="0" distL="0" distR="0" wp14:anchorId="7547834E" wp14:editId="611D4A72">
          <wp:extent cx="604520" cy="699770"/>
          <wp:effectExtent l="0" t="0" r="508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80740" w14:textId="77777777" w:rsidR="002B290C" w:rsidRPr="008C1461" w:rsidRDefault="002B290C" w:rsidP="002B290C">
    <w:pPr>
      <w:jc w:val="center"/>
      <w:rPr>
        <w:sz w:val="22"/>
        <w:szCs w:val="22"/>
      </w:rPr>
    </w:pPr>
    <w:r w:rsidRPr="008C1461">
      <w:rPr>
        <w:rFonts w:ascii="Calibri" w:hAnsi="Calibri" w:cs="Calibri"/>
        <w:b/>
        <w:bCs/>
        <w:smallCaps/>
        <w:color w:val="000000"/>
        <w:sz w:val="22"/>
        <w:szCs w:val="22"/>
      </w:rPr>
      <w:t xml:space="preserve">SPOŁECZNA INICJATYWA MIESZKANIOWA </w:t>
    </w:r>
    <w:r w:rsidRPr="008C1461">
      <w:rPr>
        <w:rFonts w:ascii="Calibri" w:hAnsi="Calibri" w:cs="Calibri"/>
        <w:b/>
        <w:bCs/>
        <w:color w:val="000000"/>
        <w:sz w:val="22"/>
        <w:szCs w:val="22"/>
      </w:rPr>
      <w:t>KZN - Pomorze sp. z o.o.</w:t>
    </w:r>
  </w:p>
  <w:p w14:paraId="146AFA25" w14:textId="77777777" w:rsidR="002B290C" w:rsidRPr="008C1461" w:rsidRDefault="002B290C" w:rsidP="002B290C">
    <w:pPr>
      <w:pBdr>
        <w:bottom w:val="single" w:sz="4" w:space="1" w:color="000000"/>
      </w:pBdr>
      <w:jc w:val="center"/>
      <w:rPr>
        <w:sz w:val="20"/>
        <w:szCs w:val="20"/>
      </w:rPr>
    </w:pPr>
    <w:r w:rsidRPr="008C1461">
      <w:rPr>
        <w:rFonts w:ascii="Calibri" w:hAnsi="Calibri" w:cs="Calibri"/>
        <w:color w:val="000000"/>
        <w:sz w:val="20"/>
        <w:szCs w:val="20"/>
      </w:rPr>
      <w:t>ul. Westerplatte 16 lok.1/A, 82-200 Malbork                           biuro@simkzn-pomorze.pl</w:t>
    </w:r>
  </w:p>
  <w:p w14:paraId="372BBEDB" w14:textId="77777777" w:rsidR="002B290C" w:rsidRDefault="002B29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FE7EDA6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0A"/>
    <w:multiLevelType w:val="singleLevel"/>
    <w:tmpl w:val="0000000A"/>
    <w:name w:val="WW8Num233"/>
    <w:lvl w:ilvl="0">
      <w:start w:val="1"/>
      <w:numFmt w:val="decimal"/>
      <w:lvlText w:val="%1."/>
      <w:lvlJc w:val="left"/>
      <w:pPr>
        <w:tabs>
          <w:tab w:val="num" w:pos="-344"/>
        </w:tabs>
        <w:ind w:left="360" w:hanging="360"/>
      </w:pPr>
    </w:lvl>
  </w:abstractNum>
  <w:abstractNum w:abstractNumId="8" w15:restartNumberingAfterBreak="0">
    <w:nsid w:val="0000000C"/>
    <w:multiLevelType w:val="singleLevel"/>
    <w:tmpl w:val="DDACB812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lang w:val="pl-PL"/>
      </w:rPr>
    </w:lvl>
  </w:abstractNum>
  <w:abstractNum w:abstractNumId="9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11" w15:restartNumberingAfterBreak="0">
    <w:nsid w:val="0000000F"/>
    <w:multiLevelType w:val="multilevel"/>
    <w:tmpl w:val="AA9E24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3" w15:restartNumberingAfterBreak="0">
    <w:nsid w:val="00000013"/>
    <w:multiLevelType w:val="singleLevel"/>
    <w:tmpl w:val="597AFFFA"/>
    <w:name w:val="WW8Num2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4" w15:restartNumberingAfterBreak="0">
    <w:nsid w:val="00000016"/>
    <w:multiLevelType w:val="multilevel"/>
    <w:tmpl w:val="00000016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7"/>
    <w:multiLevelType w:val="multilevel"/>
    <w:tmpl w:val="2AC42080"/>
    <w:lvl w:ilvl="0">
      <w:start w:val="1"/>
      <w:numFmt w:val="decimal"/>
      <w:lvlText w:val="%1)"/>
      <w:lvlJc w:val="left"/>
      <w:pPr>
        <w:tabs>
          <w:tab w:val="num" w:pos="-786"/>
        </w:tabs>
        <w:ind w:left="-66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852"/>
        </w:tabs>
        <w:ind w:left="588" w:hanging="360"/>
      </w:pPr>
      <w:rPr>
        <w:rFonts w:ascii="Tahoma" w:eastAsia="Times New Roman" w:hAnsi="Tahoma" w:cs="Tahoma"/>
      </w:rPr>
    </w:lvl>
    <w:lvl w:ilvl="2">
      <w:start w:val="1"/>
      <w:numFmt w:val="decimal"/>
      <w:lvlText w:val="%3)"/>
      <w:lvlJc w:val="left"/>
      <w:pPr>
        <w:tabs>
          <w:tab w:val="num" w:pos="-852"/>
        </w:tabs>
        <w:ind w:left="1308" w:hanging="18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852"/>
        </w:tabs>
        <w:ind w:left="2028" w:hanging="360"/>
      </w:pPr>
    </w:lvl>
    <w:lvl w:ilvl="4">
      <w:start w:val="1"/>
      <w:numFmt w:val="lowerLetter"/>
      <w:lvlText w:val="%5."/>
      <w:lvlJc w:val="left"/>
      <w:pPr>
        <w:tabs>
          <w:tab w:val="num" w:pos="-852"/>
        </w:tabs>
        <w:ind w:left="2748" w:hanging="360"/>
      </w:pPr>
    </w:lvl>
    <w:lvl w:ilvl="5">
      <w:start w:val="1"/>
      <w:numFmt w:val="lowerRoman"/>
      <w:lvlText w:val="%6."/>
      <w:lvlJc w:val="right"/>
      <w:pPr>
        <w:tabs>
          <w:tab w:val="num" w:pos="-852"/>
        </w:tabs>
        <w:ind w:left="3468" w:hanging="180"/>
      </w:pPr>
    </w:lvl>
    <w:lvl w:ilvl="6">
      <w:start w:val="1"/>
      <w:numFmt w:val="decimal"/>
      <w:lvlText w:val="%7."/>
      <w:lvlJc w:val="left"/>
      <w:pPr>
        <w:tabs>
          <w:tab w:val="num" w:pos="-852"/>
        </w:tabs>
        <w:ind w:left="4188" w:hanging="360"/>
      </w:pPr>
    </w:lvl>
    <w:lvl w:ilvl="7">
      <w:start w:val="1"/>
      <w:numFmt w:val="lowerLetter"/>
      <w:lvlText w:val="%8."/>
      <w:lvlJc w:val="left"/>
      <w:pPr>
        <w:tabs>
          <w:tab w:val="num" w:pos="-852"/>
        </w:tabs>
        <w:ind w:left="4908" w:hanging="360"/>
      </w:pPr>
    </w:lvl>
    <w:lvl w:ilvl="8">
      <w:start w:val="1"/>
      <w:numFmt w:val="lowerRoman"/>
      <w:lvlText w:val="%9."/>
      <w:lvlJc w:val="right"/>
      <w:pPr>
        <w:tabs>
          <w:tab w:val="num" w:pos="-852"/>
        </w:tabs>
        <w:ind w:left="5628" w:hanging="180"/>
      </w:pPr>
    </w:lvl>
  </w:abstractNum>
  <w:abstractNum w:abstractNumId="16" w15:restartNumberingAfterBreak="0">
    <w:nsid w:val="00000019"/>
    <w:multiLevelType w:val="singleLevel"/>
    <w:tmpl w:val="377CDF6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7" w15:restartNumberingAfterBreak="0">
    <w:nsid w:val="0000001B"/>
    <w:multiLevelType w:val="singleLevel"/>
    <w:tmpl w:val="0000001B"/>
    <w:name w:val="WW8Num35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Arial" w:hAnsi="Arial"/>
      </w:rPr>
    </w:lvl>
  </w:abstractNum>
  <w:abstractNum w:abstractNumId="1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F"/>
    <w:multiLevelType w:val="singleLevel"/>
    <w:tmpl w:val="0000001F"/>
    <w:name w:val="WW8Num3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22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25"/>
    <w:multiLevelType w:val="multilevel"/>
    <w:tmpl w:val="E2E2987C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6"/>
    <w:multiLevelType w:val="multilevel"/>
    <w:tmpl w:val="562C4900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2A"/>
    <w:multiLevelType w:val="multilevel"/>
    <w:tmpl w:val="0000002A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E"/>
    <w:multiLevelType w:val="singleLevel"/>
    <w:tmpl w:val="0000002E"/>
    <w:name w:val="WW8Num49"/>
    <w:lvl w:ilvl="0">
      <w:start w:val="2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ascii="Tahoma" w:hAnsi="Tahoma" w:cs="Tahoma"/>
        <w:b/>
      </w:rPr>
    </w:lvl>
  </w:abstractNum>
  <w:abstractNum w:abstractNumId="27" w15:restartNumberingAfterBreak="0">
    <w:nsid w:val="00000030"/>
    <w:multiLevelType w:val="singleLevel"/>
    <w:tmpl w:val="00000030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000031"/>
    <w:multiLevelType w:val="multilevel"/>
    <w:tmpl w:val="000000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color w:val="000000"/>
        <w:sz w:val="20"/>
        <w:szCs w:val="20"/>
      </w:rPr>
    </w:lvl>
  </w:abstractNum>
  <w:abstractNum w:abstractNumId="2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color w:val="000000"/>
        <w:sz w:val="20"/>
        <w:szCs w:val="20"/>
      </w:rPr>
    </w:lvl>
  </w:abstractNum>
  <w:abstractNum w:abstractNumId="30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A127A4"/>
    <w:multiLevelType w:val="hybridMultilevel"/>
    <w:tmpl w:val="F702BB1E"/>
    <w:name w:val="WW8Num2422"/>
    <w:lvl w:ilvl="0" w:tplc="1E3A0B3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6C0242C"/>
    <w:multiLevelType w:val="hybridMultilevel"/>
    <w:tmpl w:val="DE86779C"/>
    <w:name w:val="WW8Num235"/>
    <w:lvl w:ilvl="0" w:tplc="0CD259D8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8113490"/>
    <w:multiLevelType w:val="multilevel"/>
    <w:tmpl w:val="366AEFB8"/>
    <w:name w:val="WW8Num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082F158C"/>
    <w:multiLevelType w:val="multilevel"/>
    <w:tmpl w:val="9014F4A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974509B"/>
    <w:multiLevelType w:val="hybridMultilevel"/>
    <w:tmpl w:val="43D4AF60"/>
    <w:name w:val="WW8Num212"/>
    <w:lvl w:ilvl="0" w:tplc="A95A862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B434A02"/>
    <w:multiLevelType w:val="multilevel"/>
    <w:tmpl w:val="020023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48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EB309AE"/>
    <w:multiLevelType w:val="hybridMultilevel"/>
    <w:tmpl w:val="228A77EE"/>
    <w:lvl w:ilvl="0" w:tplc="594A01C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060072"/>
    <w:multiLevelType w:val="hybridMultilevel"/>
    <w:tmpl w:val="661E2154"/>
    <w:lvl w:ilvl="0" w:tplc="04150017">
      <w:start w:val="1"/>
      <w:numFmt w:val="lowerLetter"/>
      <w:lvlText w:val="%1)"/>
      <w:lvlJc w:val="left"/>
      <w:pPr>
        <w:ind w:left="-148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-687" w:hanging="360"/>
      </w:pPr>
    </w:lvl>
    <w:lvl w:ilvl="2" w:tplc="0415001B" w:tentative="1">
      <w:start w:val="1"/>
      <w:numFmt w:val="lowerRoman"/>
      <w:lvlText w:val="%3."/>
      <w:lvlJc w:val="right"/>
      <w:pPr>
        <w:ind w:left="33" w:hanging="180"/>
      </w:pPr>
    </w:lvl>
    <w:lvl w:ilvl="3" w:tplc="0415000F" w:tentative="1">
      <w:start w:val="1"/>
      <w:numFmt w:val="decimal"/>
      <w:lvlText w:val="%4."/>
      <w:lvlJc w:val="left"/>
      <w:pPr>
        <w:ind w:left="753" w:hanging="360"/>
      </w:pPr>
    </w:lvl>
    <w:lvl w:ilvl="4" w:tplc="04150019" w:tentative="1">
      <w:start w:val="1"/>
      <w:numFmt w:val="lowerLetter"/>
      <w:lvlText w:val="%5."/>
      <w:lvlJc w:val="left"/>
      <w:pPr>
        <w:ind w:left="1473" w:hanging="360"/>
      </w:pPr>
    </w:lvl>
    <w:lvl w:ilvl="5" w:tplc="0415001B" w:tentative="1">
      <w:start w:val="1"/>
      <w:numFmt w:val="lowerRoman"/>
      <w:lvlText w:val="%6."/>
      <w:lvlJc w:val="right"/>
      <w:pPr>
        <w:ind w:left="2193" w:hanging="180"/>
      </w:pPr>
    </w:lvl>
    <w:lvl w:ilvl="6" w:tplc="0415000F" w:tentative="1">
      <w:start w:val="1"/>
      <w:numFmt w:val="decimal"/>
      <w:lvlText w:val="%7."/>
      <w:lvlJc w:val="left"/>
      <w:pPr>
        <w:ind w:left="2913" w:hanging="360"/>
      </w:pPr>
    </w:lvl>
    <w:lvl w:ilvl="7" w:tplc="04150019" w:tentative="1">
      <w:start w:val="1"/>
      <w:numFmt w:val="lowerLetter"/>
      <w:lvlText w:val="%8."/>
      <w:lvlJc w:val="left"/>
      <w:pPr>
        <w:ind w:left="3633" w:hanging="360"/>
      </w:pPr>
    </w:lvl>
    <w:lvl w:ilvl="8" w:tplc="0415001B" w:tentative="1">
      <w:start w:val="1"/>
      <w:numFmt w:val="lowerRoman"/>
      <w:lvlText w:val="%9."/>
      <w:lvlJc w:val="right"/>
      <w:pPr>
        <w:ind w:left="4353" w:hanging="180"/>
      </w:pPr>
    </w:lvl>
  </w:abstractNum>
  <w:abstractNum w:abstractNumId="44" w15:restartNumberingAfterBreak="0">
    <w:nsid w:val="13026A0C"/>
    <w:multiLevelType w:val="multilevel"/>
    <w:tmpl w:val="7A3CB76C"/>
    <w:name w:val="WW8Num2822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1B82700A"/>
    <w:multiLevelType w:val="hybridMultilevel"/>
    <w:tmpl w:val="16FAE102"/>
    <w:name w:val="WW8Num1622"/>
    <w:lvl w:ilvl="0" w:tplc="9744756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BAE0F6F"/>
    <w:multiLevelType w:val="multilevel"/>
    <w:tmpl w:val="A656E4C6"/>
    <w:name w:val="WW8Num282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1D8B0174"/>
    <w:multiLevelType w:val="hybridMultilevel"/>
    <w:tmpl w:val="BCEE68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1F6E0327"/>
    <w:multiLevelType w:val="hybridMultilevel"/>
    <w:tmpl w:val="245AE918"/>
    <w:lvl w:ilvl="0" w:tplc="A970C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/>
        <w:dstrike w:val="0"/>
        <w:sz w:val="16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24450EC"/>
    <w:multiLevelType w:val="multilevel"/>
    <w:tmpl w:val="2640B528"/>
    <w:name w:val="WW8Num2522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3440EA7"/>
    <w:multiLevelType w:val="hybridMultilevel"/>
    <w:tmpl w:val="4F5869A6"/>
    <w:lvl w:ilvl="0" w:tplc="C82CDD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B9417EE">
      <w:start w:val="5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54549ED2">
      <w:start w:val="1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D552553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3A65700"/>
    <w:multiLevelType w:val="hybridMultilevel"/>
    <w:tmpl w:val="BF2215CA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2" w15:restartNumberingAfterBreak="0">
    <w:nsid w:val="27330DB8"/>
    <w:multiLevelType w:val="hybridMultilevel"/>
    <w:tmpl w:val="E9E0CC8C"/>
    <w:lvl w:ilvl="0" w:tplc="A8601D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2C2DA6"/>
    <w:multiLevelType w:val="hybridMultilevel"/>
    <w:tmpl w:val="1526901C"/>
    <w:lvl w:ilvl="0" w:tplc="C82CDD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B9417EE">
      <w:start w:val="5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54549ED2">
      <w:start w:val="1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D552553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2C0479"/>
    <w:multiLevelType w:val="hybridMultilevel"/>
    <w:tmpl w:val="40C67DB4"/>
    <w:lvl w:ilvl="0" w:tplc="FC32A34A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ahoma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5" w15:restartNumberingAfterBreak="0">
    <w:nsid w:val="2C00482D"/>
    <w:multiLevelType w:val="hybridMultilevel"/>
    <w:tmpl w:val="70D2B646"/>
    <w:name w:val="WW8Num292"/>
    <w:lvl w:ilvl="0" w:tplc="311EC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1D006E"/>
    <w:multiLevelType w:val="multilevel"/>
    <w:tmpl w:val="22209D7E"/>
    <w:name w:val="WW8Num152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2FD71590"/>
    <w:multiLevelType w:val="multilevel"/>
    <w:tmpl w:val="DD082168"/>
    <w:lvl w:ilvl="0">
      <w:start w:val="1"/>
      <w:numFmt w:val="decimal"/>
      <w:lvlText w:val="%1)"/>
      <w:lvlJc w:val="left"/>
      <w:pPr>
        <w:tabs>
          <w:tab w:val="num" w:pos="0"/>
        </w:tabs>
        <w:ind w:left="-66" w:hanging="360"/>
      </w:pPr>
      <w:rPr>
        <w:rFonts w:ascii="Tahoma" w:hAnsi="Tahoma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88" w:hanging="360"/>
      </w:pPr>
      <w:rPr>
        <w:rFonts w:eastAsia="Times New Roman" w:cs="Tahom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08" w:hanging="180"/>
      </w:pPr>
      <w:rPr>
        <w:rFonts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7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1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28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62913B8"/>
    <w:multiLevelType w:val="hybridMultilevel"/>
    <w:tmpl w:val="5ACEE550"/>
    <w:name w:val="WW8Num8622"/>
    <w:lvl w:ilvl="0" w:tplc="2E944242">
      <w:start w:val="3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3E1C1B"/>
    <w:multiLevelType w:val="multilevel"/>
    <w:tmpl w:val="E990CC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61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2" w15:restartNumberingAfterBreak="0">
    <w:nsid w:val="3804403D"/>
    <w:multiLevelType w:val="multilevel"/>
    <w:tmpl w:val="4B1A750A"/>
    <w:name w:val="WW8Num252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63" w15:restartNumberingAfterBreak="0">
    <w:nsid w:val="396E7B29"/>
    <w:multiLevelType w:val="multilevel"/>
    <w:tmpl w:val="584E3C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4" w15:restartNumberingAfterBreak="0">
    <w:nsid w:val="39B931AB"/>
    <w:multiLevelType w:val="hybridMultilevel"/>
    <w:tmpl w:val="7B5C02C0"/>
    <w:lvl w:ilvl="0" w:tplc="E688B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B0B4B32"/>
    <w:multiLevelType w:val="hybridMultilevel"/>
    <w:tmpl w:val="18D0344E"/>
    <w:name w:val="WW8Num29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3DC313A5"/>
    <w:multiLevelType w:val="hybridMultilevel"/>
    <w:tmpl w:val="8E78228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3DC90597"/>
    <w:multiLevelType w:val="multilevel"/>
    <w:tmpl w:val="95705B22"/>
    <w:name w:val="WW8Num15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68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BC6771"/>
    <w:multiLevelType w:val="hybridMultilevel"/>
    <w:tmpl w:val="523AE1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3F6A03AA"/>
    <w:multiLevelType w:val="multilevel"/>
    <w:tmpl w:val="9A508290"/>
    <w:lvl w:ilvl="0">
      <w:start w:val="1"/>
      <w:numFmt w:val="decimal"/>
      <w:lvlText w:val="%1."/>
      <w:lvlJc w:val="left"/>
      <w:pPr>
        <w:tabs>
          <w:tab w:val="num" w:pos="141"/>
        </w:tabs>
        <w:ind w:left="501" w:hanging="360"/>
      </w:pPr>
      <w:rPr>
        <w:rFonts w:eastAsia="Times New Roman" w:cs="Arial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1"/>
        </w:tabs>
        <w:ind w:left="1211" w:hanging="360"/>
      </w:pPr>
      <w:rPr>
        <w:b/>
        <w:bCs/>
        <w:color w:val="auto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41"/>
        </w:tabs>
        <w:ind w:left="1941" w:hanging="180"/>
      </w:pPr>
      <w:rPr>
        <w:rFonts w:eastAsia="Times New Roman" w:cs="Arial"/>
        <w:b/>
        <w:bCs/>
      </w:rPr>
    </w:lvl>
    <w:lvl w:ilvl="3">
      <w:start w:val="1"/>
      <w:numFmt w:val="decimal"/>
      <w:lvlText w:val="%4."/>
      <w:lvlJc w:val="left"/>
      <w:pPr>
        <w:tabs>
          <w:tab w:val="num" w:pos="141"/>
        </w:tabs>
        <w:ind w:left="2661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141"/>
        </w:tabs>
        <w:ind w:left="3381" w:hanging="360"/>
      </w:pPr>
      <w:rPr>
        <w:rFonts w:ascii="Tahoma" w:hAnsi="Tahoma"/>
        <w:b/>
        <w:bCs/>
        <w:i w:val="0"/>
        <w:iCs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141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141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141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141"/>
        </w:tabs>
        <w:ind w:left="6261" w:hanging="180"/>
      </w:pPr>
    </w:lvl>
  </w:abstractNum>
  <w:abstractNum w:abstractNumId="71" w15:restartNumberingAfterBreak="0">
    <w:nsid w:val="408C7F03"/>
    <w:multiLevelType w:val="multilevel"/>
    <w:tmpl w:val="0B68DC5E"/>
    <w:name w:val="WW8Num3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176094B"/>
    <w:multiLevelType w:val="multilevel"/>
    <w:tmpl w:val="696CC6D6"/>
    <w:name w:val="WW8Num27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73" w15:restartNumberingAfterBreak="0">
    <w:nsid w:val="41C44016"/>
    <w:multiLevelType w:val="hybridMultilevel"/>
    <w:tmpl w:val="334C3A32"/>
    <w:lvl w:ilvl="0" w:tplc="DFA420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3AE4E38">
      <w:start w:val="1"/>
      <w:numFmt w:val="decimal"/>
      <w:lvlText w:val="%2)"/>
      <w:lvlJc w:val="left"/>
      <w:pPr>
        <w:ind w:left="2948" w:hanging="34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B9417EE">
      <w:start w:val="5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54549ED2">
      <w:start w:val="1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D552553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25C7F90"/>
    <w:multiLevelType w:val="hybridMultilevel"/>
    <w:tmpl w:val="2D381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36540E4"/>
    <w:multiLevelType w:val="hybridMultilevel"/>
    <w:tmpl w:val="B8D07EC2"/>
    <w:lvl w:ilvl="0" w:tplc="6E6C9EC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163FE8"/>
    <w:multiLevelType w:val="multilevel"/>
    <w:tmpl w:val="9C38B7A4"/>
    <w:name w:val="WW8Num262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77" w15:restartNumberingAfterBreak="0">
    <w:nsid w:val="45004728"/>
    <w:multiLevelType w:val="multilevel"/>
    <w:tmpl w:val="245AD8F4"/>
    <w:name w:val="WW8Num2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8" w15:restartNumberingAfterBreak="0">
    <w:nsid w:val="462A6B43"/>
    <w:multiLevelType w:val="multilevel"/>
    <w:tmpl w:val="ADEA6C4E"/>
    <w:name w:val="WW8Num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46BF5748"/>
    <w:multiLevelType w:val="hybridMultilevel"/>
    <w:tmpl w:val="6372ABF0"/>
    <w:name w:val="WW8Num2022"/>
    <w:lvl w:ilvl="0" w:tplc="BB880B5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79C0176"/>
    <w:multiLevelType w:val="hybridMultilevel"/>
    <w:tmpl w:val="F10296EC"/>
    <w:lvl w:ilvl="0" w:tplc="56FC8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8D08936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rebuchetM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A044EC9"/>
    <w:multiLevelType w:val="hybridMultilevel"/>
    <w:tmpl w:val="9AA07446"/>
    <w:lvl w:ilvl="0" w:tplc="11B0E1D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AF850C4"/>
    <w:multiLevelType w:val="hybridMultilevel"/>
    <w:tmpl w:val="7DF6A3A0"/>
    <w:name w:val="WW8Num922"/>
    <w:lvl w:ilvl="0" w:tplc="34DC352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B221BC6"/>
    <w:multiLevelType w:val="hybridMultilevel"/>
    <w:tmpl w:val="5A3AC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4F5001"/>
    <w:multiLevelType w:val="hybridMultilevel"/>
    <w:tmpl w:val="F23ED802"/>
    <w:lvl w:ilvl="0" w:tplc="4E466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C62047A"/>
    <w:multiLevelType w:val="multilevel"/>
    <w:tmpl w:val="DD9AE6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5"/>
      <w:numFmt w:val="upperRoman"/>
      <w:lvlText w:val="%5."/>
      <w:lvlJc w:val="left"/>
      <w:pPr>
        <w:tabs>
          <w:tab w:val="num" w:pos="0"/>
        </w:tabs>
        <w:ind w:left="3960" w:hanging="72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4DAA3C8B"/>
    <w:multiLevelType w:val="hybridMultilevel"/>
    <w:tmpl w:val="C86A048E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8AA8AEEA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914A6FD4">
      <w:start w:val="1"/>
      <w:numFmt w:val="lowerLetter"/>
      <w:lvlText w:val="%5)"/>
      <w:lvlJc w:val="left"/>
      <w:pPr>
        <w:ind w:left="248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F43127F"/>
    <w:multiLevelType w:val="hybridMultilevel"/>
    <w:tmpl w:val="80C21100"/>
    <w:name w:val="WW8Num162"/>
    <w:lvl w:ilvl="0" w:tplc="140A40A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0230FEF"/>
    <w:multiLevelType w:val="hybridMultilevel"/>
    <w:tmpl w:val="1186BA5C"/>
    <w:lvl w:ilvl="0" w:tplc="160056CE">
      <w:start w:val="1"/>
      <w:numFmt w:val="decimal"/>
      <w:lvlText w:val="%1)"/>
      <w:lvlJc w:val="right"/>
      <w:pPr>
        <w:ind w:left="100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50C964BB"/>
    <w:multiLevelType w:val="multilevel"/>
    <w:tmpl w:val="3006CA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5"/>
      <w:numFmt w:val="upperRoman"/>
      <w:lvlText w:val="%5."/>
      <w:lvlJc w:val="left"/>
      <w:pPr>
        <w:tabs>
          <w:tab w:val="num" w:pos="0"/>
        </w:tabs>
        <w:ind w:left="3960" w:hanging="72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51125C24"/>
    <w:multiLevelType w:val="hybridMultilevel"/>
    <w:tmpl w:val="12D4A948"/>
    <w:name w:val="WW8Num263"/>
    <w:lvl w:ilvl="0" w:tplc="539C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3360D29"/>
    <w:multiLevelType w:val="hybridMultilevel"/>
    <w:tmpl w:val="1E367A56"/>
    <w:name w:val="WW8Num92"/>
    <w:lvl w:ilvl="0" w:tplc="D430B11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3B05EE1"/>
    <w:multiLevelType w:val="multilevel"/>
    <w:tmpl w:val="261089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59B5F55"/>
    <w:multiLevelType w:val="hybridMultilevel"/>
    <w:tmpl w:val="17C8B5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AEF52E0"/>
    <w:multiLevelType w:val="multilevel"/>
    <w:tmpl w:val="D5FCB4CE"/>
    <w:name w:val="WW8Num26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9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99" w15:restartNumberingAfterBreak="0">
    <w:nsid w:val="60561306"/>
    <w:multiLevelType w:val="multilevel"/>
    <w:tmpl w:val="E3FA9D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00" w15:restartNumberingAfterBreak="0">
    <w:nsid w:val="61AB293A"/>
    <w:multiLevelType w:val="hybridMultilevel"/>
    <w:tmpl w:val="7CC61A94"/>
    <w:lvl w:ilvl="0" w:tplc="E25469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26A3A3F"/>
    <w:multiLevelType w:val="hybridMultilevel"/>
    <w:tmpl w:val="73888694"/>
    <w:lvl w:ilvl="0" w:tplc="E25469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90C7F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4392CE7"/>
    <w:multiLevelType w:val="hybridMultilevel"/>
    <w:tmpl w:val="9D2651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583297C"/>
    <w:multiLevelType w:val="multilevel"/>
    <w:tmpl w:val="5EC415FA"/>
    <w:lvl w:ilvl="0">
      <w:start w:val="1"/>
      <w:numFmt w:val="decimal"/>
      <w:lvlText w:val="%1)"/>
      <w:lvlJc w:val="left"/>
      <w:pPr>
        <w:tabs>
          <w:tab w:val="num" w:pos="0"/>
        </w:tabs>
        <w:ind w:left="887" w:hanging="360"/>
      </w:pPr>
      <w:rPr>
        <w:rFonts w:ascii="Tahoma" w:hAnsi="Tahoma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47" w:hanging="360"/>
      </w:p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1607" w:hanging="360"/>
      </w:pPr>
      <w:rPr>
        <w:b/>
        <w:bCs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967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327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68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0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0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767" w:hanging="360"/>
      </w:pPr>
    </w:lvl>
  </w:abstractNum>
  <w:abstractNum w:abstractNumId="105" w15:restartNumberingAfterBreak="0">
    <w:nsid w:val="67876EFF"/>
    <w:multiLevelType w:val="hybridMultilevel"/>
    <w:tmpl w:val="673034D4"/>
    <w:lvl w:ilvl="0" w:tplc="FE3A869C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6" w15:restartNumberingAfterBreak="0">
    <w:nsid w:val="67A751A2"/>
    <w:multiLevelType w:val="hybridMultilevel"/>
    <w:tmpl w:val="E36645C8"/>
    <w:name w:val="WW8Num862"/>
    <w:lvl w:ilvl="0" w:tplc="B7BACCDC">
      <w:start w:val="3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88037E6"/>
    <w:multiLevelType w:val="hybridMultilevel"/>
    <w:tmpl w:val="6D164548"/>
    <w:name w:val="WW8Num202"/>
    <w:lvl w:ilvl="0" w:tplc="111A8F8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A28427A"/>
    <w:multiLevelType w:val="multilevel"/>
    <w:tmpl w:val="193C8C28"/>
    <w:lvl w:ilvl="0">
      <w:start w:val="1"/>
      <w:numFmt w:val="decimal"/>
      <w:lvlText w:val="%1)"/>
      <w:lvlJc w:val="left"/>
      <w:pPr>
        <w:tabs>
          <w:tab w:val="num" w:pos="0"/>
        </w:tabs>
        <w:ind w:left="109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3" w:hanging="360"/>
      </w:pPr>
    </w:lvl>
    <w:lvl w:ilvl="2">
      <w:start w:val="2"/>
      <w:numFmt w:val="decimal"/>
      <w:lvlText w:val="%3)"/>
      <w:lvlJc w:val="left"/>
      <w:pPr>
        <w:tabs>
          <w:tab w:val="num" w:pos="0"/>
        </w:tabs>
        <w:ind w:left="2533" w:hanging="18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1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3" w:hanging="180"/>
      </w:pPr>
    </w:lvl>
  </w:abstractNum>
  <w:abstractNum w:abstractNumId="109" w15:restartNumberingAfterBreak="0">
    <w:nsid w:val="6A5B638A"/>
    <w:multiLevelType w:val="hybridMultilevel"/>
    <w:tmpl w:val="635406FE"/>
    <w:lvl w:ilvl="0" w:tplc="A4DCFE82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ABB677C"/>
    <w:multiLevelType w:val="hybridMultilevel"/>
    <w:tmpl w:val="3E024686"/>
    <w:lvl w:ilvl="0" w:tplc="E1CAC8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C1B18B2"/>
    <w:multiLevelType w:val="hybridMultilevel"/>
    <w:tmpl w:val="324867C2"/>
    <w:name w:val="WW8Num233"/>
    <w:lvl w:ilvl="0" w:tplc="2334E2A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2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3" w15:restartNumberingAfterBreak="0">
    <w:nsid w:val="6F5C6D95"/>
    <w:multiLevelType w:val="multilevel"/>
    <w:tmpl w:val="8F203DD0"/>
    <w:name w:val="WW8Num283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114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25027F9"/>
    <w:multiLevelType w:val="hybridMultilevel"/>
    <w:tmpl w:val="5EE4AEC2"/>
    <w:name w:val="WW8Num242"/>
    <w:lvl w:ilvl="0" w:tplc="FD900B2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3071474"/>
    <w:multiLevelType w:val="hybridMultilevel"/>
    <w:tmpl w:val="A524D7B6"/>
    <w:name w:val="WW8Num2122"/>
    <w:lvl w:ilvl="0" w:tplc="BBE6F03C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7EF6BFD"/>
    <w:multiLevelType w:val="multilevel"/>
    <w:tmpl w:val="37B2FE00"/>
    <w:name w:val="WW8Num272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119" w15:restartNumberingAfterBreak="0">
    <w:nsid w:val="7A4F0236"/>
    <w:multiLevelType w:val="multilevel"/>
    <w:tmpl w:val="CEA29912"/>
    <w:name w:val="WW8Num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0" w15:restartNumberingAfterBreak="0">
    <w:nsid w:val="7A7358F2"/>
    <w:multiLevelType w:val="hybridMultilevel"/>
    <w:tmpl w:val="03088AA0"/>
    <w:lvl w:ilvl="0" w:tplc="C82CDD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B9417EE">
      <w:start w:val="5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54549ED2">
      <w:start w:val="1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D552553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B00079A"/>
    <w:multiLevelType w:val="hybridMultilevel"/>
    <w:tmpl w:val="CDCA7AA0"/>
    <w:name w:val="WW8Num234"/>
    <w:lvl w:ilvl="0" w:tplc="BD944F7E">
      <w:start w:val="1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C1A4186"/>
    <w:multiLevelType w:val="hybridMultilevel"/>
    <w:tmpl w:val="F87C66AA"/>
    <w:name w:val="WW8Num542"/>
    <w:lvl w:ilvl="0" w:tplc="E74AA14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C5E73A3"/>
    <w:multiLevelType w:val="hybridMultilevel"/>
    <w:tmpl w:val="EB22F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D98020A"/>
    <w:multiLevelType w:val="multilevel"/>
    <w:tmpl w:val="C5D069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trike w:val="0"/>
        <w:d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5" w15:restartNumberingAfterBreak="0">
    <w:nsid w:val="7FD61229"/>
    <w:multiLevelType w:val="multilevel"/>
    <w:tmpl w:val="9E8249A0"/>
    <w:name w:val="WW8Num283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86"/>
  </w:num>
  <w:num w:numId="2">
    <w:abstractNumId w:val="64"/>
  </w:num>
  <w:num w:numId="3">
    <w:abstractNumId w:val="52"/>
  </w:num>
  <w:num w:numId="4">
    <w:abstractNumId w:val="110"/>
  </w:num>
  <w:num w:numId="5">
    <w:abstractNumId w:val="75"/>
  </w:num>
  <w:num w:numId="6">
    <w:abstractNumId w:val="98"/>
  </w:num>
  <w:num w:numId="7">
    <w:abstractNumId w:val="61"/>
  </w:num>
  <w:num w:numId="8">
    <w:abstractNumId w:val="112"/>
  </w:num>
  <w:num w:numId="9">
    <w:abstractNumId w:val="11"/>
  </w:num>
  <w:num w:numId="10">
    <w:abstractNumId w:val="11"/>
  </w:num>
  <w:num w:numId="11">
    <w:abstractNumId w:val="89"/>
  </w:num>
  <w:num w:numId="12">
    <w:abstractNumId w:val="80"/>
  </w:num>
  <w:num w:numId="13">
    <w:abstractNumId w:val="69"/>
  </w:num>
  <w:num w:numId="14">
    <w:abstractNumId w:val="53"/>
  </w:num>
  <w:num w:numId="15">
    <w:abstractNumId w:val="50"/>
  </w:num>
  <w:num w:numId="16">
    <w:abstractNumId w:val="120"/>
  </w:num>
  <w:num w:numId="17">
    <w:abstractNumId w:val="95"/>
  </w:num>
  <w:num w:numId="18">
    <w:abstractNumId w:val="105"/>
  </w:num>
  <w:num w:numId="19">
    <w:abstractNumId w:val="73"/>
  </w:num>
  <w:num w:numId="20">
    <w:abstractNumId w:val="74"/>
  </w:num>
  <w:num w:numId="21">
    <w:abstractNumId w:val="41"/>
  </w:num>
  <w:num w:numId="22">
    <w:abstractNumId w:val="108"/>
  </w:num>
  <w:num w:numId="23">
    <w:abstractNumId w:val="70"/>
  </w:num>
  <w:num w:numId="24">
    <w:abstractNumId w:val="63"/>
  </w:num>
  <w:num w:numId="25">
    <w:abstractNumId w:val="90"/>
  </w:num>
  <w:num w:numId="26">
    <w:abstractNumId w:val="104"/>
  </w:num>
  <w:num w:numId="27">
    <w:abstractNumId w:val="85"/>
  </w:num>
  <w:num w:numId="28">
    <w:abstractNumId w:val="57"/>
  </w:num>
  <w:num w:numId="29">
    <w:abstractNumId w:val="60"/>
  </w:num>
  <w:num w:numId="30">
    <w:abstractNumId w:val="99"/>
  </w:num>
  <w:num w:numId="31">
    <w:abstractNumId w:val="47"/>
  </w:num>
  <w:num w:numId="32">
    <w:abstractNumId w:val="109"/>
  </w:num>
  <w:num w:numId="33">
    <w:abstractNumId w:val="58"/>
  </w:num>
  <w:num w:numId="34">
    <w:abstractNumId w:val="66"/>
  </w:num>
  <w:num w:numId="35">
    <w:abstractNumId w:val="124"/>
  </w:num>
  <w:num w:numId="36">
    <w:abstractNumId w:val="15"/>
  </w:num>
  <w:num w:numId="37">
    <w:abstractNumId w:val="34"/>
  </w:num>
  <w:num w:numId="38">
    <w:abstractNumId w:val="103"/>
  </w:num>
  <w:num w:numId="39">
    <w:abstractNumId w:val="42"/>
  </w:num>
  <w:num w:numId="40">
    <w:abstractNumId w:val="100"/>
  </w:num>
  <w:num w:numId="41">
    <w:abstractNumId w:val="101"/>
  </w:num>
  <w:num w:numId="42">
    <w:abstractNumId w:val="123"/>
  </w:num>
  <w:num w:numId="43">
    <w:abstractNumId w:val="48"/>
  </w:num>
  <w:num w:numId="44">
    <w:abstractNumId w:val="68"/>
  </w:num>
  <w:num w:numId="45">
    <w:abstractNumId w:val="43"/>
  </w:num>
  <w:num w:numId="46">
    <w:abstractNumId w:val="28"/>
  </w:num>
  <w:num w:numId="47">
    <w:abstractNumId w:val="83"/>
  </w:num>
  <w:num w:numId="48">
    <w:abstractNumId w:val="84"/>
  </w:num>
  <w:num w:numId="49">
    <w:abstractNumId w:val="93"/>
  </w:num>
  <w:num w:numId="50">
    <w:abstractNumId w:val="54"/>
  </w:num>
  <w:num w:numId="51">
    <w:abstractNumId w:val="96"/>
  </w:num>
  <w:num w:numId="52">
    <w:abstractNumId w:val="24"/>
  </w:num>
  <w:num w:numId="53">
    <w:abstractNumId w:val="92"/>
  </w:num>
  <w:num w:numId="54">
    <w:abstractNumId w:val="81"/>
  </w:num>
  <w:num w:numId="55">
    <w:abstractNumId w:val="51"/>
  </w:num>
  <w:num w:numId="56">
    <w:abstractNumId w:val="37"/>
  </w:num>
  <w:num w:numId="57">
    <w:abstractNumId w:val="30"/>
  </w:num>
  <w:num w:numId="58">
    <w:abstractNumId w:val="1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C04"/>
    <w:rsid w:val="00000C39"/>
    <w:rsid w:val="0000132A"/>
    <w:rsid w:val="00001FB2"/>
    <w:rsid w:val="00005001"/>
    <w:rsid w:val="00005AFA"/>
    <w:rsid w:val="00005E91"/>
    <w:rsid w:val="000063AE"/>
    <w:rsid w:val="0001065C"/>
    <w:rsid w:val="0001165D"/>
    <w:rsid w:val="000116F5"/>
    <w:rsid w:val="00012104"/>
    <w:rsid w:val="0001380A"/>
    <w:rsid w:val="00013EE7"/>
    <w:rsid w:val="00014805"/>
    <w:rsid w:val="00015540"/>
    <w:rsid w:val="00015A0F"/>
    <w:rsid w:val="00015D17"/>
    <w:rsid w:val="00016241"/>
    <w:rsid w:val="00017472"/>
    <w:rsid w:val="0002001A"/>
    <w:rsid w:val="00021BC4"/>
    <w:rsid w:val="00021C54"/>
    <w:rsid w:val="0002262B"/>
    <w:rsid w:val="0002398D"/>
    <w:rsid w:val="00023E83"/>
    <w:rsid w:val="00024865"/>
    <w:rsid w:val="000257FE"/>
    <w:rsid w:val="00026335"/>
    <w:rsid w:val="000269D9"/>
    <w:rsid w:val="00026FF4"/>
    <w:rsid w:val="000279FC"/>
    <w:rsid w:val="00031744"/>
    <w:rsid w:val="00031920"/>
    <w:rsid w:val="00031F59"/>
    <w:rsid w:val="00033F24"/>
    <w:rsid w:val="000348DB"/>
    <w:rsid w:val="0003494C"/>
    <w:rsid w:val="00036DCE"/>
    <w:rsid w:val="00037215"/>
    <w:rsid w:val="00037DC7"/>
    <w:rsid w:val="00040EAB"/>
    <w:rsid w:val="0004197B"/>
    <w:rsid w:val="000421CA"/>
    <w:rsid w:val="000421D9"/>
    <w:rsid w:val="0004282A"/>
    <w:rsid w:val="00043A8E"/>
    <w:rsid w:val="00043BCE"/>
    <w:rsid w:val="0004590A"/>
    <w:rsid w:val="00046F10"/>
    <w:rsid w:val="00050E6D"/>
    <w:rsid w:val="00051348"/>
    <w:rsid w:val="00051F91"/>
    <w:rsid w:val="00052B0A"/>
    <w:rsid w:val="0005365C"/>
    <w:rsid w:val="00053684"/>
    <w:rsid w:val="000542EC"/>
    <w:rsid w:val="00055AFE"/>
    <w:rsid w:val="00056855"/>
    <w:rsid w:val="000569D8"/>
    <w:rsid w:val="000578B7"/>
    <w:rsid w:val="00060C4E"/>
    <w:rsid w:val="00061322"/>
    <w:rsid w:val="00061E10"/>
    <w:rsid w:val="00062B69"/>
    <w:rsid w:val="00062C41"/>
    <w:rsid w:val="000639A0"/>
    <w:rsid w:val="00065EB4"/>
    <w:rsid w:val="00066E03"/>
    <w:rsid w:val="00070426"/>
    <w:rsid w:val="00070914"/>
    <w:rsid w:val="00070B15"/>
    <w:rsid w:val="00070C93"/>
    <w:rsid w:val="000741F4"/>
    <w:rsid w:val="0007497F"/>
    <w:rsid w:val="0008042A"/>
    <w:rsid w:val="00080B83"/>
    <w:rsid w:val="00082080"/>
    <w:rsid w:val="00082730"/>
    <w:rsid w:val="000839DB"/>
    <w:rsid w:val="00084110"/>
    <w:rsid w:val="00084380"/>
    <w:rsid w:val="00085DB8"/>
    <w:rsid w:val="00085EA4"/>
    <w:rsid w:val="00087383"/>
    <w:rsid w:val="0009163A"/>
    <w:rsid w:val="00091EAD"/>
    <w:rsid w:val="000925E6"/>
    <w:rsid w:val="0009336C"/>
    <w:rsid w:val="00093B04"/>
    <w:rsid w:val="00094A30"/>
    <w:rsid w:val="00094D9B"/>
    <w:rsid w:val="000966F5"/>
    <w:rsid w:val="00096B7F"/>
    <w:rsid w:val="000971EB"/>
    <w:rsid w:val="00097F39"/>
    <w:rsid w:val="000A0A80"/>
    <w:rsid w:val="000A0C38"/>
    <w:rsid w:val="000A0F2D"/>
    <w:rsid w:val="000A322F"/>
    <w:rsid w:val="000A3F58"/>
    <w:rsid w:val="000A4823"/>
    <w:rsid w:val="000A48AB"/>
    <w:rsid w:val="000A56F6"/>
    <w:rsid w:val="000A6012"/>
    <w:rsid w:val="000A615A"/>
    <w:rsid w:val="000A65CD"/>
    <w:rsid w:val="000A6DC4"/>
    <w:rsid w:val="000A7923"/>
    <w:rsid w:val="000A7A2E"/>
    <w:rsid w:val="000A7B4E"/>
    <w:rsid w:val="000B1BF5"/>
    <w:rsid w:val="000B3A4D"/>
    <w:rsid w:val="000B3D89"/>
    <w:rsid w:val="000B4AE9"/>
    <w:rsid w:val="000B59F5"/>
    <w:rsid w:val="000B6B66"/>
    <w:rsid w:val="000B6B77"/>
    <w:rsid w:val="000C0F7F"/>
    <w:rsid w:val="000C1459"/>
    <w:rsid w:val="000C23CB"/>
    <w:rsid w:val="000C4AA0"/>
    <w:rsid w:val="000C4E60"/>
    <w:rsid w:val="000C54A4"/>
    <w:rsid w:val="000C583A"/>
    <w:rsid w:val="000C5D4F"/>
    <w:rsid w:val="000C6888"/>
    <w:rsid w:val="000C7039"/>
    <w:rsid w:val="000C7F18"/>
    <w:rsid w:val="000D0723"/>
    <w:rsid w:val="000D09F9"/>
    <w:rsid w:val="000D1F03"/>
    <w:rsid w:val="000D234B"/>
    <w:rsid w:val="000D5C7B"/>
    <w:rsid w:val="000D6697"/>
    <w:rsid w:val="000D732A"/>
    <w:rsid w:val="000E074E"/>
    <w:rsid w:val="000E2722"/>
    <w:rsid w:val="000E2ABD"/>
    <w:rsid w:val="000E2BBF"/>
    <w:rsid w:val="000E3115"/>
    <w:rsid w:val="000E35CF"/>
    <w:rsid w:val="000E3D80"/>
    <w:rsid w:val="000E3E19"/>
    <w:rsid w:val="000E4D83"/>
    <w:rsid w:val="000E6AA1"/>
    <w:rsid w:val="000E70E6"/>
    <w:rsid w:val="000E7ECB"/>
    <w:rsid w:val="000F0598"/>
    <w:rsid w:val="000F0B20"/>
    <w:rsid w:val="000F27B3"/>
    <w:rsid w:val="000F2A98"/>
    <w:rsid w:val="000F3B43"/>
    <w:rsid w:val="000F4C3E"/>
    <w:rsid w:val="000F5BBE"/>
    <w:rsid w:val="000F5C5F"/>
    <w:rsid w:val="000F729C"/>
    <w:rsid w:val="000F76F8"/>
    <w:rsid w:val="0010026D"/>
    <w:rsid w:val="00100627"/>
    <w:rsid w:val="001007F7"/>
    <w:rsid w:val="001009EF"/>
    <w:rsid w:val="00101370"/>
    <w:rsid w:val="001013C3"/>
    <w:rsid w:val="00101809"/>
    <w:rsid w:val="001031FF"/>
    <w:rsid w:val="0010371E"/>
    <w:rsid w:val="00103B7E"/>
    <w:rsid w:val="00103BCF"/>
    <w:rsid w:val="00105029"/>
    <w:rsid w:val="00105094"/>
    <w:rsid w:val="001062DC"/>
    <w:rsid w:val="0010669C"/>
    <w:rsid w:val="00106EEA"/>
    <w:rsid w:val="0010749E"/>
    <w:rsid w:val="00111CB4"/>
    <w:rsid w:val="00115C76"/>
    <w:rsid w:val="00117757"/>
    <w:rsid w:val="0011785B"/>
    <w:rsid w:val="00117F22"/>
    <w:rsid w:val="00117FDF"/>
    <w:rsid w:val="00120244"/>
    <w:rsid w:val="001214DB"/>
    <w:rsid w:val="00121BB0"/>
    <w:rsid w:val="00122D79"/>
    <w:rsid w:val="00124824"/>
    <w:rsid w:val="00125097"/>
    <w:rsid w:val="001250B4"/>
    <w:rsid w:val="00125D65"/>
    <w:rsid w:val="00125DA2"/>
    <w:rsid w:val="00126BA5"/>
    <w:rsid w:val="0012775E"/>
    <w:rsid w:val="0013009E"/>
    <w:rsid w:val="001302B8"/>
    <w:rsid w:val="00130889"/>
    <w:rsid w:val="00130C45"/>
    <w:rsid w:val="00131F0C"/>
    <w:rsid w:val="00132B36"/>
    <w:rsid w:val="00132F72"/>
    <w:rsid w:val="00134158"/>
    <w:rsid w:val="00135563"/>
    <w:rsid w:val="001357F1"/>
    <w:rsid w:val="0013655E"/>
    <w:rsid w:val="00136B65"/>
    <w:rsid w:val="001411DF"/>
    <w:rsid w:val="00141D6E"/>
    <w:rsid w:val="00142007"/>
    <w:rsid w:val="001421DD"/>
    <w:rsid w:val="0014235B"/>
    <w:rsid w:val="00143991"/>
    <w:rsid w:val="001442F6"/>
    <w:rsid w:val="00144A04"/>
    <w:rsid w:val="00150820"/>
    <w:rsid w:val="0015153C"/>
    <w:rsid w:val="00151D4D"/>
    <w:rsid w:val="001521FE"/>
    <w:rsid w:val="00153199"/>
    <w:rsid w:val="0015320D"/>
    <w:rsid w:val="00155689"/>
    <w:rsid w:val="00155CBA"/>
    <w:rsid w:val="001563D7"/>
    <w:rsid w:val="001568CA"/>
    <w:rsid w:val="00157CBC"/>
    <w:rsid w:val="001612EE"/>
    <w:rsid w:val="00162086"/>
    <w:rsid w:val="001677AF"/>
    <w:rsid w:val="001679EB"/>
    <w:rsid w:val="0017049D"/>
    <w:rsid w:val="0017052E"/>
    <w:rsid w:val="00170A92"/>
    <w:rsid w:val="0017170E"/>
    <w:rsid w:val="001724CC"/>
    <w:rsid w:val="00173EF5"/>
    <w:rsid w:val="00174DC0"/>
    <w:rsid w:val="001758EB"/>
    <w:rsid w:val="00175F26"/>
    <w:rsid w:val="0017658D"/>
    <w:rsid w:val="001769A4"/>
    <w:rsid w:val="0017707A"/>
    <w:rsid w:val="00177C87"/>
    <w:rsid w:val="001809BD"/>
    <w:rsid w:val="001871FD"/>
    <w:rsid w:val="00187573"/>
    <w:rsid w:val="00187877"/>
    <w:rsid w:val="00190D84"/>
    <w:rsid w:val="00190EA6"/>
    <w:rsid w:val="001910D7"/>
    <w:rsid w:val="001910ED"/>
    <w:rsid w:val="001913B5"/>
    <w:rsid w:val="001924A7"/>
    <w:rsid w:val="001929E1"/>
    <w:rsid w:val="00192D19"/>
    <w:rsid w:val="00193597"/>
    <w:rsid w:val="0019562F"/>
    <w:rsid w:val="00196BA3"/>
    <w:rsid w:val="00197209"/>
    <w:rsid w:val="001A2230"/>
    <w:rsid w:val="001A67CF"/>
    <w:rsid w:val="001B085D"/>
    <w:rsid w:val="001B2B7A"/>
    <w:rsid w:val="001B2E48"/>
    <w:rsid w:val="001B366E"/>
    <w:rsid w:val="001B4628"/>
    <w:rsid w:val="001B5EFA"/>
    <w:rsid w:val="001B6716"/>
    <w:rsid w:val="001B6DCD"/>
    <w:rsid w:val="001B752E"/>
    <w:rsid w:val="001C014A"/>
    <w:rsid w:val="001C0561"/>
    <w:rsid w:val="001C1BDC"/>
    <w:rsid w:val="001C2AE0"/>
    <w:rsid w:val="001C3348"/>
    <w:rsid w:val="001C3FE2"/>
    <w:rsid w:val="001C4388"/>
    <w:rsid w:val="001C677C"/>
    <w:rsid w:val="001D00BF"/>
    <w:rsid w:val="001D07A8"/>
    <w:rsid w:val="001D1305"/>
    <w:rsid w:val="001D2E84"/>
    <w:rsid w:val="001D34DD"/>
    <w:rsid w:val="001D4418"/>
    <w:rsid w:val="001D4481"/>
    <w:rsid w:val="001D46D8"/>
    <w:rsid w:val="001D4880"/>
    <w:rsid w:val="001D4B36"/>
    <w:rsid w:val="001D5BBB"/>
    <w:rsid w:val="001D5C77"/>
    <w:rsid w:val="001E0879"/>
    <w:rsid w:val="001E0BF6"/>
    <w:rsid w:val="001E3044"/>
    <w:rsid w:val="001E4BB5"/>
    <w:rsid w:val="001E5217"/>
    <w:rsid w:val="001E57C6"/>
    <w:rsid w:val="001E5A51"/>
    <w:rsid w:val="001E5DAD"/>
    <w:rsid w:val="001E5E16"/>
    <w:rsid w:val="001E6C9E"/>
    <w:rsid w:val="001F0F1B"/>
    <w:rsid w:val="001F0F6E"/>
    <w:rsid w:val="001F23AF"/>
    <w:rsid w:val="001F33DF"/>
    <w:rsid w:val="001F3523"/>
    <w:rsid w:val="001F3FF4"/>
    <w:rsid w:val="001F65A6"/>
    <w:rsid w:val="001F6877"/>
    <w:rsid w:val="001F745B"/>
    <w:rsid w:val="001F7D5A"/>
    <w:rsid w:val="002002D1"/>
    <w:rsid w:val="002009F0"/>
    <w:rsid w:val="00200C78"/>
    <w:rsid w:val="00200D14"/>
    <w:rsid w:val="00201A79"/>
    <w:rsid w:val="0020259A"/>
    <w:rsid w:val="0020289D"/>
    <w:rsid w:val="00202F80"/>
    <w:rsid w:val="00203F69"/>
    <w:rsid w:val="00204058"/>
    <w:rsid w:val="002049B3"/>
    <w:rsid w:val="00204C75"/>
    <w:rsid w:val="002052CE"/>
    <w:rsid w:val="00205F4F"/>
    <w:rsid w:val="00206CB7"/>
    <w:rsid w:val="00207451"/>
    <w:rsid w:val="002075E6"/>
    <w:rsid w:val="00207C1F"/>
    <w:rsid w:val="00210581"/>
    <w:rsid w:val="00212DDF"/>
    <w:rsid w:val="00213C44"/>
    <w:rsid w:val="00214438"/>
    <w:rsid w:val="00215139"/>
    <w:rsid w:val="00216AB4"/>
    <w:rsid w:val="00217734"/>
    <w:rsid w:val="00217C46"/>
    <w:rsid w:val="00220C80"/>
    <w:rsid w:val="002216D5"/>
    <w:rsid w:val="00221DDE"/>
    <w:rsid w:val="0022238F"/>
    <w:rsid w:val="00222A1E"/>
    <w:rsid w:val="00223BDE"/>
    <w:rsid w:val="00223F23"/>
    <w:rsid w:val="00226340"/>
    <w:rsid w:val="00226505"/>
    <w:rsid w:val="0022697A"/>
    <w:rsid w:val="0023028E"/>
    <w:rsid w:val="00230C53"/>
    <w:rsid w:val="00231224"/>
    <w:rsid w:val="002316E0"/>
    <w:rsid w:val="00231AD0"/>
    <w:rsid w:val="002336AF"/>
    <w:rsid w:val="0023388B"/>
    <w:rsid w:val="0023405B"/>
    <w:rsid w:val="0023545E"/>
    <w:rsid w:val="002354BD"/>
    <w:rsid w:val="0023639E"/>
    <w:rsid w:val="00236E90"/>
    <w:rsid w:val="00236FFE"/>
    <w:rsid w:val="002373EC"/>
    <w:rsid w:val="002449B6"/>
    <w:rsid w:val="00246266"/>
    <w:rsid w:val="00247FD8"/>
    <w:rsid w:val="00251804"/>
    <w:rsid w:val="002518A4"/>
    <w:rsid w:val="00252E4E"/>
    <w:rsid w:val="002549C3"/>
    <w:rsid w:val="00254CF2"/>
    <w:rsid w:val="002564E4"/>
    <w:rsid w:val="00256715"/>
    <w:rsid w:val="002570F8"/>
    <w:rsid w:val="00257CFA"/>
    <w:rsid w:val="00260555"/>
    <w:rsid w:val="00260D1D"/>
    <w:rsid w:val="00262988"/>
    <w:rsid w:val="00265BA5"/>
    <w:rsid w:val="00270894"/>
    <w:rsid w:val="00270B6B"/>
    <w:rsid w:val="002712C9"/>
    <w:rsid w:val="00271936"/>
    <w:rsid w:val="002728A0"/>
    <w:rsid w:val="002738E1"/>
    <w:rsid w:val="0027475F"/>
    <w:rsid w:val="00275895"/>
    <w:rsid w:val="00276054"/>
    <w:rsid w:val="002767E4"/>
    <w:rsid w:val="00276AD9"/>
    <w:rsid w:val="00276C72"/>
    <w:rsid w:val="00276FE7"/>
    <w:rsid w:val="00280587"/>
    <w:rsid w:val="0028061E"/>
    <w:rsid w:val="0028158E"/>
    <w:rsid w:val="00281CE2"/>
    <w:rsid w:val="002824EE"/>
    <w:rsid w:val="00282C33"/>
    <w:rsid w:val="00284484"/>
    <w:rsid w:val="002854F2"/>
    <w:rsid w:val="002864AB"/>
    <w:rsid w:val="00286B68"/>
    <w:rsid w:val="00286E01"/>
    <w:rsid w:val="0028731A"/>
    <w:rsid w:val="002875A2"/>
    <w:rsid w:val="002910AC"/>
    <w:rsid w:val="002911D4"/>
    <w:rsid w:val="00291A28"/>
    <w:rsid w:val="00292414"/>
    <w:rsid w:val="00293916"/>
    <w:rsid w:val="00293E6E"/>
    <w:rsid w:val="0029420F"/>
    <w:rsid w:val="00296558"/>
    <w:rsid w:val="00296E64"/>
    <w:rsid w:val="00297875"/>
    <w:rsid w:val="002A160C"/>
    <w:rsid w:val="002A1C2F"/>
    <w:rsid w:val="002A32B5"/>
    <w:rsid w:val="002A4854"/>
    <w:rsid w:val="002A4976"/>
    <w:rsid w:val="002A4A23"/>
    <w:rsid w:val="002A526B"/>
    <w:rsid w:val="002A5844"/>
    <w:rsid w:val="002A71EA"/>
    <w:rsid w:val="002A7AB0"/>
    <w:rsid w:val="002B03B7"/>
    <w:rsid w:val="002B0EF3"/>
    <w:rsid w:val="002B103E"/>
    <w:rsid w:val="002B290C"/>
    <w:rsid w:val="002B2A51"/>
    <w:rsid w:val="002B2F97"/>
    <w:rsid w:val="002B370E"/>
    <w:rsid w:val="002B3B4C"/>
    <w:rsid w:val="002B3E80"/>
    <w:rsid w:val="002B3F88"/>
    <w:rsid w:val="002B4F2E"/>
    <w:rsid w:val="002B67B4"/>
    <w:rsid w:val="002B7107"/>
    <w:rsid w:val="002C07E5"/>
    <w:rsid w:val="002C0871"/>
    <w:rsid w:val="002C0A88"/>
    <w:rsid w:val="002C16BB"/>
    <w:rsid w:val="002C1C48"/>
    <w:rsid w:val="002C4BFE"/>
    <w:rsid w:val="002C50FE"/>
    <w:rsid w:val="002C536B"/>
    <w:rsid w:val="002C59AE"/>
    <w:rsid w:val="002C6260"/>
    <w:rsid w:val="002D18DD"/>
    <w:rsid w:val="002D1C48"/>
    <w:rsid w:val="002D54C8"/>
    <w:rsid w:val="002D71C9"/>
    <w:rsid w:val="002E05E4"/>
    <w:rsid w:val="002E311C"/>
    <w:rsid w:val="002E3C1E"/>
    <w:rsid w:val="002E4F44"/>
    <w:rsid w:val="002E675F"/>
    <w:rsid w:val="002E761C"/>
    <w:rsid w:val="002F07E6"/>
    <w:rsid w:val="002F2084"/>
    <w:rsid w:val="002F214F"/>
    <w:rsid w:val="002F2877"/>
    <w:rsid w:val="002F3631"/>
    <w:rsid w:val="002F466C"/>
    <w:rsid w:val="002F468E"/>
    <w:rsid w:val="002F571F"/>
    <w:rsid w:val="002F5F66"/>
    <w:rsid w:val="00301385"/>
    <w:rsid w:val="00301512"/>
    <w:rsid w:val="00302B99"/>
    <w:rsid w:val="00303A33"/>
    <w:rsid w:val="00303E38"/>
    <w:rsid w:val="00304086"/>
    <w:rsid w:val="00304258"/>
    <w:rsid w:val="00304BA3"/>
    <w:rsid w:val="00305376"/>
    <w:rsid w:val="003065AB"/>
    <w:rsid w:val="0030666E"/>
    <w:rsid w:val="00306AF1"/>
    <w:rsid w:val="00307172"/>
    <w:rsid w:val="00310343"/>
    <w:rsid w:val="0031082E"/>
    <w:rsid w:val="00311647"/>
    <w:rsid w:val="00311657"/>
    <w:rsid w:val="0031175A"/>
    <w:rsid w:val="00311D97"/>
    <w:rsid w:val="00311F4D"/>
    <w:rsid w:val="00311F65"/>
    <w:rsid w:val="00312CE7"/>
    <w:rsid w:val="00312D32"/>
    <w:rsid w:val="00316574"/>
    <w:rsid w:val="00316812"/>
    <w:rsid w:val="00316A94"/>
    <w:rsid w:val="00317BFF"/>
    <w:rsid w:val="00320A28"/>
    <w:rsid w:val="00320E4A"/>
    <w:rsid w:val="00321C37"/>
    <w:rsid w:val="00322EC2"/>
    <w:rsid w:val="00323597"/>
    <w:rsid w:val="0032472C"/>
    <w:rsid w:val="0032480F"/>
    <w:rsid w:val="00324B59"/>
    <w:rsid w:val="00325608"/>
    <w:rsid w:val="00325800"/>
    <w:rsid w:val="0032584F"/>
    <w:rsid w:val="00327AAA"/>
    <w:rsid w:val="00331255"/>
    <w:rsid w:val="00331453"/>
    <w:rsid w:val="00332593"/>
    <w:rsid w:val="00335310"/>
    <w:rsid w:val="00335FFF"/>
    <w:rsid w:val="00340AC4"/>
    <w:rsid w:val="00340B82"/>
    <w:rsid w:val="00341040"/>
    <w:rsid w:val="00342923"/>
    <w:rsid w:val="00343557"/>
    <w:rsid w:val="00344046"/>
    <w:rsid w:val="00350283"/>
    <w:rsid w:val="00350BEE"/>
    <w:rsid w:val="0035393D"/>
    <w:rsid w:val="00353FD0"/>
    <w:rsid w:val="003540E5"/>
    <w:rsid w:val="00355BAF"/>
    <w:rsid w:val="00356926"/>
    <w:rsid w:val="00356D8E"/>
    <w:rsid w:val="00357C81"/>
    <w:rsid w:val="00360C34"/>
    <w:rsid w:val="003611BC"/>
    <w:rsid w:val="00362DFD"/>
    <w:rsid w:val="00364BA3"/>
    <w:rsid w:val="00364DC4"/>
    <w:rsid w:val="003652C4"/>
    <w:rsid w:val="00365408"/>
    <w:rsid w:val="0036575E"/>
    <w:rsid w:val="00365977"/>
    <w:rsid w:val="003664D7"/>
    <w:rsid w:val="00367445"/>
    <w:rsid w:val="00367C4D"/>
    <w:rsid w:val="00367DD1"/>
    <w:rsid w:val="003703E7"/>
    <w:rsid w:val="00370F42"/>
    <w:rsid w:val="00372D9B"/>
    <w:rsid w:val="003747EA"/>
    <w:rsid w:val="00376214"/>
    <w:rsid w:val="003777B2"/>
    <w:rsid w:val="003777D0"/>
    <w:rsid w:val="003778A7"/>
    <w:rsid w:val="00377C71"/>
    <w:rsid w:val="00380DF2"/>
    <w:rsid w:val="00381E32"/>
    <w:rsid w:val="00382919"/>
    <w:rsid w:val="00382D6B"/>
    <w:rsid w:val="0038406F"/>
    <w:rsid w:val="0038477F"/>
    <w:rsid w:val="003859AE"/>
    <w:rsid w:val="00386E42"/>
    <w:rsid w:val="00387A9A"/>
    <w:rsid w:val="003901AD"/>
    <w:rsid w:val="003911EC"/>
    <w:rsid w:val="003917E0"/>
    <w:rsid w:val="00393BAC"/>
    <w:rsid w:val="00394821"/>
    <w:rsid w:val="00394A01"/>
    <w:rsid w:val="00396A5B"/>
    <w:rsid w:val="00397103"/>
    <w:rsid w:val="003A0009"/>
    <w:rsid w:val="003A2782"/>
    <w:rsid w:val="003A4852"/>
    <w:rsid w:val="003A5456"/>
    <w:rsid w:val="003A7950"/>
    <w:rsid w:val="003A7BCF"/>
    <w:rsid w:val="003B1839"/>
    <w:rsid w:val="003B3D21"/>
    <w:rsid w:val="003B3E9D"/>
    <w:rsid w:val="003B3FD3"/>
    <w:rsid w:val="003B40A6"/>
    <w:rsid w:val="003B4A24"/>
    <w:rsid w:val="003B5C25"/>
    <w:rsid w:val="003B5DA5"/>
    <w:rsid w:val="003B7774"/>
    <w:rsid w:val="003B7BE7"/>
    <w:rsid w:val="003C266C"/>
    <w:rsid w:val="003C5F8B"/>
    <w:rsid w:val="003C60AD"/>
    <w:rsid w:val="003C69DF"/>
    <w:rsid w:val="003C7AAF"/>
    <w:rsid w:val="003D023B"/>
    <w:rsid w:val="003D0973"/>
    <w:rsid w:val="003D17AF"/>
    <w:rsid w:val="003D23A0"/>
    <w:rsid w:val="003D2887"/>
    <w:rsid w:val="003D2D56"/>
    <w:rsid w:val="003D4BBE"/>
    <w:rsid w:val="003D4EC8"/>
    <w:rsid w:val="003D69F7"/>
    <w:rsid w:val="003D6A82"/>
    <w:rsid w:val="003D6C95"/>
    <w:rsid w:val="003D7F33"/>
    <w:rsid w:val="003E0936"/>
    <w:rsid w:val="003E1755"/>
    <w:rsid w:val="003E2612"/>
    <w:rsid w:val="003E3168"/>
    <w:rsid w:val="003E33D0"/>
    <w:rsid w:val="003E4865"/>
    <w:rsid w:val="003E6F95"/>
    <w:rsid w:val="003E747C"/>
    <w:rsid w:val="003F07DF"/>
    <w:rsid w:val="003F1068"/>
    <w:rsid w:val="003F12BC"/>
    <w:rsid w:val="003F2EB5"/>
    <w:rsid w:val="003F545F"/>
    <w:rsid w:val="003F55E4"/>
    <w:rsid w:val="003F5B00"/>
    <w:rsid w:val="003F5C8F"/>
    <w:rsid w:val="003F5DF2"/>
    <w:rsid w:val="003F719B"/>
    <w:rsid w:val="003F7AD7"/>
    <w:rsid w:val="003F7D69"/>
    <w:rsid w:val="003F7FD0"/>
    <w:rsid w:val="00400002"/>
    <w:rsid w:val="00400F5F"/>
    <w:rsid w:val="00402A97"/>
    <w:rsid w:val="00403463"/>
    <w:rsid w:val="004035EF"/>
    <w:rsid w:val="0040366B"/>
    <w:rsid w:val="004040A3"/>
    <w:rsid w:val="00404200"/>
    <w:rsid w:val="004044DD"/>
    <w:rsid w:val="00404607"/>
    <w:rsid w:val="00405D14"/>
    <w:rsid w:val="00406449"/>
    <w:rsid w:val="0040653B"/>
    <w:rsid w:val="0040708F"/>
    <w:rsid w:val="00407AC8"/>
    <w:rsid w:val="00407BEF"/>
    <w:rsid w:val="00407DA6"/>
    <w:rsid w:val="00407DDE"/>
    <w:rsid w:val="004101B1"/>
    <w:rsid w:val="00410472"/>
    <w:rsid w:val="00412114"/>
    <w:rsid w:val="00412F87"/>
    <w:rsid w:val="00413E50"/>
    <w:rsid w:val="004151BE"/>
    <w:rsid w:val="00420556"/>
    <w:rsid w:val="00421931"/>
    <w:rsid w:val="0042232B"/>
    <w:rsid w:val="004236E5"/>
    <w:rsid w:val="00426105"/>
    <w:rsid w:val="00426B8E"/>
    <w:rsid w:val="004273E9"/>
    <w:rsid w:val="00427A2D"/>
    <w:rsid w:val="00427C12"/>
    <w:rsid w:val="004308A6"/>
    <w:rsid w:val="00430D72"/>
    <w:rsid w:val="00430DAD"/>
    <w:rsid w:val="00430EBD"/>
    <w:rsid w:val="00431373"/>
    <w:rsid w:val="00433E7C"/>
    <w:rsid w:val="00434604"/>
    <w:rsid w:val="0043609F"/>
    <w:rsid w:val="0043739F"/>
    <w:rsid w:val="00437A85"/>
    <w:rsid w:val="00437F25"/>
    <w:rsid w:val="00441044"/>
    <w:rsid w:val="00442E8C"/>
    <w:rsid w:val="00444E28"/>
    <w:rsid w:val="00444EE9"/>
    <w:rsid w:val="004452D0"/>
    <w:rsid w:val="004458FE"/>
    <w:rsid w:val="00445DE1"/>
    <w:rsid w:val="004461A6"/>
    <w:rsid w:val="00446367"/>
    <w:rsid w:val="00446982"/>
    <w:rsid w:val="00447F6E"/>
    <w:rsid w:val="00450F2A"/>
    <w:rsid w:val="0045211A"/>
    <w:rsid w:val="00452BF1"/>
    <w:rsid w:val="00453AC5"/>
    <w:rsid w:val="004544DD"/>
    <w:rsid w:val="00454685"/>
    <w:rsid w:val="00454F45"/>
    <w:rsid w:val="004556DE"/>
    <w:rsid w:val="0045595E"/>
    <w:rsid w:val="00455997"/>
    <w:rsid w:val="00456568"/>
    <w:rsid w:val="004572DB"/>
    <w:rsid w:val="004600E5"/>
    <w:rsid w:val="004605A5"/>
    <w:rsid w:val="0046085A"/>
    <w:rsid w:val="00460B77"/>
    <w:rsid w:val="00460BE9"/>
    <w:rsid w:val="00460D0E"/>
    <w:rsid w:val="00461600"/>
    <w:rsid w:val="00461852"/>
    <w:rsid w:val="0046186E"/>
    <w:rsid w:val="00461E30"/>
    <w:rsid w:val="004620B6"/>
    <w:rsid w:val="004625EB"/>
    <w:rsid w:val="00462630"/>
    <w:rsid w:val="00463646"/>
    <w:rsid w:val="0046450D"/>
    <w:rsid w:val="00464657"/>
    <w:rsid w:val="00465AB0"/>
    <w:rsid w:val="00466444"/>
    <w:rsid w:val="00467F4D"/>
    <w:rsid w:val="004745C4"/>
    <w:rsid w:val="00475A2A"/>
    <w:rsid w:val="00475AED"/>
    <w:rsid w:val="00475B41"/>
    <w:rsid w:val="00475FB3"/>
    <w:rsid w:val="00476BED"/>
    <w:rsid w:val="004779D3"/>
    <w:rsid w:val="00477D3C"/>
    <w:rsid w:val="00477DE3"/>
    <w:rsid w:val="00480576"/>
    <w:rsid w:val="00480868"/>
    <w:rsid w:val="00480EE7"/>
    <w:rsid w:val="004810FE"/>
    <w:rsid w:val="004815D5"/>
    <w:rsid w:val="00481AEA"/>
    <w:rsid w:val="00484028"/>
    <w:rsid w:val="004844B4"/>
    <w:rsid w:val="004847D3"/>
    <w:rsid w:val="00484EEE"/>
    <w:rsid w:val="00485415"/>
    <w:rsid w:val="00486E5D"/>
    <w:rsid w:val="00490EE3"/>
    <w:rsid w:val="00491789"/>
    <w:rsid w:val="00493770"/>
    <w:rsid w:val="00493D0A"/>
    <w:rsid w:val="0049413B"/>
    <w:rsid w:val="00494C0D"/>
    <w:rsid w:val="0049651F"/>
    <w:rsid w:val="0049704C"/>
    <w:rsid w:val="00497409"/>
    <w:rsid w:val="00497CD7"/>
    <w:rsid w:val="004A0584"/>
    <w:rsid w:val="004A08F7"/>
    <w:rsid w:val="004A0D0C"/>
    <w:rsid w:val="004A1075"/>
    <w:rsid w:val="004A146F"/>
    <w:rsid w:val="004A5301"/>
    <w:rsid w:val="004A5AB2"/>
    <w:rsid w:val="004A6713"/>
    <w:rsid w:val="004B07F3"/>
    <w:rsid w:val="004B0C2C"/>
    <w:rsid w:val="004B0E06"/>
    <w:rsid w:val="004B1442"/>
    <w:rsid w:val="004B1DEB"/>
    <w:rsid w:val="004B2723"/>
    <w:rsid w:val="004B3FC3"/>
    <w:rsid w:val="004B4511"/>
    <w:rsid w:val="004B46C9"/>
    <w:rsid w:val="004B52C0"/>
    <w:rsid w:val="004B5342"/>
    <w:rsid w:val="004B756C"/>
    <w:rsid w:val="004C0647"/>
    <w:rsid w:val="004C0E14"/>
    <w:rsid w:val="004C2A1B"/>
    <w:rsid w:val="004C2A51"/>
    <w:rsid w:val="004C3297"/>
    <w:rsid w:val="004C3860"/>
    <w:rsid w:val="004C4A46"/>
    <w:rsid w:val="004C4F16"/>
    <w:rsid w:val="004C6026"/>
    <w:rsid w:val="004C7A57"/>
    <w:rsid w:val="004D107A"/>
    <w:rsid w:val="004D1240"/>
    <w:rsid w:val="004D179F"/>
    <w:rsid w:val="004D1D16"/>
    <w:rsid w:val="004D2378"/>
    <w:rsid w:val="004D3BFF"/>
    <w:rsid w:val="004D4389"/>
    <w:rsid w:val="004D6B9B"/>
    <w:rsid w:val="004D6E0E"/>
    <w:rsid w:val="004D7330"/>
    <w:rsid w:val="004D7933"/>
    <w:rsid w:val="004E0DE4"/>
    <w:rsid w:val="004E1799"/>
    <w:rsid w:val="004E1CC1"/>
    <w:rsid w:val="004E1E3D"/>
    <w:rsid w:val="004E2506"/>
    <w:rsid w:val="004E2B6D"/>
    <w:rsid w:val="004E3EE7"/>
    <w:rsid w:val="004E584E"/>
    <w:rsid w:val="004F0B70"/>
    <w:rsid w:val="004F157D"/>
    <w:rsid w:val="004F2CAA"/>
    <w:rsid w:val="004F478F"/>
    <w:rsid w:val="004F7540"/>
    <w:rsid w:val="004F7DC9"/>
    <w:rsid w:val="00500A04"/>
    <w:rsid w:val="00500A5C"/>
    <w:rsid w:val="00501AEC"/>
    <w:rsid w:val="005029A9"/>
    <w:rsid w:val="00504175"/>
    <w:rsid w:val="005066BA"/>
    <w:rsid w:val="005077DA"/>
    <w:rsid w:val="00507F02"/>
    <w:rsid w:val="005106C2"/>
    <w:rsid w:val="00511F7A"/>
    <w:rsid w:val="005122BB"/>
    <w:rsid w:val="005122FE"/>
    <w:rsid w:val="00512BE0"/>
    <w:rsid w:val="00512F7B"/>
    <w:rsid w:val="005148F9"/>
    <w:rsid w:val="0051575C"/>
    <w:rsid w:val="00515A65"/>
    <w:rsid w:val="005162E2"/>
    <w:rsid w:val="00517AF0"/>
    <w:rsid w:val="00520E85"/>
    <w:rsid w:val="00522AAC"/>
    <w:rsid w:val="0052313B"/>
    <w:rsid w:val="0052425B"/>
    <w:rsid w:val="005243F2"/>
    <w:rsid w:val="00525196"/>
    <w:rsid w:val="005304D0"/>
    <w:rsid w:val="00530E46"/>
    <w:rsid w:val="00531B77"/>
    <w:rsid w:val="00533FC7"/>
    <w:rsid w:val="0053455C"/>
    <w:rsid w:val="00534B76"/>
    <w:rsid w:val="00534E6C"/>
    <w:rsid w:val="005352B3"/>
    <w:rsid w:val="005355BB"/>
    <w:rsid w:val="00535829"/>
    <w:rsid w:val="00536327"/>
    <w:rsid w:val="00540837"/>
    <w:rsid w:val="005410EF"/>
    <w:rsid w:val="0054144F"/>
    <w:rsid w:val="00541E98"/>
    <w:rsid w:val="005421E8"/>
    <w:rsid w:val="00543D39"/>
    <w:rsid w:val="00544445"/>
    <w:rsid w:val="00544F0B"/>
    <w:rsid w:val="005451B1"/>
    <w:rsid w:val="005453F5"/>
    <w:rsid w:val="00545627"/>
    <w:rsid w:val="00545789"/>
    <w:rsid w:val="00545C65"/>
    <w:rsid w:val="005465A0"/>
    <w:rsid w:val="00546FE0"/>
    <w:rsid w:val="0054752B"/>
    <w:rsid w:val="00550227"/>
    <w:rsid w:val="005517C2"/>
    <w:rsid w:val="0055209A"/>
    <w:rsid w:val="00553646"/>
    <w:rsid w:val="00557C8E"/>
    <w:rsid w:val="005613A1"/>
    <w:rsid w:val="0056156F"/>
    <w:rsid w:val="00561820"/>
    <w:rsid w:val="00562C99"/>
    <w:rsid w:val="00562CBF"/>
    <w:rsid w:val="005631C4"/>
    <w:rsid w:val="005642BC"/>
    <w:rsid w:val="005655CA"/>
    <w:rsid w:val="005656CE"/>
    <w:rsid w:val="00565A20"/>
    <w:rsid w:val="00566CC9"/>
    <w:rsid w:val="00566E6F"/>
    <w:rsid w:val="005710A5"/>
    <w:rsid w:val="00571B95"/>
    <w:rsid w:val="00573025"/>
    <w:rsid w:val="00574102"/>
    <w:rsid w:val="00574786"/>
    <w:rsid w:val="00574AB8"/>
    <w:rsid w:val="00576486"/>
    <w:rsid w:val="005773D3"/>
    <w:rsid w:val="0057753A"/>
    <w:rsid w:val="00577CD4"/>
    <w:rsid w:val="00577E08"/>
    <w:rsid w:val="00580A3A"/>
    <w:rsid w:val="00581051"/>
    <w:rsid w:val="005815BA"/>
    <w:rsid w:val="00581E9D"/>
    <w:rsid w:val="005829D0"/>
    <w:rsid w:val="00583B00"/>
    <w:rsid w:val="005845B4"/>
    <w:rsid w:val="005845DE"/>
    <w:rsid w:val="00593115"/>
    <w:rsid w:val="00593928"/>
    <w:rsid w:val="005958E9"/>
    <w:rsid w:val="005959B9"/>
    <w:rsid w:val="00597D3B"/>
    <w:rsid w:val="00597F38"/>
    <w:rsid w:val="005A0251"/>
    <w:rsid w:val="005A08F9"/>
    <w:rsid w:val="005A0CD7"/>
    <w:rsid w:val="005A1A47"/>
    <w:rsid w:val="005A1DBB"/>
    <w:rsid w:val="005A332C"/>
    <w:rsid w:val="005A3B84"/>
    <w:rsid w:val="005A4647"/>
    <w:rsid w:val="005A46E9"/>
    <w:rsid w:val="005A5FCA"/>
    <w:rsid w:val="005A76FD"/>
    <w:rsid w:val="005B1153"/>
    <w:rsid w:val="005B20F4"/>
    <w:rsid w:val="005B2583"/>
    <w:rsid w:val="005B36AC"/>
    <w:rsid w:val="005B499E"/>
    <w:rsid w:val="005B519C"/>
    <w:rsid w:val="005B6768"/>
    <w:rsid w:val="005C0498"/>
    <w:rsid w:val="005C0F7E"/>
    <w:rsid w:val="005C45DA"/>
    <w:rsid w:val="005C4B88"/>
    <w:rsid w:val="005C56A3"/>
    <w:rsid w:val="005C5A3B"/>
    <w:rsid w:val="005C5B5B"/>
    <w:rsid w:val="005C5D37"/>
    <w:rsid w:val="005C62F0"/>
    <w:rsid w:val="005C6D2F"/>
    <w:rsid w:val="005C6DA9"/>
    <w:rsid w:val="005C6EFA"/>
    <w:rsid w:val="005C7F84"/>
    <w:rsid w:val="005D0400"/>
    <w:rsid w:val="005D0791"/>
    <w:rsid w:val="005D0BF0"/>
    <w:rsid w:val="005D0F88"/>
    <w:rsid w:val="005D1C1C"/>
    <w:rsid w:val="005D221D"/>
    <w:rsid w:val="005D2A54"/>
    <w:rsid w:val="005D2B60"/>
    <w:rsid w:val="005D43FC"/>
    <w:rsid w:val="005D4441"/>
    <w:rsid w:val="005D58F4"/>
    <w:rsid w:val="005E08AE"/>
    <w:rsid w:val="005E0BCE"/>
    <w:rsid w:val="005E0F6E"/>
    <w:rsid w:val="005E17B2"/>
    <w:rsid w:val="005E1824"/>
    <w:rsid w:val="005E2734"/>
    <w:rsid w:val="005E3916"/>
    <w:rsid w:val="005E3A1E"/>
    <w:rsid w:val="005E44D2"/>
    <w:rsid w:val="005E76E4"/>
    <w:rsid w:val="005F0EE2"/>
    <w:rsid w:val="005F1AA9"/>
    <w:rsid w:val="005F1F04"/>
    <w:rsid w:val="005F2D74"/>
    <w:rsid w:val="005F2F35"/>
    <w:rsid w:val="005F4F64"/>
    <w:rsid w:val="005F51C2"/>
    <w:rsid w:val="005F60A5"/>
    <w:rsid w:val="005F67EB"/>
    <w:rsid w:val="005F7779"/>
    <w:rsid w:val="005F7DC3"/>
    <w:rsid w:val="005F7EB0"/>
    <w:rsid w:val="00601095"/>
    <w:rsid w:val="00601601"/>
    <w:rsid w:val="00601A88"/>
    <w:rsid w:val="00602DD6"/>
    <w:rsid w:val="006034E8"/>
    <w:rsid w:val="00603A40"/>
    <w:rsid w:val="00605272"/>
    <w:rsid w:val="006055EA"/>
    <w:rsid w:val="00605AE9"/>
    <w:rsid w:val="00605CED"/>
    <w:rsid w:val="00606C00"/>
    <w:rsid w:val="00606E72"/>
    <w:rsid w:val="006070D9"/>
    <w:rsid w:val="006075BD"/>
    <w:rsid w:val="00610794"/>
    <w:rsid w:val="00610A12"/>
    <w:rsid w:val="00610B80"/>
    <w:rsid w:val="0061303D"/>
    <w:rsid w:val="00615659"/>
    <w:rsid w:val="00620445"/>
    <w:rsid w:val="006219BF"/>
    <w:rsid w:val="006227B5"/>
    <w:rsid w:val="00622F11"/>
    <w:rsid w:val="00623E50"/>
    <w:rsid w:val="00624CBD"/>
    <w:rsid w:val="006259E1"/>
    <w:rsid w:val="00626159"/>
    <w:rsid w:val="006270F5"/>
    <w:rsid w:val="0062731D"/>
    <w:rsid w:val="00627331"/>
    <w:rsid w:val="006309D1"/>
    <w:rsid w:val="006316AA"/>
    <w:rsid w:val="00631993"/>
    <w:rsid w:val="00633868"/>
    <w:rsid w:val="0063645F"/>
    <w:rsid w:val="0063757F"/>
    <w:rsid w:val="00640C33"/>
    <w:rsid w:val="006419FA"/>
    <w:rsid w:val="00641DCF"/>
    <w:rsid w:val="00641F0B"/>
    <w:rsid w:val="00642BDE"/>
    <w:rsid w:val="00643FBB"/>
    <w:rsid w:val="00646557"/>
    <w:rsid w:val="00651D84"/>
    <w:rsid w:val="00652323"/>
    <w:rsid w:val="00653454"/>
    <w:rsid w:val="00654504"/>
    <w:rsid w:val="00654FA7"/>
    <w:rsid w:val="00655F8E"/>
    <w:rsid w:val="006561CD"/>
    <w:rsid w:val="006602FA"/>
    <w:rsid w:val="0066048A"/>
    <w:rsid w:val="0066199D"/>
    <w:rsid w:val="00663234"/>
    <w:rsid w:val="00664D43"/>
    <w:rsid w:val="006664EF"/>
    <w:rsid w:val="0066718E"/>
    <w:rsid w:val="006674C2"/>
    <w:rsid w:val="006675B8"/>
    <w:rsid w:val="00667779"/>
    <w:rsid w:val="0067019C"/>
    <w:rsid w:val="0067127C"/>
    <w:rsid w:val="0067307C"/>
    <w:rsid w:val="00673BD4"/>
    <w:rsid w:val="0067796A"/>
    <w:rsid w:val="00677A43"/>
    <w:rsid w:val="00680A81"/>
    <w:rsid w:val="00680B2E"/>
    <w:rsid w:val="00680C15"/>
    <w:rsid w:val="00680D24"/>
    <w:rsid w:val="00682BDE"/>
    <w:rsid w:val="00682E60"/>
    <w:rsid w:val="006839CB"/>
    <w:rsid w:val="00684E62"/>
    <w:rsid w:val="00685091"/>
    <w:rsid w:val="0068663F"/>
    <w:rsid w:val="00686D7D"/>
    <w:rsid w:val="00687DAB"/>
    <w:rsid w:val="00690CD2"/>
    <w:rsid w:val="00691AE3"/>
    <w:rsid w:val="00691B9A"/>
    <w:rsid w:val="00693533"/>
    <w:rsid w:val="00693BA1"/>
    <w:rsid w:val="006953C7"/>
    <w:rsid w:val="006A01DC"/>
    <w:rsid w:val="006A29EF"/>
    <w:rsid w:val="006A32E6"/>
    <w:rsid w:val="006A3F22"/>
    <w:rsid w:val="006A3FA1"/>
    <w:rsid w:val="006A48C9"/>
    <w:rsid w:val="006A5137"/>
    <w:rsid w:val="006A553D"/>
    <w:rsid w:val="006A6E60"/>
    <w:rsid w:val="006A79E2"/>
    <w:rsid w:val="006B06CB"/>
    <w:rsid w:val="006B2109"/>
    <w:rsid w:val="006B2192"/>
    <w:rsid w:val="006B25EF"/>
    <w:rsid w:val="006B2D1C"/>
    <w:rsid w:val="006B2DB7"/>
    <w:rsid w:val="006C38DF"/>
    <w:rsid w:val="006C3933"/>
    <w:rsid w:val="006C5100"/>
    <w:rsid w:val="006C6790"/>
    <w:rsid w:val="006C6A46"/>
    <w:rsid w:val="006D0548"/>
    <w:rsid w:val="006D4F0A"/>
    <w:rsid w:val="006D5202"/>
    <w:rsid w:val="006D52F5"/>
    <w:rsid w:val="006D5DA0"/>
    <w:rsid w:val="006D74BD"/>
    <w:rsid w:val="006E0073"/>
    <w:rsid w:val="006E04A2"/>
    <w:rsid w:val="006E0DDE"/>
    <w:rsid w:val="006E1A3C"/>
    <w:rsid w:val="006E1B07"/>
    <w:rsid w:val="006E1FA5"/>
    <w:rsid w:val="006E2D91"/>
    <w:rsid w:val="006E5EE5"/>
    <w:rsid w:val="006F0BEE"/>
    <w:rsid w:val="006F141D"/>
    <w:rsid w:val="006F2231"/>
    <w:rsid w:val="006F2233"/>
    <w:rsid w:val="006F2B12"/>
    <w:rsid w:val="006F370A"/>
    <w:rsid w:val="006F39DF"/>
    <w:rsid w:val="006F3A52"/>
    <w:rsid w:val="006F3A87"/>
    <w:rsid w:val="006F3EAF"/>
    <w:rsid w:val="006F62D0"/>
    <w:rsid w:val="006F70BE"/>
    <w:rsid w:val="006F7CE0"/>
    <w:rsid w:val="00700D16"/>
    <w:rsid w:val="00700FC1"/>
    <w:rsid w:val="0070160E"/>
    <w:rsid w:val="00701C06"/>
    <w:rsid w:val="007032E1"/>
    <w:rsid w:val="007037BA"/>
    <w:rsid w:val="00703C44"/>
    <w:rsid w:val="00703D39"/>
    <w:rsid w:val="00703F45"/>
    <w:rsid w:val="00704646"/>
    <w:rsid w:val="00704D30"/>
    <w:rsid w:val="00705546"/>
    <w:rsid w:val="00706F87"/>
    <w:rsid w:val="007073EE"/>
    <w:rsid w:val="007105AC"/>
    <w:rsid w:val="00710868"/>
    <w:rsid w:val="00711240"/>
    <w:rsid w:val="0071141E"/>
    <w:rsid w:val="007115B8"/>
    <w:rsid w:val="007126D4"/>
    <w:rsid w:val="00712CE7"/>
    <w:rsid w:val="007134DF"/>
    <w:rsid w:val="00713797"/>
    <w:rsid w:val="007154D5"/>
    <w:rsid w:val="0071573B"/>
    <w:rsid w:val="00715AF5"/>
    <w:rsid w:val="007161F0"/>
    <w:rsid w:val="00716A8E"/>
    <w:rsid w:val="007172C5"/>
    <w:rsid w:val="00717BA2"/>
    <w:rsid w:val="00717D95"/>
    <w:rsid w:val="00720E16"/>
    <w:rsid w:val="007216BB"/>
    <w:rsid w:val="00721B65"/>
    <w:rsid w:val="00722332"/>
    <w:rsid w:val="00722396"/>
    <w:rsid w:val="007226DA"/>
    <w:rsid w:val="00724211"/>
    <w:rsid w:val="00724DBC"/>
    <w:rsid w:val="00725C3B"/>
    <w:rsid w:val="007264F5"/>
    <w:rsid w:val="007274D7"/>
    <w:rsid w:val="007319C3"/>
    <w:rsid w:val="00731EF9"/>
    <w:rsid w:val="00732470"/>
    <w:rsid w:val="00732A19"/>
    <w:rsid w:val="007333BB"/>
    <w:rsid w:val="00733DD3"/>
    <w:rsid w:val="007340A3"/>
    <w:rsid w:val="0073451E"/>
    <w:rsid w:val="00734A2F"/>
    <w:rsid w:val="00734FBD"/>
    <w:rsid w:val="00735629"/>
    <w:rsid w:val="0073617D"/>
    <w:rsid w:val="0073679F"/>
    <w:rsid w:val="00736E57"/>
    <w:rsid w:val="00737386"/>
    <w:rsid w:val="0073788C"/>
    <w:rsid w:val="00737DD8"/>
    <w:rsid w:val="00741667"/>
    <w:rsid w:val="00742233"/>
    <w:rsid w:val="00742F48"/>
    <w:rsid w:val="00743145"/>
    <w:rsid w:val="007445C5"/>
    <w:rsid w:val="00744906"/>
    <w:rsid w:val="00744BFE"/>
    <w:rsid w:val="0074501C"/>
    <w:rsid w:val="00747F99"/>
    <w:rsid w:val="0075003F"/>
    <w:rsid w:val="00751CE2"/>
    <w:rsid w:val="00751E30"/>
    <w:rsid w:val="0075227E"/>
    <w:rsid w:val="00752582"/>
    <w:rsid w:val="00753237"/>
    <w:rsid w:val="007541AF"/>
    <w:rsid w:val="00756115"/>
    <w:rsid w:val="007574ED"/>
    <w:rsid w:val="007576EE"/>
    <w:rsid w:val="00760571"/>
    <w:rsid w:val="00761305"/>
    <w:rsid w:val="007613A9"/>
    <w:rsid w:val="00761DDC"/>
    <w:rsid w:val="0076258E"/>
    <w:rsid w:val="00762E07"/>
    <w:rsid w:val="00762EFF"/>
    <w:rsid w:val="00763E9E"/>
    <w:rsid w:val="00764C81"/>
    <w:rsid w:val="00767037"/>
    <w:rsid w:val="00767B5D"/>
    <w:rsid w:val="00771C55"/>
    <w:rsid w:val="00771DF3"/>
    <w:rsid w:val="007737A1"/>
    <w:rsid w:val="00773D10"/>
    <w:rsid w:val="007740D0"/>
    <w:rsid w:val="00774161"/>
    <w:rsid w:val="00774277"/>
    <w:rsid w:val="00781340"/>
    <w:rsid w:val="00781F75"/>
    <w:rsid w:val="007830B2"/>
    <w:rsid w:val="00783912"/>
    <w:rsid w:val="00783A1F"/>
    <w:rsid w:val="0078581F"/>
    <w:rsid w:val="00785A25"/>
    <w:rsid w:val="00786726"/>
    <w:rsid w:val="00786C33"/>
    <w:rsid w:val="007878B0"/>
    <w:rsid w:val="007907FD"/>
    <w:rsid w:val="007915DF"/>
    <w:rsid w:val="00791624"/>
    <w:rsid w:val="00791957"/>
    <w:rsid w:val="00792213"/>
    <w:rsid w:val="00792F48"/>
    <w:rsid w:val="00793F91"/>
    <w:rsid w:val="0079434D"/>
    <w:rsid w:val="00795338"/>
    <w:rsid w:val="0079725E"/>
    <w:rsid w:val="007A16DD"/>
    <w:rsid w:val="007A17C8"/>
    <w:rsid w:val="007A2A10"/>
    <w:rsid w:val="007A4058"/>
    <w:rsid w:val="007A4666"/>
    <w:rsid w:val="007A508E"/>
    <w:rsid w:val="007A5974"/>
    <w:rsid w:val="007A5B8F"/>
    <w:rsid w:val="007A6631"/>
    <w:rsid w:val="007A6BD2"/>
    <w:rsid w:val="007A74C7"/>
    <w:rsid w:val="007A7C77"/>
    <w:rsid w:val="007B14BE"/>
    <w:rsid w:val="007B378B"/>
    <w:rsid w:val="007B4F58"/>
    <w:rsid w:val="007B5402"/>
    <w:rsid w:val="007B68DD"/>
    <w:rsid w:val="007B77A8"/>
    <w:rsid w:val="007B7840"/>
    <w:rsid w:val="007C06B7"/>
    <w:rsid w:val="007C0A0E"/>
    <w:rsid w:val="007C14F4"/>
    <w:rsid w:val="007C1ABF"/>
    <w:rsid w:val="007C1B15"/>
    <w:rsid w:val="007C2600"/>
    <w:rsid w:val="007C27DF"/>
    <w:rsid w:val="007C2CBF"/>
    <w:rsid w:val="007C3038"/>
    <w:rsid w:val="007C3AE9"/>
    <w:rsid w:val="007C4FF5"/>
    <w:rsid w:val="007C551D"/>
    <w:rsid w:val="007C55EE"/>
    <w:rsid w:val="007C5714"/>
    <w:rsid w:val="007C5A46"/>
    <w:rsid w:val="007C6ABE"/>
    <w:rsid w:val="007C704F"/>
    <w:rsid w:val="007C7724"/>
    <w:rsid w:val="007C7B2A"/>
    <w:rsid w:val="007C7C0F"/>
    <w:rsid w:val="007D00CF"/>
    <w:rsid w:val="007D0803"/>
    <w:rsid w:val="007D0C1A"/>
    <w:rsid w:val="007D20BD"/>
    <w:rsid w:val="007D4142"/>
    <w:rsid w:val="007D41C1"/>
    <w:rsid w:val="007D511F"/>
    <w:rsid w:val="007D600E"/>
    <w:rsid w:val="007D60F1"/>
    <w:rsid w:val="007D656B"/>
    <w:rsid w:val="007D6665"/>
    <w:rsid w:val="007D7044"/>
    <w:rsid w:val="007E030C"/>
    <w:rsid w:val="007E0CFB"/>
    <w:rsid w:val="007E1123"/>
    <w:rsid w:val="007E1E76"/>
    <w:rsid w:val="007E2EE8"/>
    <w:rsid w:val="007E32C0"/>
    <w:rsid w:val="007E4047"/>
    <w:rsid w:val="007E4386"/>
    <w:rsid w:val="007E446F"/>
    <w:rsid w:val="007E4E38"/>
    <w:rsid w:val="007E4EDB"/>
    <w:rsid w:val="007E5364"/>
    <w:rsid w:val="007E6942"/>
    <w:rsid w:val="007E6FC4"/>
    <w:rsid w:val="007E70F7"/>
    <w:rsid w:val="007E7439"/>
    <w:rsid w:val="007F1E03"/>
    <w:rsid w:val="007F21F7"/>
    <w:rsid w:val="007F2981"/>
    <w:rsid w:val="007F2D9E"/>
    <w:rsid w:val="007F328E"/>
    <w:rsid w:val="007F6559"/>
    <w:rsid w:val="007F7A34"/>
    <w:rsid w:val="007F7F8E"/>
    <w:rsid w:val="00802235"/>
    <w:rsid w:val="0080235C"/>
    <w:rsid w:val="008031BC"/>
    <w:rsid w:val="008034CB"/>
    <w:rsid w:val="00803B3A"/>
    <w:rsid w:val="0080419B"/>
    <w:rsid w:val="00804E3B"/>
    <w:rsid w:val="00805E5F"/>
    <w:rsid w:val="0080686A"/>
    <w:rsid w:val="00806FEA"/>
    <w:rsid w:val="0081029D"/>
    <w:rsid w:val="0081113A"/>
    <w:rsid w:val="00811A91"/>
    <w:rsid w:val="00812EB0"/>
    <w:rsid w:val="0081303D"/>
    <w:rsid w:val="00813521"/>
    <w:rsid w:val="0081429C"/>
    <w:rsid w:val="008150ED"/>
    <w:rsid w:val="00816C8C"/>
    <w:rsid w:val="008170C4"/>
    <w:rsid w:val="008172CC"/>
    <w:rsid w:val="008176B2"/>
    <w:rsid w:val="00817F48"/>
    <w:rsid w:val="008200F4"/>
    <w:rsid w:val="008208A7"/>
    <w:rsid w:val="008212C5"/>
    <w:rsid w:val="008217E5"/>
    <w:rsid w:val="00821EEF"/>
    <w:rsid w:val="008251FE"/>
    <w:rsid w:val="008272D4"/>
    <w:rsid w:val="00827B5A"/>
    <w:rsid w:val="00827E1D"/>
    <w:rsid w:val="00831506"/>
    <w:rsid w:val="00831660"/>
    <w:rsid w:val="00833A38"/>
    <w:rsid w:val="00833BBF"/>
    <w:rsid w:val="00834C1F"/>
    <w:rsid w:val="00835490"/>
    <w:rsid w:val="0083586B"/>
    <w:rsid w:val="00835CA9"/>
    <w:rsid w:val="008363E2"/>
    <w:rsid w:val="00836663"/>
    <w:rsid w:val="00836DC8"/>
    <w:rsid w:val="0083719F"/>
    <w:rsid w:val="008371E6"/>
    <w:rsid w:val="00837A92"/>
    <w:rsid w:val="00837C5D"/>
    <w:rsid w:val="00837FD2"/>
    <w:rsid w:val="0084023D"/>
    <w:rsid w:val="00840AB3"/>
    <w:rsid w:val="00840C50"/>
    <w:rsid w:val="00840C5D"/>
    <w:rsid w:val="00842EA4"/>
    <w:rsid w:val="00842FAA"/>
    <w:rsid w:val="00843E15"/>
    <w:rsid w:val="00844D0C"/>
    <w:rsid w:val="0084577A"/>
    <w:rsid w:val="00846C17"/>
    <w:rsid w:val="00847B18"/>
    <w:rsid w:val="00850BA6"/>
    <w:rsid w:val="00851FFE"/>
    <w:rsid w:val="008520A9"/>
    <w:rsid w:val="00852A8E"/>
    <w:rsid w:val="00853634"/>
    <w:rsid w:val="00853A61"/>
    <w:rsid w:val="0085563A"/>
    <w:rsid w:val="00855C6E"/>
    <w:rsid w:val="008575C8"/>
    <w:rsid w:val="008576A6"/>
    <w:rsid w:val="00857751"/>
    <w:rsid w:val="00857842"/>
    <w:rsid w:val="00860968"/>
    <w:rsid w:val="008628D4"/>
    <w:rsid w:val="00864A9E"/>
    <w:rsid w:val="00864FE0"/>
    <w:rsid w:val="00865545"/>
    <w:rsid w:val="0086583F"/>
    <w:rsid w:val="00865EFB"/>
    <w:rsid w:val="0086700B"/>
    <w:rsid w:val="00870425"/>
    <w:rsid w:val="00870474"/>
    <w:rsid w:val="00870576"/>
    <w:rsid w:val="00870582"/>
    <w:rsid w:val="00871192"/>
    <w:rsid w:val="00871E7B"/>
    <w:rsid w:val="00872904"/>
    <w:rsid w:val="008737E4"/>
    <w:rsid w:val="00873A0C"/>
    <w:rsid w:val="00874195"/>
    <w:rsid w:val="0087549B"/>
    <w:rsid w:val="00875507"/>
    <w:rsid w:val="008758BC"/>
    <w:rsid w:val="00875E00"/>
    <w:rsid w:val="008776E5"/>
    <w:rsid w:val="008802CD"/>
    <w:rsid w:val="008812AD"/>
    <w:rsid w:val="00881877"/>
    <w:rsid w:val="00882BF4"/>
    <w:rsid w:val="008836A9"/>
    <w:rsid w:val="008836AF"/>
    <w:rsid w:val="00883D4A"/>
    <w:rsid w:val="00883F53"/>
    <w:rsid w:val="008842BB"/>
    <w:rsid w:val="00885493"/>
    <w:rsid w:val="00885866"/>
    <w:rsid w:val="00887197"/>
    <w:rsid w:val="00887CD7"/>
    <w:rsid w:val="0089010E"/>
    <w:rsid w:val="00890ACD"/>
    <w:rsid w:val="00890E0A"/>
    <w:rsid w:val="008911A1"/>
    <w:rsid w:val="00891768"/>
    <w:rsid w:val="008917CB"/>
    <w:rsid w:val="00891E14"/>
    <w:rsid w:val="00892327"/>
    <w:rsid w:val="008927B5"/>
    <w:rsid w:val="0089368E"/>
    <w:rsid w:val="00893B7C"/>
    <w:rsid w:val="008978D3"/>
    <w:rsid w:val="00897B28"/>
    <w:rsid w:val="00897BC8"/>
    <w:rsid w:val="008A054C"/>
    <w:rsid w:val="008A0A28"/>
    <w:rsid w:val="008A0F41"/>
    <w:rsid w:val="008A1CA9"/>
    <w:rsid w:val="008A36A6"/>
    <w:rsid w:val="008A38BE"/>
    <w:rsid w:val="008A3D09"/>
    <w:rsid w:val="008A43D3"/>
    <w:rsid w:val="008A482E"/>
    <w:rsid w:val="008A4E6E"/>
    <w:rsid w:val="008A508B"/>
    <w:rsid w:val="008A54DD"/>
    <w:rsid w:val="008A5F29"/>
    <w:rsid w:val="008A60BF"/>
    <w:rsid w:val="008A616A"/>
    <w:rsid w:val="008A6D6A"/>
    <w:rsid w:val="008A6E93"/>
    <w:rsid w:val="008A6F57"/>
    <w:rsid w:val="008A71DE"/>
    <w:rsid w:val="008A74F2"/>
    <w:rsid w:val="008A7641"/>
    <w:rsid w:val="008B0455"/>
    <w:rsid w:val="008B079E"/>
    <w:rsid w:val="008B092D"/>
    <w:rsid w:val="008B1782"/>
    <w:rsid w:val="008B1B87"/>
    <w:rsid w:val="008B247F"/>
    <w:rsid w:val="008B28B6"/>
    <w:rsid w:val="008B5B94"/>
    <w:rsid w:val="008B6845"/>
    <w:rsid w:val="008B68E6"/>
    <w:rsid w:val="008C0248"/>
    <w:rsid w:val="008C0467"/>
    <w:rsid w:val="008C11DE"/>
    <w:rsid w:val="008C1855"/>
    <w:rsid w:val="008C1BBE"/>
    <w:rsid w:val="008C1E40"/>
    <w:rsid w:val="008C28C8"/>
    <w:rsid w:val="008C35DA"/>
    <w:rsid w:val="008C5641"/>
    <w:rsid w:val="008C5865"/>
    <w:rsid w:val="008C6DA6"/>
    <w:rsid w:val="008C74FB"/>
    <w:rsid w:val="008D1ACE"/>
    <w:rsid w:val="008D1C85"/>
    <w:rsid w:val="008D266B"/>
    <w:rsid w:val="008D2C1E"/>
    <w:rsid w:val="008D39B9"/>
    <w:rsid w:val="008D59E6"/>
    <w:rsid w:val="008D69F0"/>
    <w:rsid w:val="008D76C4"/>
    <w:rsid w:val="008D7B2C"/>
    <w:rsid w:val="008E08C1"/>
    <w:rsid w:val="008E09CC"/>
    <w:rsid w:val="008E0CBA"/>
    <w:rsid w:val="008E0E68"/>
    <w:rsid w:val="008E2187"/>
    <w:rsid w:val="008E26EA"/>
    <w:rsid w:val="008E32D1"/>
    <w:rsid w:val="008E3F25"/>
    <w:rsid w:val="008E482C"/>
    <w:rsid w:val="008E5B63"/>
    <w:rsid w:val="008E627C"/>
    <w:rsid w:val="008E66DC"/>
    <w:rsid w:val="008E6B23"/>
    <w:rsid w:val="008E6BDD"/>
    <w:rsid w:val="008E6E16"/>
    <w:rsid w:val="008E7D66"/>
    <w:rsid w:val="008F2068"/>
    <w:rsid w:val="008F33E0"/>
    <w:rsid w:val="008F41FC"/>
    <w:rsid w:val="008F4645"/>
    <w:rsid w:val="008F4A87"/>
    <w:rsid w:val="008F52C1"/>
    <w:rsid w:val="008F5656"/>
    <w:rsid w:val="008F5773"/>
    <w:rsid w:val="008F66A7"/>
    <w:rsid w:val="008F689A"/>
    <w:rsid w:val="008F6BCA"/>
    <w:rsid w:val="008F7228"/>
    <w:rsid w:val="009001FB"/>
    <w:rsid w:val="009022FF"/>
    <w:rsid w:val="00904070"/>
    <w:rsid w:val="0090514E"/>
    <w:rsid w:val="0090746E"/>
    <w:rsid w:val="0091053A"/>
    <w:rsid w:val="00910A7F"/>
    <w:rsid w:val="009116F1"/>
    <w:rsid w:val="009126D2"/>
    <w:rsid w:val="00913535"/>
    <w:rsid w:val="0091516F"/>
    <w:rsid w:val="00915FC3"/>
    <w:rsid w:val="00917D93"/>
    <w:rsid w:val="009213D3"/>
    <w:rsid w:val="00921A0E"/>
    <w:rsid w:val="00922445"/>
    <w:rsid w:val="00922EFE"/>
    <w:rsid w:val="00923520"/>
    <w:rsid w:val="009235CA"/>
    <w:rsid w:val="00924658"/>
    <w:rsid w:val="00924BD3"/>
    <w:rsid w:val="009256FD"/>
    <w:rsid w:val="00925953"/>
    <w:rsid w:val="00925986"/>
    <w:rsid w:val="00926DC6"/>
    <w:rsid w:val="00926E07"/>
    <w:rsid w:val="009306D9"/>
    <w:rsid w:val="009320B6"/>
    <w:rsid w:val="00932307"/>
    <w:rsid w:val="00933FA9"/>
    <w:rsid w:val="00935812"/>
    <w:rsid w:val="00936633"/>
    <w:rsid w:val="009373A4"/>
    <w:rsid w:val="00937866"/>
    <w:rsid w:val="009378B2"/>
    <w:rsid w:val="00937BD6"/>
    <w:rsid w:val="00940084"/>
    <w:rsid w:val="00940466"/>
    <w:rsid w:val="00940F97"/>
    <w:rsid w:val="0094217F"/>
    <w:rsid w:val="009422DB"/>
    <w:rsid w:val="0094235A"/>
    <w:rsid w:val="0094265E"/>
    <w:rsid w:val="0094284C"/>
    <w:rsid w:val="00942959"/>
    <w:rsid w:val="00942A82"/>
    <w:rsid w:val="00942CA3"/>
    <w:rsid w:val="00943F77"/>
    <w:rsid w:val="0094411E"/>
    <w:rsid w:val="00944299"/>
    <w:rsid w:val="00944F25"/>
    <w:rsid w:val="0094648D"/>
    <w:rsid w:val="00946494"/>
    <w:rsid w:val="009465EF"/>
    <w:rsid w:val="009469E7"/>
    <w:rsid w:val="00947C58"/>
    <w:rsid w:val="00950FFE"/>
    <w:rsid w:val="00951C46"/>
    <w:rsid w:val="00952242"/>
    <w:rsid w:val="0095236E"/>
    <w:rsid w:val="0095295F"/>
    <w:rsid w:val="00952A76"/>
    <w:rsid w:val="00953C21"/>
    <w:rsid w:val="00954330"/>
    <w:rsid w:val="00954585"/>
    <w:rsid w:val="00954C67"/>
    <w:rsid w:val="0095548A"/>
    <w:rsid w:val="009556E5"/>
    <w:rsid w:val="00955836"/>
    <w:rsid w:val="009559DC"/>
    <w:rsid w:val="00955BC0"/>
    <w:rsid w:val="00955DF1"/>
    <w:rsid w:val="00957CDA"/>
    <w:rsid w:val="00960258"/>
    <w:rsid w:val="0096275E"/>
    <w:rsid w:val="00963577"/>
    <w:rsid w:val="009637E8"/>
    <w:rsid w:val="00963A2C"/>
    <w:rsid w:val="00964095"/>
    <w:rsid w:val="0096418F"/>
    <w:rsid w:val="00964465"/>
    <w:rsid w:val="00965A88"/>
    <w:rsid w:val="00966DB8"/>
    <w:rsid w:val="009712D4"/>
    <w:rsid w:val="00971EF8"/>
    <w:rsid w:val="0097283B"/>
    <w:rsid w:val="00972AFE"/>
    <w:rsid w:val="00973C02"/>
    <w:rsid w:val="00973DAB"/>
    <w:rsid w:val="00974B49"/>
    <w:rsid w:val="00975DF8"/>
    <w:rsid w:val="0097685D"/>
    <w:rsid w:val="00977C12"/>
    <w:rsid w:val="00980838"/>
    <w:rsid w:val="00980C68"/>
    <w:rsid w:val="00981A0B"/>
    <w:rsid w:val="00981C97"/>
    <w:rsid w:val="00981F66"/>
    <w:rsid w:val="00983900"/>
    <w:rsid w:val="00983E69"/>
    <w:rsid w:val="00984B97"/>
    <w:rsid w:val="00985886"/>
    <w:rsid w:val="00987803"/>
    <w:rsid w:val="009879C4"/>
    <w:rsid w:val="00987D09"/>
    <w:rsid w:val="00990413"/>
    <w:rsid w:val="00991A7A"/>
    <w:rsid w:val="009924D4"/>
    <w:rsid w:val="00992DCC"/>
    <w:rsid w:val="00993FAF"/>
    <w:rsid w:val="00994032"/>
    <w:rsid w:val="00994EFB"/>
    <w:rsid w:val="00994F84"/>
    <w:rsid w:val="009A23D1"/>
    <w:rsid w:val="009A2FEC"/>
    <w:rsid w:val="009A4411"/>
    <w:rsid w:val="009A464F"/>
    <w:rsid w:val="009A6066"/>
    <w:rsid w:val="009A7CD7"/>
    <w:rsid w:val="009A7EE8"/>
    <w:rsid w:val="009B2251"/>
    <w:rsid w:val="009B45D0"/>
    <w:rsid w:val="009C0ACA"/>
    <w:rsid w:val="009C1D1F"/>
    <w:rsid w:val="009C4A59"/>
    <w:rsid w:val="009D0287"/>
    <w:rsid w:val="009D1993"/>
    <w:rsid w:val="009D273C"/>
    <w:rsid w:val="009D76F6"/>
    <w:rsid w:val="009D7EE1"/>
    <w:rsid w:val="009D7F9C"/>
    <w:rsid w:val="009E021A"/>
    <w:rsid w:val="009E09ED"/>
    <w:rsid w:val="009E0F69"/>
    <w:rsid w:val="009E1B73"/>
    <w:rsid w:val="009E44AF"/>
    <w:rsid w:val="009E762D"/>
    <w:rsid w:val="009E78EA"/>
    <w:rsid w:val="009E7CDC"/>
    <w:rsid w:val="009F01C9"/>
    <w:rsid w:val="009F0561"/>
    <w:rsid w:val="009F13F4"/>
    <w:rsid w:val="009F15CB"/>
    <w:rsid w:val="009F3647"/>
    <w:rsid w:val="009F3C37"/>
    <w:rsid w:val="009F4E8B"/>
    <w:rsid w:val="009F5601"/>
    <w:rsid w:val="009F5649"/>
    <w:rsid w:val="009F56D0"/>
    <w:rsid w:val="009F5977"/>
    <w:rsid w:val="009F640B"/>
    <w:rsid w:val="009F68C0"/>
    <w:rsid w:val="00A01444"/>
    <w:rsid w:val="00A022EA"/>
    <w:rsid w:val="00A03722"/>
    <w:rsid w:val="00A048E4"/>
    <w:rsid w:val="00A06036"/>
    <w:rsid w:val="00A06B37"/>
    <w:rsid w:val="00A07CDC"/>
    <w:rsid w:val="00A10481"/>
    <w:rsid w:val="00A105B5"/>
    <w:rsid w:val="00A11546"/>
    <w:rsid w:val="00A11B9F"/>
    <w:rsid w:val="00A1227C"/>
    <w:rsid w:val="00A13073"/>
    <w:rsid w:val="00A13A85"/>
    <w:rsid w:val="00A15FD4"/>
    <w:rsid w:val="00A16925"/>
    <w:rsid w:val="00A16E34"/>
    <w:rsid w:val="00A17EBB"/>
    <w:rsid w:val="00A20F0B"/>
    <w:rsid w:val="00A221F6"/>
    <w:rsid w:val="00A248E4"/>
    <w:rsid w:val="00A27C7D"/>
    <w:rsid w:val="00A3137B"/>
    <w:rsid w:val="00A31587"/>
    <w:rsid w:val="00A32A64"/>
    <w:rsid w:val="00A32B37"/>
    <w:rsid w:val="00A32BA4"/>
    <w:rsid w:val="00A32EA7"/>
    <w:rsid w:val="00A33BC6"/>
    <w:rsid w:val="00A34ABA"/>
    <w:rsid w:val="00A411D1"/>
    <w:rsid w:val="00A412AA"/>
    <w:rsid w:val="00A42144"/>
    <w:rsid w:val="00A4323B"/>
    <w:rsid w:val="00A4354A"/>
    <w:rsid w:val="00A43A25"/>
    <w:rsid w:val="00A43F9E"/>
    <w:rsid w:val="00A456F9"/>
    <w:rsid w:val="00A45F51"/>
    <w:rsid w:val="00A462B8"/>
    <w:rsid w:val="00A501C4"/>
    <w:rsid w:val="00A50EFC"/>
    <w:rsid w:val="00A51487"/>
    <w:rsid w:val="00A51C7E"/>
    <w:rsid w:val="00A51D59"/>
    <w:rsid w:val="00A52268"/>
    <w:rsid w:val="00A5230C"/>
    <w:rsid w:val="00A547AB"/>
    <w:rsid w:val="00A55245"/>
    <w:rsid w:val="00A55F7B"/>
    <w:rsid w:val="00A561A0"/>
    <w:rsid w:val="00A56807"/>
    <w:rsid w:val="00A56E9B"/>
    <w:rsid w:val="00A56FFC"/>
    <w:rsid w:val="00A60DC7"/>
    <w:rsid w:val="00A6102C"/>
    <w:rsid w:val="00A61340"/>
    <w:rsid w:val="00A61DF8"/>
    <w:rsid w:val="00A63083"/>
    <w:rsid w:val="00A63A9B"/>
    <w:rsid w:val="00A63E83"/>
    <w:rsid w:val="00A667D6"/>
    <w:rsid w:val="00A677AE"/>
    <w:rsid w:val="00A70D90"/>
    <w:rsid w:val="00A71A20"/>
    <w:rsid w:val="00A71EE4"/>
    <w:rsid w:val="00A73694"/>
    <w:rsid w:val="00A73D5C"/>
    <w:rsid w:val="00A742A6"/>
    <w:rsid w:val="00A7498A"/>
    <w:rsid w:val="00A74D6B"/>
    <w:rsid w:val="00A7553A"/>
    <w:rsid w:val="00A75907"/>
    <w:rsid w:val="00A762F8"/>
    <w:rsid w:val="00A76A79"/>
    <w:rsid w:val="00A76EC2"/>
    <w:rsid w:val="00A774A4"/>
    <w:rsid w:val="00A77B7F"/>
    <w:rsid w:val="00A77E3C"/>
    <w:rsid w:val="00A802CB"/>
    <w:rsid w:val="00A82408"/>
    <w:rsid w:val="00A82D94"/>
    <w:rsid w:val="00A8416B"/>
    <w:rsid w:val="00A84247"/>
    <w:rsid w:val="00A84664"/>
    <w:rsid w:val="00A8501C"/>
    <w:rsid w:val="00A855F3"/>
    <w:rsid w:val="00A85AA2"/>
    <w:rsid w:val="00A85ED0"/>
    <w:rsid w:val="00A86958"/>
    <w:rsid w:val="00A90189"/>
    <w:rsid w:val="00A908E0"/>
    <w:rsid w:val="00A91793"/>
    <w:rsid w:val="00A923C0"/>
    <w:rsid w:val="00A92584"/>
    <w:rsid w:val="00A929B6"/>
    <w:rsid w:val="00A93EAC"/>
    <w:rsid w:val="00A93F2B"/>
    <w:rsid w:val="00A94021"/>
    <w:rsid w:val="00A94FE3"/>
    <w:rsid w:val="00A95FA0"/>
    <w:rsid w:val="00A9607A"/>
    <w:rsid w:val="00A96BB3"/>
    <w:rsid w:val="00A97667"/>
    <w:rsid w:val="00AA07B4"/>
    <w:rsid w:val="00AA08AC"/>
    <w:rsid w:val="00AA11C0"/>
    <w:rsid w:val="00AA1EA0"/>
    <w:rsid w:val="00AA2C38"/>
    <w:rsid w:val="00AA4639"/>
    <w:rsid w:val="00AA5106"/>
    <w:rsid w:val="00AA6790"/>
    <w:rsid w:val="00AA70A9"/>
    <w:rsid w:val="00AA76A1"/>
    <w:rsid w:val="00AB0005"/>
    <w:rsid w:val="00AB080A"/>
    <w:rsid w:val="00AB0B23"/>
    <w:rsid w:val="00AB1DB8"/>
    <w:rsid w:val="00AB1F9A"/>
    <w:rsid w:val="00AB2171"/>
    <w:rsid w:val="00AB398F"/>
    <w:rsid w:val="00AB3AE6"/>
    <w:rsid w:val="00AB3E25"/>
    <w:rsid w:val="00AB4798"/>
    <w:rsid w:val="00AB4984"/>
    <w:rsid w:val="00AB50CD"/>
    <w:rsid w:val="00AB5AC4"/>
    <w:rsid w:val="00AB5E65"/>
    <w:rsid w:val="00AC0FC3"/>
    <w:rsid w:val="00AC1762"/>
    <w:rsid w:val="00AC1DE6"/>
    <w:rsid w:val="00AC25C1"/>
    <w:rsid w:val="00AC2B27"/>
    <w:rsid w:val="00AC33D0"/>
    <w:rsid w:val="00AC4C2D"/>
    <w:rsid w:val="00AC5613"/>
    <w:rsid w:val="00AC5A8D"/>
    <w:rsid w:val="00AC62ED"/>
    <w:rsid w:val="00AD129D"/>
    <w:rsid w:val="00AD1D67"/>
    <w:rsid w:val="00AD227B"/>
    <w:rsid w:val="00AD23CA"/>
    <w:rsid w:val="00AD24D9"/>
    <w:rsid w:val="00AD41AF"/>
    <w:rsid w:val="00AD4A79"/>
    <w:rsid w:val="00AD595E"/>
    <w:rsid w:val="00AD7D2A"/>
    <w:rsid w:val="00AD7DBA"/>
    <w:rsid w:val="00AE0436"/>
    <w:rsid w:val="00AE0489"/>
    <w:rsid w:val="00AE2996"/>
    <w:rsid w:val="00AE3F5B"/>
    <w:rsid w:val="00AE5060"/>
    <w:rsid w:val="00AE7BF9"/>
    <w:rsid w:val="00AF26DD"/>
    <w:rsid w:val="00AF3BE9"/>
    <w:rsid w:val="00AF3EC8"/>
    <w:rsid w:val="00AF3F9B"/>
    <w:rsid w:val="00AF498B"/>
    <w:rsid w:val="00AF6BAA"/>
    <w:rsid w:val="00AF7070"/>
    <w:rsid w:val="00AF7541"/>
    <w:rsid w:val="00B0128F"/>
    <w:rsid w:val="00B015AE"/>
    <w:rsid w:val="00B018C9"/>
    <w:rsid w:val="00B02CAE"/>
    <w:rsid w:val="00B040F3"/>
    <w:rsid w:val="00B04D82"/>
    <w:rsid w:val="00B063D3"/>
    <w:rsid w:val="00B06D45"/>
    <w:rsid w:val="00B06DFC"/>
    <w:rsid w:val="00B07047"/>
    <w:rsid w:val="00B07174"/>
    <w:rsid w:val="00B07B76"/>
    <w:rsid w:val="00B10DD7"/>
    <w:rsid w:val="00B114A5"/>
    <w:rsid w:val="00B14AAB"/>
    <w:rsid w:val="00B15B22"/>
    <w:rsid w:val="00B16594"/>
    <w:rsid w:val="00B16812"/>
    <w:rsid w:val="00B17443"/>
    <w:rsid w:val="00B213BD"/>
    <w:rsid w:val="00B21DE7"/>
    <w:rsid w:val="00B23678"/>
    <w:rsid w:val="00B238F9"/>
    <w:rsid w:val="00B23B8F"/>
    <w:rsid w:val="00B241B8"/>
    <w:rsid w:val="00B24A88"/>
    <w:rsid w:val="00B24B33"/>
    <w:rsid w:val="00B250A1"/>
    <w:rsid w:val="00B25454"/>
    <w:rsid w:val="00B26529"/>
    <w:rsid w:val="00B26C60"/>
    <w:rsid w:val="00B273C9"/>
    <w:rsid w:val="00B27430"/>
    <w:rsid w:val="00B27957"/>
    <w:rsid w:val="00B31162"/>
    <w:rsid w:val="00B31D6A"/>
    <w:rsid w:val="00B33ED4"/>
    <w:rsid w:val="00B352D2"/>
    <w:rsid w:val="00B358A1"/>
    <w:rsid w:val="00B36E3E"/>
    <w:rsid w:val="00B37563"/>
    <w:rsid w:val="00B40ACB"/>
    <w:rsid w:val="00B40B98"/>
    <w:rsid w:val="00B41AD0"/>
    <w:rsid w:val="00B42911"/>
    <w:rsid w:val="00B42F33"/>
    <w:rsid w:val="00B43BB6"/>
    <w:rsid w:val="00B4402A"/>
    <w:rsid w:val="00B443A4"/>
    <w:rsid w:val="00B458AA"/>
    <w:rsid w:val="00B46C7B"/>
    <w:rsid w:val="00B47275"/>
    <w:rsid w:val="00B51462"/>
    <w:rsid w:val="00B531C3"/>
    <w:rsid w:val="00B53294"/>
    <w:rsid w:val="00B543C4"/>
    <w:rsid w:val="00B54737"/>
    <w:rsid w:val="00B54847"/>
    <w:rsid w:val="00B56C14"/>
    <w:rsid w:val="00B56C62"/>
    <w:rsid w:val="00B60922"/>
    <w:rsid w:val="00B623C0"/>
    <w:rsid w:val="00B6266E"/>
    <w:rsid w:val="00B62CC5"/>
    <w:rsid w:val="00B631ED"/>
    <w:rsid w:val="00B658C1"/>
    <w:rsid w:val="00B65CF4"/>
    <w:rsid w:val="00B667F7"/>
    <w:rsid w:val="00B700B4"/>
    <w:rsid w:val="00B70263"/>
    <w:rsid w:val="00B708E4"/>
    <w:rsid w:val="00B71799"/>
    <w:rsid w:val="00B74212"/>
    <w:rsid w:val="00B74E99"/>
    <w:rsid w:val="00B7563D"/>
    <w:rsid w:val="00B756D8"/>
    <w:rsid w:val="00B75C15"/>
    <w:rsid w:val="00B75CF8"/>
    <w:rsid w:val="00B81011"/>
    <w:rsid w:val="00B8154B"/>
    <w:rsid w:val="00B821C8"/>
    <w:rsid w:val="00B83939"/>
    <w:rsid w:val="00B84284"/>
    <w:rsid w:val="00B84A57"/>
    <w:rsid w:val="00B8708B"/>
    <w:rsid w:val="00B90358"/>
    <w:rsid w:val="00B90A75"/>
    <w:rsid w:val="00B92090"/>
    <w:rsid w:val="00B92E42"/>
    <w:rsid w:val="00B9324A"/>
    <w:rsid w:val="00B935F8"/>
    <w:rsid w:val="00B93899"/>
    <w:rsid w:val="00B93A52"/>
    <w:rsid w:val="00B954E2"/>
    <w:rsid w:val="00B95920"/>
    <w:rsid w:val="00BA0294"/>
    <w:rsid w:val="00BA04C9"/>
    <w:rsid w:val="00BA2CF7"/>
    <w:rsid w:val="00BA490B"/>
    <w:rsid w:val="00BA49CF"/>
    <w:rsid w:val="00BA4B5E"/>
    <w:rsid w:val="00BA590F"/>
    <w:rsid w:val="00BA6833"/>
    <w:rsid w:val="00BA68DB"/>
    <w:rsid w:val="00BA6982"/>
    <w:rsid w:val="00BA6C36"/>
    <w:rsid w:val="00BA6CDD"/>
    <w:rsid w:val="00BA749D"/>
    <w:rsid w:val="00BB0AB1"/>
    <w:rsid w:val="00BB0DD7"/>
    <w:rsid w:val="00BB1A29"/>
    <w:rsid w:val="00BB34FB"/>
    <w:rsid w:val="00BB3F74"/>
    <w:rsid w:val="00BB78C0"/>
    <w:rsid w:val="00BB79C2"/>
    <w:rsid w:val="00BC5298"/>
    <w:rsid w:val="00BC54DD"/>
    <w:rsid w:val="00BC5A9C"/>
    <w:rsid w:val="00BC67B4"/>
    <w:rsid w:val="00BC693C"/>
    <w:rsid w:val="00BC6F70"/>
    <w:rsid w:val="00BD0581"/>
    <w:rsid w:val="00BD0C04"/>
    <w:rsid w:val="00BD11A7"/>
    <w:rsid w:val="00BD1EA5"/>
    <w:rsid w:val="00BD28DF"/>
    <w:rsid w:val="00BD44A4"/>
    <w:rsid w:val="00BD4923"/>
    <w:rsid w:val="00BD6756"/>
    <w:rsid w:val="00BE12F2"/>
    <w:rsid w:val="00BE14C5"/>
    <w:rsid w:val="00BE1689"/>
    <w:rsid w:val="00BE1F00"/>
    <w:rsid w:val="00BE234F"/>
    <w:rsid w:val="00BE3E0D"/>
    <w:rsid w:val="00BE436A"/>
    <w:rsid w:val="00BE4ED4"/>
    <w:rsid w:val="00BE57DD"/>
    <w:rsid w:val="00BE6298"/>
    <w:rsid w:val="00BE64A7"/>
    <w:rsid w:val="00BE64B1"/>
    <w:rsid w:val="00BE6956"/>
    <w:rsid w:val="00BF079C"/>
    <w:rsid w:val="00BF1280"/>
    <w:rsid w:val="00BF179C"/>
    <w:rsid w:val="00BF2CDC"/>
    <w:rsid w:val="00BF48B3"/>
    <w:rsid w:val="00BF491A"/>
    <w:rsid w:val="00BF5783"/>
    <w:rsid w:val="00C00EB9"/>
    <w:rsid w:val="00C01779"/>
    <w:rsid w:val="00C0296C"/>
    <w:rsid w:val="00C0318B"/>
    <w:rsid w:val="00C034A7"/>
    <w:rsid w:val="00C0411A"/>
    <w:rsid w:val="00C04AD8"/>
    <w:rsid w:val="00C052E6"/>
    <w:rsid w:val="00C07139"/>
    <w:rsid w:val="00C07DEF"/>
    <w:rsid w:val="00C10799"/>
    <w:rsid w:val="00C1177A"/>
    <w:rsid w:val="00C11D4C"/>
    <w:rsid w:val="00C12527"/>
    <w:rsid w:val="00C12D7C"/>
    <w:rsid w:val="00C154B5"/>
    <w:rsid w:val="00C165EE"/>
    <w:rsid w:val="00C16BAB"/>
    <w:rsid w:val="00C21524"/>
    <w:rsid w:val="00C21638"/>
    <w:rsid w:val="00C22448"/>
    <w:rsid w:val="00C23FC3"/>
    <w:rsid w:val="00C25C5A"/>
    <w:rsid w:val="00C25D89"/>
    <w:rsid w:val="00C26BE7"/>
    <w:rsid w:val="00C31AEF"/>
    <w:rsid w:val="00C31E78"/>
    <w:rsid w:val="00C32A30"/>
    <w:rsid w:val="00C32BE7"/>
    <w:rsid w:val="00C3354D"/>
    <w:rsid w:val="00C35720"/>
    <w:rsid w:val="00C36799"/>
    <w:rsid w:val="00C3790D"/>
    <w:rsid w:val="00C40EE9"/>
    <w:rsid w:val="00C413E7"/>
    <w:rsid w:val="00C42503"/>
    <w:rsid w:val="00C42849"/>
    <w:rsid w:val="00C42C63"/>
    <w:rsid w:val="00C44C60"/>
    <w:rsid w:val="00C45D46"/>
    <w:rsid w:val="00C4648A"/>
    <w:rsid w:val="00C465D0"/>
    <w:rsid w:val="00C46EC7"/>
    <w:rsid w:val="00C473D0"/>
    <w:rsid w:val="00C503A1"/>
    <w:rsid w:val="00C509FA"/>
    <w:rsid w:val="00C515F0"/>
    <w:rsid w:val="00C51C94"/>
    <w:rsid w:val="00C51E8F"/>
    <w:rsid w:val="00C520F7"/>
    <w:rsid w:val="00C52660"/>
    <w:rsid w:val="00C52CC7"/>
    <w:rsid w:val="00C53651"/>
    <w:rsid w:val="00C53EBB"/>
    <w:rsid w:val="00C54EF8"/>
    <w:rsid w:val="00C5596A"/>
    <w:rsid w:val="00C577A2"/>
    <w:rsid w:val="00C6055C"/>
    <w:rsid w:val="00C605A2"/>
    <w:rsid w:val="00C621D8"/>
    <w:rsid w:val="00C62E0E"/>
    <w:rsid w:val="00C63960"/>
    <w:rsid w:val="00C63B5E"/>
    <w:rsid w:val="00C64DFA"/>
    <w:rsid w:val="00C65B3C"/>
    <w:rsid w:val="00C65DC7"/>
    <w:rsid w:val="00C66164"/>
    <w:rsid w:val="00C667EC"/>
    <w:rsid w:val="00C66A54"/>
    <w:rsid w:val="00C71938"/>
    <w:rsid w:val="00C72787"/>
    <w:rsid w:val="00C72F6D"/>
    <w:rsid w:val="00C7327F"/>
    <w:rsid w:val="00C734E4"/>
    <w:rsid w:val="00C73B59"/>
    <w:rsid w:val="00C73E57"/>
    <w:rsid w:val="00C76D79"/>
    <w:rsid w:val="00C77809"/>
    <w:rsid w:val="00C7799B"/>
    <w:rsid w:val="00C77C3F"/>
    <w:rsid w:val="00C77E04"/>
    <w:rsid w:val="00C77FD0"/>
    <w:rsid w:val="00C8029B"/>
    <w:rsid w:val="00C81014"/>
    <w:rsid w:val="00C81C51"/>
    <w:rsid w:val="00C81EAB"/>
    <w:rsid w:val="00C82D17"/>
    <w:rsid w:val="00C83295"/>
    <w:rsid w:val="00C837B5"/>
    <w:rsid w:val="00C83E98"/>
    <w:rsid w:val="00C8419B"/>
    <w:rsid w:val="00C846A6"/>
    <w:rsid w:val="00C8733E"/>
    <w:rsid w:val="00C9071F"/>
    <w:rsid w:val="00C91F58"/>
    <w:rsid w:val="00C925EB"/>
    <w:rsid w:val="00C94443"/>
    <w:rsid w:val="00C948BC"/>
    <w:rsid w:val="00C948CC"/>
    <w:rsid w:val="00C9503A"/>
    <w:rsid w:val="00C9649B"/>
    <w:rsid w:val="00C966DF"/>
    <w:rsid w:val="00C96C59"/>
    <w:rsid w:val="00C97360"/>
    <w:rsid w:val="00CA0DD9"/>
    <w:rsid w:val="00CA2244"/>
    <w:rsid w:val="00CA25EA"/>
    <w:rsid w:val="00CA2DDA"/>
    <w:rsid w:val="00CA315E"/>
    <w:rsid w:val="00CA32AB"/>
    <w:rsid w:val="00CA50A9"/>
    <w:rsid w:val="00CA5D30"/>
    <w:rsid w:val="00CA612A"/>
    <w:rsid w:val="00CA6277"/>
    <w:rsid w:val="00CA778C"/>
    <w:rsid w:val="00CA79BD"/>
    <w:rsid w:val="00CB00F2"/>
    <w:rsid w:val="00CB01DE"/>
    <w:rsid w:val="00CB03E7"/>
    <w:rsid w:val="00CB0880"/>
    <w:rsid w:val="00CB0CCE"/>
    <w:rsid w:val="00CB1689"/>
    <w:rsid w:val="00CB31AD"/>
    <w:rsid w:val="00CB4896"/>
    <w:rsid w:val="00CB591D"/>
    <w:rsid w:val="00CB5A62"/>
    <w:rsid w:val="00CB6A50"/>
    <w:rsid w:val="00CB7B43"/>
    <w:rsid w:val="00CB7B77"/>
    <w:rsid w:val="00CC0B2C"/>
    <w:rsid w:val="00CC129B"/>
    <w:rsid w:val="00CC19D2"/>
    <w:rsid w:val="00CC2B5F"/>
    <w:rsid w:val="00CC2D06"/>
    <w:rsid w:val="00CC4D3D"/>
    <w:rsid w:val="00CC51A7"/>
    <w:rsid w:val="00CC6AEB"/>
    <w:rsid w:val="00CC6EF7"/>
    <w:rsid w:val="00CC7B23"/>
    <w:rsid w:val="00CD0165"/>
    <w:rsid w:val="00CD0526"/>
    <w:rsid w:val="00CD0632"/>
    <w:rsid w:val="00CD0AE7"/>
    <w:rsid w:val="00CD120B"/>
    <w:rsid w:val="00CD1A9C"/>
    <w:rsid w:val="00CD264B"/>
    <w:rsid w:val="00CD3312"/>
    <w:rsid w:val="00CD4BFF"/>
    <w:rsid w:val="00CD54E0"/>
    <w:rsid w:val="00CD62AA"/>
    <w:rsid w:val="00CD780C"/>
    <w:rsid w:val="00CD7905"/>
    <w:rsid w:val="00CE00D6"/>
    <w:rsid w:val="00CE0971"/>
    <w:rsid w:val="00CE2832"/>
    <w:rsid w:val="00CE31A2"/>
    <w:rsid w:val="00CE33CD"/>
    <w:rsid w:val="00CE3AA3"/>
    <w:rsid w:val="00CE3BDE"/>
    <w:rsid w:val="00CE3F09"/>
    <w:rsid w:val="00CE44BF"/>
    <w:rsid w:val="00CE590A"/>
    <w:rsid w:val="00CE68D4"/>
    <w:rsid w:val="00CE7863"/>
    <w:rsid w:val="00CE7C1D"/>
    <w:rsid w:val="00CF11D4"/>
    <w:rsid w:val="00CF1203"/>
    <w:rsid w:val="00CF2D8E"/>
    <w:rsid w:val="00CF2E91"/>
    <w:rsid w:val="00CF364A"/>
    <w:rsid w:val="00CF37DC"/>
    <w:rsid w:val="00CF3A95"/>
    <w:rsid w:val="00CF3FBF"/>
    <w:rsid w:val="00CF459D"/>
    <w:rsid w:val="00CF495E"/>
    <w:rsid w:val="00CF5041"/>
    <w:rsid w:val="00CF5406"/>
    <w:rsid w:val="00CF5508"/>
    <w:rsid w:val="00CF68BA"/>
    <w:rsid w:val="00CF6B34"/>
    <w:rsid w:val="00CF6D63"/>
    <w:rsid w:val="00CF7D8E"/>
    <w:rsid w:val="00D000F4"/>
    <w:rsid w:val="00D00700"/>
    <w:rsid w:val="00D0117A"/>
    <w:rsid w:val="00D0138A"/>
    <w:rsid w:val="00D0181B"/>
    <w:rsid w:val="00D01CDA"/>
    <w:rsid w:val="00D03B3F"/>
    <w:rsid w:val="00D03F64"/>
    <w:rsid w:val="00D04590"/>
    <w:rsid w:val="00D04AB4"/>
    <w:rsid w:val="00D06C47"/>
    <w:rsid w:val="00D103B0"/>
    <w:rsid w:val="00D107FE"/>
    <w:rsid w:val="00D10C07"/>
    <w:rsid w:val="00D11492"/>
    <w:rsid w:val="00D127DA"/>
    <w:rsid w:val="00D12E09"/>
    <w:rsid w:val="00D1448A"/>
    <w:rsid w:val="00D15B65"/>
    <w:rsid w:val="00D15B67"/>
    <w:rsid w:val="00D16853"/>
    <w:rsid w:val="00D16F4E"/>
    <w:rsid w:val="00D20150"/>
    <w:rsid w:val="00D20BD5"/>
    <w:rsid w:val="00D20CD3"/>
    <w:rsid w:val="00D21E47"/>
    <w:rsid w:val="00D22968"/>
    <w:rsid w:val="00D229AA"/>
    <w:rsid w:val="00D22A0D"/>
    <w:rsid w:val="00D23E83"/>
    <w:rsid w:val="00D24DBB"/>
    <w:rsid w:val="00D2509A"/>
    <w:rsid w:val="00D260B0"/>
    <w:rsid w:val="00D320CA"/>
    <w:rsid w:val="00D32400"/>
    <w:rsid w:val="00D32E7C"/>
    <w:rsid w:val="00D33703"/>
    <w:rsid w:val="00D3607E"/>
    <w:rsid w:val="00D37127"/>
    <w:rsid w:val="00D37BF0"/>
    <w:rsid w:val="00D40200"/>
    <w:rsid w:val="00D4034A"/>
    <w:rsid w:val="00D418EC"/>
    <w:rsid w:val="00D41ABA"/>
    <w:rsid w:val="00D41ACA"/>
    <w:rsid w:val="00D43285"/>
    <w:rsid w:val="00D4331B"/>
    <w:rsid w:val="00D43472"/>
    <w:rsid w:val="00D43C78"/>
    <w:rsid w:val="00D44396"/>
    <w:rsid w:val="00D445E5"/>
    <w:rsid w:val="00D44FBE"/>
    <w:rsid w:val="00D450A4"/>
    <w:rsid w:val="00D45D2B"/>
    <w:rsid w:val="00D46BFD"/>
    <w:rsid w:val="00D471C9"/>
    <w:rsid w:val="00D477FC"/>
    <w:rsid w:val="00D47A44"/>
    <w:rsid w:val="00D50585"/>
    <w:rsid w:val="00D515B3"/>
    <w:rsid w:val="00D51613"/>
    <w:rsid w:val="00D51C77"/>
    <w:rsid w:val="00D5369C"/>
    <w:rsid w:val="00D54EEE"/>
    <w:rsid w:val="00D55B80"/>
    <w:rsid w:val="00D55C94"/>
    <w:rsid w:val="00D56A11"/>
    <w:rsid w:val="00D56AE2"/>
    <w:rsid w:val="00D571CF"/>
    <w:rsid w:val="00D575C7"/>
    <w:rsid w:val="00D60804"/>
    <w:rsid w:val="00D61484"/>
    <w:rsid w:val="00D6242E"/>
    <w:rsid w:val="00D62C4C"/>
    <w:rsid w:val="00D62CF3"/>
    <w:rsid w:val="00D65042"/>
    <w:rsid w:val="00D655D8"/>
    <w:rsid w:val="00D65E01"/>
    <w:rsid w:val="00D67A63"/>
    <w:rsid w:val="00D7058A"/>
    <w:rsid w:val="00D7068B"/>
    <w:rsid w:val="00D7078C"/>
    <w:rsid w:val="00D70E38"/>
    <w:rsid w:val="00D725A4"/>
    <w:rsid w:val="00D7290D"/>
    <w:rsid w:val="00D738B9"/>
    <w:rsid w:val="00D73BE5"/>
    <w:rsid w:val="00D73D1C"/>
    <w:rsid w:val="00D74731"/>
    <w:rsid w:val="00D74F59"/>
    <w:rsid w:val="00D7533C"/>
    <w:rsid w:val="00D755D1"/>
    <w:rsid w:val="00D76023"/>
    <w:rsid w:val="00D76283"/>
    <w:rsid w:val="00D76A67"/>
    <w:rsid w:val="00D76BE9"/>
    <w:rsid w:val="00D77E39"/>
    <w:rsid w:val="00D802D9"/>
    <w:rsid w:val="00D80902"/>
    <w:rsid w:val="00D81ACA"/>
    <w:rsid w:val="00D82C10"/>
    <w:rsid w:val="00D840E0"/>
    <w:rsid w:val="00D84373"/>
    <w:rsid w:val="00D8445C"/>
    <w:rsid w:val="00D86367"/>
    <w:rsid w:val="00D86C72"/>
    <w:rsid w:val="00D86CB0"/>
    <w:rsid w:val="00D86CC6"/>
    <w:rsid w:val="00D90AA2"/>
    <w:rsid w:val="00D91409"/>
    <w:rsid w:val="00D91A4B"/>
    <w:rsid w:val="00D91EC1"/>
    <w:rsid w:val="00D94259"/>
    <w:rsid w:val="00D964DE"/>
    <w:rsid w:val="00D96E9A"/>
    <w:rsid w:val="00D97299"/>
    <w:rsid w:val="00DA0301"/>
    <w:rsid w:val="00DA0F06"/>
    <w:rsid w:val="00DA2B73"/>
    <w:rsid w:val="00DA5E6D"/>
    <w:rsid w:val="00DA7316"/>
    <w:rsid w:val="00DA73A8"/>
    <w:rsid w:val="00DB02A6"/>
    <w:rsid w:val="00DB1BF8"/>
    <w:rsid w:val="00DB297D"/>
    <w:rsid w:val="00DB32C9"/>
    <w:rsid w:val="00DB3E45"/>
    <w:rsid w:val="00DB4033"/>
    <w:rsid w:val="00DB415C"/>
    <w:rsid w:val="00DB5974"/>
    <w:rsid w:val="00DB5BD9"/>
    <w:rsid w:val="00DB63CD"/>
    <w:rsid w:val="00DB6A48"/>
    <w:rsid w:val="00DB6D16"/>
    <w:rsid w:val="00DC0364"/>
    <w:rsid w:val="00DC1548"/>
    <w:rsid w:val="00DC2388"/>
    <w:rsid w:val="00DC2D85"/>
    <w:rsid w:val="00DC3B79"/>
    <w:rsid w:val="00DC3D77"/>
    <w:rsid w:val="00DC6360"/>
    <w:rsid w:val="00DC6546"/>
    <w:rsid w:val="00DD04C6"/>
    <w:rsid w:val="00DD04CB"/>
    <w:rsid w:val="00DD04FC"/>
    <w:rsid w:val="00DD0F91"/>
    <w:rsid w:val="00DD18B5"/>
    <w:rsid w:val="00DD22D5"/>
    <w:rsid w:val="00DD3CCF"/>
    <w:rsid w:val="00DD4445"/>
    <w:rsid w:val="00DD44ED"/>
    <w:rsid w:val="00DD4DC5"/>
    <w:rsid w:val="00DD50A0"/>
    <w:rsid w:val="00DD5DE2"/>
    <w:rsid w:val="00DD6547"/>
    <w:rsid w:val="00DD6A1E"/>
    <w:rsid w:val="00DD700B"/>
    <w:rsid w:val="00DD75A4"/>
    <w:rsid w:val="00DE0F25"/>
    <w:rsid w:val="00DE16E2"/>
    <w:rsid w:val="00DE1791"/>
    <w:rsid w:val="00DE2200"/>
    <w:rsid w:val="00DE23C5"/>
    <w:rsid w:val="00DE2513"/>
    <w:rsid w:val="00DE40D5"/>
    <w:rsid w:val="00DE520B"/>
    <w:rsid w:val="00DE5E86"/>
    <w:rsid w:val="00DF32DC"/>
    <w:rsid w:val="00DF35B7"/>
    <w:rsid w:val="00DF385D"/>
    <w:rsid w:val="00DF59FF"/>
    <w:rsid w:val="00DF6D4F"/>
    <w:rsid w:val="00E00CF6"/>
    <w:rsid w:val="00E02522"/>
    <w:rsid w:val="00E02FF3"/>
    <w:rsid w:val="00E058DE"/>
    <w:rsid w:val="00E0651D"/>
    <w:rsid w:val="00E10B3C"/>
    <w:rsid w:val="00E11EC7"/>
    <w:rsid w:val="00E120AD"/>
    <w:rsid w:val="00E133AA"/>
    <w:rsid w:val="00E1391A"/>
    <w:rsid w:val="00E14F4B"/>
    <w:rsid w:val="00E156C1"/>
    <w:rsid w:val="00E15D9B"/>
    <w:rsid w:val="00E1773F"/>
    <w:rsid w:val="00E17744"/>
    <w:rsid w:val="00E21329"/>
    <w:rsid w:val="00E21C9A"/>
    <w:rsid w:val="00E22474"/>
    <w:rsid w:val="00E23E9E"/>
    <w:rsid w:val="00E254D9"/>
    <w:rsid w:val="00E25AE5"/>
    <w:rsid w:val="00E25B9A"/>
    <w:rsid w:val="00E260F8"/>
    <w:rsid w:val="00E26C23"/>
    <w:rsid w:val="00E26E6E"/>
    <w:rsid w:val="00E2715E"/>
    <w:rsid w:val="00E301B9"/>
    <w:rsid w:val="00E31F77"/>
    <w:rsid w:val="00E330AE"/>
    <w:rsid w:val="00E33943"/>
    <w:rsid w:val="00E33E76"/>
    <w:rsid w:val="00E343E4"/>
    <w:rsid w:val="00E34BBF"/>
    <w:rsid w:val="00E35121"/>
    <w:rsid w:val="00E35665"/>
    <w:rsid w:val="00E36307"/>
    <w:rsid w:val="00E4001B"/>
    <w:rsid w:val="00E40102"/>
    <w:rsid w:val="00E4070A"/>
    <w:rsid w:val="00E40A49"/>
    <w:rsid w:val="00E41285"/>
    <w:rsid w:val="00E41D8F"/>
    <w:rsid w:val="00E4203F"/>
    <w:rsid w:val="00E4215D"/>
    <w:rsid w:val="00E43DFF"/>
    <w:rsid w:val="00E43E1A"/>
    <w:rsid w:val="00E44356"/>
    <w:rsid w:val="00E462AD"/>
    <w:rsid w:val="00E46C6E"/>
    <w:rsid w:val="00E5063A"/>
    <w:rsid w:val="00E52B03"/>
    <w:rsid w:val="00E53782"/>
    <w:rsid w:val="00E56049"/>
    <w:rsid w:val="00E56418"/>
    <w:rsid w:val="00E56ED9"/>
    <w:rsid w:val="00E56F24"/>
    <w:rsid w:val="00E61077"/>
    <w:rsid w:val="00E621AF"/>
    <w:rsid w:val="00E62C5D"/>
    <w:rsid w:val="00E63EA4"/>
    <w:rsid w:val="00E63FDF"/>
    <w:rsid w:val="00E6472F"/>
    <w:rsid w:val="00E64F05"/>
    <w:rsid w:val="00E65BD8"/>
    <w:rsid w:val="00E660C8"/>
    <w:rsid w:val="00E660FD"/>
    <w:rsid w:val="00E668A8"/>
    <w:rsid w:val="00E71A50"/>
    <w:rsid w:val="00E7228F"/>
    <w:rsid w:val="00E72B30"/>
    <w:rsid w:val="00E730F9"/>
    <w:rsid w:val="00E7346E"/>
    <w:rsid w:val="00E737D3"/>
    <w:rsid w:val="00E76477"/>
    <w:rsid w:val="00E773CC"/>
    <w:rsid w:val="00E80C5F"/>
    <w:rsid w:val="00E81184"/>
    <w:rsid w:val="00E81C2E"/>
    <w:rsid w:val="00E8238E"/>
    <w:rsid w:val="00E8276D"/>
    <w:rsid w:val="00E83069"/>
    <w:rsid w:val="00E8335E"/>
    <w:rsid w:val="00E835A7"/>
    <w:rsid w:val="00E84ED8"/>
    <w:rsid w:val="00E852AA"/>
    <w:rsid w:val="00E85F64"/>
    <w:rsid w:val="00E860F0"/>
    <w:rsid w:val="00E872FC"/>
    <w:rsid w:val="00E90823"/>
    <w:rsid w:val="00E90F37"/>
    <w:rsid w:val="00E91AA5"/>
    <w:rsid w:val="00E91B6B"/>
    <w:rsid w:val="00E92015"/>
    <w:rsid w:val="00E945E0"/>
    <w:rsid w:val="00E94F69"/>
    <w:rsid w:val="00E95F52"/>
    <w:rsid w:val="00E9640A"/>
    <w:rsid w:val="00E96F11"/>
    <w:rsid w:val="00EA0F9C"/>
    <w:rsid w:val="00EA1E9E"/>
    <w:rsid w:val="00EA2E9B"/>
    <w:rsid w:val="00EA2FD8"/>
    <w:rsid w:val="00EA4491"/>
    <w:rsid w:val="00EA4F63"/>
    <w:rsid w:val="00EA52D0"/>
    <w:rsid w:val="00EA5B1F"/>
    <w:rsid w:val="00EA780E"/>
    <w:rsid w:val="00EB0F58"/>
    <w:rsid w:val="00EB12B7"/>
    <w:rsid w:val="00EB2857"/>
    <w:rsid w:val="00EB3840"/>
    <w:rsid w:val="00EB3B5B"/>
    <w:rsid w:val="00EB4A1B"/>
    <w:rsid w:val="00EB54ED"/>
    <w:rsid w:val="00EB6329"/>
    <w:rsid w:val="00EB6B41"/>
    <w:rsid w:val="00EB6B96"/>
    <w:rsid w:val="00EB73BD"/>
    <w:rsid w:val="00EB7FE2"/>
    <w:rsid w:val="00EC078D"/>
    <w:rsid w:val="00EC271F"/>
    <w:rsid w:val="00EC365A"/>
    <w:rsid w:val="00EC4009"/>
    <w:rsid w:val="00EC4307"/>
    <w:rsid w:val="00EC5E10"/>
    <w:rsid w:val="00EC70E8"/>
    <w:rsid w:val="00EC78E0"/>
    <w:rsid w:val="00ED01F8"/>
    <w:rsid w:val="00ED2178"/>
    <w:rsid w:val="00ED2351"/>
    <w:rsid w:val="00ED239A"/>
    <w:rsid w:val="00ED2423"/>
    <w:rsid w:val="00ED3083"/>
    <w:rsid w:val="00ED412F"/>
    <w:rsid w:val="00ED5690"/>
    <w:rsid w:val="00ED5B19"/>
    <w:rsid w:val="00ED5DD6"/>
    <w:rsid w:val="00EE090E"/>
    <w:rsid w:val="00EE21E6"/>
    <w:rsid w:val="00EE3C6C"/>
    <w:rsid w:val="00EE4526"/>
    <w:rsid w:val="00EE4BDB"/>
    <w:rsid w:val="00EE4D20"/>
    <w:rsid w:val="00EE4F35"/>
    <w:rsid w:val="00EE617E"/>
    <w:rsid w:val="00EF0499"/>
    <w:rsid w:val="00EF0978"/>
    <w:rsid w:val="00EF113A"/>
    <w:rsid w:val="00EF1574"/>
    <w:rsid w:val="00EF2F48"/>
    <w:rsid w:val="00EF5030"/>
    <w:rsid w:val="00EF5F9B"/>
    <w:rsid w:val="00EF6164"/>
    <w:rsid w:val="00EF7034"/>
    <w:rsid w:val="00F00B08"/>
    <w:rsid w:val="00F017E6"/>
    <w:rsid w:val="00F020B0"/>
    <w:rsid w:val="00F020D9"/>
    <w:rsid w:val="00F02577"/>
    <w:rsid w:val="00F02805"/>
    <w:rsid w:val="00F031C4"/>
    <w:rsid w:val="00F03522"/>
    <w:rsid w:val="00F03701"/>
    <w:rsid w:val="00F0389B"/>
    <w:rsid w:val="00F04F5C"/>
    <w:rsid w:val="00F065F7"/>
    <w:rsid w:val="00F07528"/>
    <w:rsid w:val="00F077C7"/>
    <w:rsid w:val="00F07B85"/>
    <w:rsid w:val="00F10194"/>
    <w:rsid w:val="00F11612"/>
    <w:rsid w:val="00F11D19"/>
    <w:rsid w:val="00F1297E"/>
    <w:rsid w:val="00F14BD2"/>
    <w:rsid w:val="00F154F9"/>
    <w:rsid w:val="00F16F07"/>
    <w:rsid w:val="00F1773F"/>
    <w:rsid w:val="00F17D82"/>
    <w:rsid w:val="00F200C2"/>
    <w:rsid w:val="00F20E2B"/>
    <w:rsid w:val="00F215B9"/>
    <w:rsid w:val="00F21A0D"/>
    <w:rsid w:val="00F21FC1"/>
    <w:rsid w:val="00F2370C"/>
    <w:rsid w:val="00F23A57"/>
    <w:rsid w:val="00F23E0B"/>
    <w:rsid w:val="00F245E2"/>
    <w:rsid w:val="00F24C5E"/>
    <w:rsid w:val="00F2627E"/>
    <w:rsid w:val="00F26A0C"/>
    <w:rsid w:val="00F26A18"/>
    <w:rsid w:val="00F2729D"/>
    <w:rsid w:val="00F27401"/>
    <w:rsid w:val="00F27A2A"/>
    <w:rsid w:val="00F30399"/>
    <w:rsid w:val="00F30F6B"/>
    <w:rsid w:val="00F3286E"/>
    <w:rsid w:val="00F339E9"/>
    <w:rsid w:val="00F34AE2"/>
    <w:rsid w:val="00F35A30"/>
    <w:rsid w:val="00F3673E"/>
    <w:rsid w:val="00F37F91"/>
    <w:rsid w:val="00F40A76"/>
    <w:rsid w:val="00F40B78"/>
    <w:rsid w:val="00F40BB0"/>
    <w:rsid w:val="00F434A7"/>
    <w:rsid w:val="00F439A5"/>
    <w:rsid w:val="00F44D46"/>
    <w:rsid w:val="00F44FFC"/>
    <w:rsid w:val="00F45ED7"/>
    <w:rsid w:val="00F4664C"/>
    <w:rsid w:val="00F46B54"/>
    <w:rsid w:val="00F47347"/>
    <w:rsid w:val="00F51116"/>
    <w:rsid w:val="00F5176F"/>
    <w:rsid w:val="00F52090"/>
    <w:rsid w:val="00F52C91"/>
    <w:rsid w:val="00F532EB"/>
    <w:rsid w:val="00F5333A"/>
    <w:rsid w:val="00F54A6E"/>
    <w:rsid w:val="00F54BBD"/>
    <w:rsid w:val="00F55A47"/>
    <w:rsid w:val="00F55B8A"/>
    <w:rsid w:val="00F570BB"/>
    <w:rsid w:val="00F57313"/>
    <w:rsid w:val="00F57B06"/>
    <w:rsid w:val="00F60453"/>
    <w:rsid w:val="00F6123A"/>
    <w:rsid w:val="00F61BA2"/>
    <w:rsid w:val="00F61F80"/>
    <w:rsid w:val="00F62316"/>
    <w:rsid w:val="00F62970"/>
    <w:rsid w:val="00F6381F"/>
    <w:rsid w:val="00F64826"/>
    <w:rsid w:val="00F65E70"/>
    <w:rsid w:val="00F65F31"/>
    <w:rsid w:val="00F677E2"/>
    <w:rsid w:val="00F72231"/>
    <w:rsid w:val="00F7271B"/>
    <w:rsid w:val="00F737BF"/>
    <w:rsid w:val="00F737FE"/>
    <w:rsid w:val="00F74812"/>
    <w:rsid w:val="00F76E0B"/>
    <w:rsid w:val="00F80913"/>
    <w:rsid w:val="00F8133D"/>
    <w:rsid w:val="00F8157A"/>
    <w:rsid w:val="00F820CD"/>
    <w:rsid w:val="00F82A54"/>
    <w:rsid w:val="00F84A12"/>
    <w:rsid w:val="00F84DBA"/>
    <w:rsid w:val="00F85207"/>
    <w:rsid w:val="00F86BED"/>
    <w:rsid w:val="00F87A2B"/>
    <w:rsid w:val="00F87F98"/>
    <w:rsid w:val="00F902DA"/>
    <w:rsid w:val="00F9046F"/>
    <w:rsid w:val="00F91716"/>
    <w:rsid w:val="00F92883"/>
    <w:rsid w:val="00F95DF5"/>
    <w:rsid w:val="00F96BD2"/>
    <w:rsid w:val="00F9705A"/>
    <w:rsid w:val="00F975AC"/>
    <w:rsid w:val="00FA0E96"/>
    <w:rsid w:val="00FA0EA0"/>
    <w:rsid w:val="00FA3BED"/>
    <w:rsid w:val="00FA53B1"/>
    <w:rsid w:val="00FA5654"/>
    <w:rsid w:val="00FA5CDD"/>
    <w:rsid w:val="00FA62FB"/>
    <w:rsid w:val="00FA6E02"/>
    <w:rsid w:val="00FA6F46"/>
    <w:rsid w:val="00FA784E"/>
    <w:rsid w:val="00FB0616"/>
    <w:rsid w:val="00FB070D"/>
    <w:rsid w:val="00FB3D99"/>
    <w:rsid w:val="00FB3E6A"/>
    <w:rsid w:val="00FB5BF4"/>
    <w:rsid w:val="00FB5FF2"/>
    <w:rsid w:val="00FC05A1"/>
    <w:rsid w:val="00FC098A"/>
    <w:rsid w:val="00FC19C3"/>
    <w:rsid w:val="00FC3102"/>
    <w:rsid w:val="00FC32CC"/>
    <w:rsid w:val="00FC3DA5"/>
    <w:rsid w:val="00FC3F29"/>
    <w:rsid w:val="00FC4955"/>
    <w:rsid w:val="00FC5D26"/>
    <w:rsid w:val="00FC7704"/>
    <w:rsid w:val="00FD03D6"/>
    <w:rsid w:val="00FD09FF"/>
    <w:rsid w:val="00FD1ADC"/>
    <w:rsid w:val="00FD24EC"/>
    <w:rsid w:val="00FD3176"/>
    <w:rsid w:val="00FD3845"/>
    <w:rsid w:val="00FD3C01"/>
    <w:rsid w:val="00FD42CC"/>
    <w:rsid w:val="00FD5B4A"/>
    <w:rsid w:val="00FD6587"/>
    <w:rsid w:val="00FD7A7B"/>
    <w:rsid w:val="00FE054A"/>
    <w:rsid w:val="00FE0670"/>
    <w:rsid w:val="00FE1C8C"/>
    <w:rsid w:val="00FE256C"/>
    <w:rsid w:val="00FE2E2B"/>
    <w:rsid w:val="00FE3B3B"/>
    <w:rsid w:val="00FE4453"/>
    <w:rsid w:val="00FE636A"/>
    <w:rsid w:val="00FE6FF5"/>
    <w:rsid w:val="00FE701B"/>
    <w:rsid w:val="00FE7E13"/>
    <w:rsid w:val="00FF1AC4"/>
    <w:rsid w:val="00FF1EA1"/>
    <w:rsid w:val="00FF281B"/>
    <w:rsid w:val="00FF441A"/>
    <w:rsid w:val="00FF44A6"/>
    <w:rsid w:val="00FF56DB"/>
    <w:rsid w:val="00FF595D"/>
    <w:rsid w:val="00FF7AF3"/>
    <w:rsid w:val="00FF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C64DD"/>
  <w15:chartTrackingRefBased/>
  <w15:docId w15:val="{5EEF25A3-22B9-4E66-9652-CD6E6CA5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24CBD"/>
    <w:pPr>
      <w:keepNext/>
      <w:keepLines/>
      <w:spacing w:before="200" w:line="276" w:lineRule="auto"/>
      <w:ind w:left="1440"/>
      <w:outlineLvl w:val="2"/>
    </w:pPr>
    <w:rPr>
      <w:rFonts w:ascii="Cambria" w:hAnsi="Cambria"/>
      <w:b/>
      <w:bCs/>
      <w:color w:val="4F81BD"/>
      <w:sz w:val="22"/>
      <w:szCs w:val="22"/>
      <w:lang w:val="x-none" w:eastAsia="en-US"/>
    </w:rPr>
  </w:style>
  <w:style w:type="paragraph" w:styleId="Nagwek4">
    <w:name w:val="heading 4"/>
    <w:basedOn w:val="Normalny"/>
    <w:next w:val="Normalny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24CBD"/>
    <w:pPr>
      <w:keepNext/>
      <w:keepLines/>
      <w:spacing w:before="200" w:line="276" w:lineRule="auto"/>
      <w:ind w:left="2880"/>
      <w:outlineLvl w:val="4"/>
    </w:pPr>
    <w:rPr>
      <w:rFonts w:ascii="Cambria" w:hAnsi="Cambria"/>
      <w:color w:val="243F60"/>
      <w:sz w:val="22"/>
      <w:szCs w:val="22"/>
      <w:lang w:val="x-none"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24CBD"/>
    <w:pPr>
      <w:keepNext/>
      <w:keepLines/>
      <w:spacing w:before="200" w:line="276" w:lineRule="auto"/>
      <w:ind w:left="3600"/>
      <w:outlineLvl w:val="5"/>
    </w:pPr>
    <w:rPr>
      <w:rFonts w:ascii="Cambria" w:hAnsi="Cambria"/>
      <w:i/>
      <w:iCs/>
      <w:color w:val="243F60"/>
      <w:sz w:val="22"/>
      <w:szCs w:val="22"/>
      <w:lang w:val="x-none"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24CBD"/>
    <w:pPr>
      <w:keepNext/>
      <w:keepLines/>
      <w:spacing w:before="200" w:line="276" w:lineRule="auto"/>
      <w:ind w:left="4320"/>
      <w:outlineLvl w:val="6"/>
    </w:pPr>
    <w:rPr>
      <w:rFonts w:ascii="Cambria" w:hAnsi="Cambria"/>
      <w:i/>
      <w:iCs/>
      <w:color w:val="404040"/>
      <w:sz w:val="22"/>
      <w:szCs w:val="22"/>
      <w:lang w:val="x-none" w:eastAsia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624CBD"/>
    <w:pPr>
      <w:keepNext/>
      <w:keepLines/>
      <w:spacing w:before="200" w:line="276" w:lineRule="auto"/>
      <w:ind w:left="5040"/>
      <w:outlineLvl w:val="7"/>
    </w:pPr>
    <w:rPr>
      <w:rFonts w:ascii="Cambria" w:hAnsi="Cambria"/>
      <w:color w:val="404040"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24CBD"/>
    <w:pPr>
      <w:keepNext/>
      <w:keepLines/>
      <w:spacing w:before="200" w:line="276" w:lineRule="auto"/>
      <w:ind w:left="5760"/>
      <w:outlineLvl w:val="8"/>
    </w:pPr>
    <w:rPr>
      <w:rFonts w:ascii="Cambria" w:hAnsi="Cambria"/>
      <w:i/>
      <w:iCs/>
      <w:color w:val="404040"/>
      <w:sz w:val="20"/>
      <w:szCs w:val="20"/>
      <w:lang w:val="x-none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uiPriority w:val="9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semiHidden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lang w:val="x-none" w:eastAsia="x-none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character" w:customStyle="1" w:styleId="StopkaZnak">
    <w:name w:val="Stopka Znak"/>
    <w:uiPriority w:val="99"/>
    <w:rPr>
      <w:rFonts w:ascii="Arial" w:hAnsi="Arial" w:cs="Arial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Nagwek2Znak">
    <w:name w:val="Nagłówek 2 Znak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kapitzlist1">
    <w:name w:val="Akapit z listą1"/>
    <w:basedOn w:val="Normalny"/>
    <w:qFormat/>
    <w:pPr>
      <w:ind w:left="708"/>
    </w:pPr>
    <w:rPr>
      <w:sz w:val="20"/>
      <w:szCs w:val="20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  <w:lang w:val="x-none" w:eastAsia="x-none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styleId="Tekstpodstawowy">
    <w:name w:val="Body Text"/>
    <w:basedOn w:val="Normalny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  <w:lang w:val="x-none" w:eastAsia="x-none"/>
    </w:rPr>
  </w:style>
  <w:style w:type="character" w:customStyle="1" w:styleId="TematkomentarzaZnak">
    <w:name w:val="Temat komentarza Znak"/>
    <w:semiHidden/>
    <w:rPr>
      <w:b/>
      <w:bCs/>
    </w:rPr>
  </w:style>
  <w:style w:type="character" w:customStyle="1" w:styleId="Nagwek1Znak">
    <w:name w:val="Nagłówek 1 Znak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  <w:outlineLvl w:val="0"/>
    </w:pPr>
    <w:rPr>
      <w:rFonts w:ascii="Palatino Linotype" w:hAnsi="Palatino Linotype"/>
      <w:b/>
      <w:smallCaps/>
    </w:rPr>
  </w:style>
  <w:style w:type="paragraph" w:customStyle="1" w:styleId="Ustpnumerowany">
    <w:name w:val="Ustęp numerowany"/>
    <w:basedOn w:val="Normalny"/>
    <w:pPr>
      <w:numPr>
        <w:ilvl w:val="1"/>
        <w:numId w:val="6"/>
      </w:numPr>
      <w:spacing w:before="120"/>
      <w:jc w:val="both"/>
    </w:pPr>
    <w:rPr>
      <w:rFonts w:ascii="Palatino Linotype" w:hAnsi="Palatino Linotype"/>
    </w:rPr>
  </w:style>
  <w:style w:type="paragraph" w:customStyle="1" w:styleId="Ustp">
    <w:name w:val="Ustęp"/>
    <w:basedOn w:val="Normalny"/>
    <w:pPr>
      <w:numPr>
        <w:ilvl w:val="1"/>
        <w:numId w:val="7"/>
      </w:numPr>
      <w:spacing w:before="120"/>
      <w:jc w:val="both"/>
    </w:pPr>
    <w:rPr>
      <w:rFonts w:ascii="Palatino Linotype" w:hAnsi="Palatino Linotype"/>
    </w:rPr>
  </w:style>
  <w:style w:type="character" w:customStyle="1" w:styleId="Nagwek4Znak">
    <w:name w:val="Nagłówek 4 Znak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UyteHipercze">
    <w:name w:val="FollowedHyperlink"/>
    <w:semiHidden/>
    <w:unhideWhenUsed/>
    <w:rPr>
      <w:color w:val="800080"/>
      <w:u w:val="single"/>
    </w:rPr>
  </w:style>
  <w:style w:type="paragraph" w:customStyle="1" w:styleId="Tekstpodstawowy31">
    <w:name w:val="Tekst podstawowy 31"/>
    <w:basedOn w:val="Normalny"/>
    <w:rPr>
      <w:b/>
      <w:bCs/>
      <w:szCs w:val="20"/>
      <w:lang w:eastAsia="ar-SA"/>
    </w:rPr>
  </w:style>
  <w:style w:type="paragraph" w:styleId="Tekstpodstawowy3">
    <w:name w:val="Body Text 3"/>
    <w:basedOn w:val="Normalny"/>
    <w:semiHidden/>
    <w:pPr>
      <w:suppressAutoHyphens/>
    </w:pPr>
    <w:rPr>
      <w:b/>
      <w:bCs/>
      <w:szCs w:val="20"/>
      <w:lang w:eastAsia="ar-SA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b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421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5421E8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3E747C"/>
    <w:pPr>
      <w:spacing w:before="100" w:beforeAutospacing="1" w:after="119"/>
    </w:pPr>
  </w:style>
  <w:style w:type="table" w:styleId="Tabela-Siatka">
    <w:name w:val="Table Grid"/>
    <w:basedOn w:val="Standardowy"/>
    <w:uiPriority w:val="59"/>
    <w:rsid w:val="003F54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9373A4"/>
    <w:pPr>
      <w:widowControl w:val="0"/>
      <w:suppressLineNumbers/>
      <w:suppressAutoHyphens/>
      <w:spacing w:line="100" w:lineRule="atLeast"/>
      <w:textAlignment w:val="baseline"/>
    </w:pPr>
    <w:rPr>
      <w:rFonts w:eastAsia="Lucida Sans Unicode" w:cs="Mangal"/>
      <w:kern w:val="1"/>
      <w:lang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D91EC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15C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747E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10062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customStyle="1" w:styleId="Tabela-Siatka4">
    <w:name w:val="Tabela - Siatka4"/>
    <w:basedOn w:val="Standardowy"/>
    <w:next w:val="Tabela-Siatka"/>
    <w:uiPriority w:val="59"/>
    <w:rsid w:val="00A547A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A32BA4"/>
    <w:pPr>
      <w:widowControl w:val="0"/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</w:rPr>
  </w:style>
  <w:style w:type="character" w:styleId="Pogrubienie">
    <w:name w:val="Strong"/>
    <w:uiPriority w:val="22"/>
    <w:qFormat/>
    <w:rsid w:val="002E76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44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44ED"/>
  </w:style>
  <w:style w:type="character" w:styleId="Odwoanieprzypisudolnego">
    <w:name w:val="footnote reference"/>
    <w:uiPriority w:val="99"/>
    <w:unhideWhenUsed/>
    <w:rsid w:val="00DD44ED"/>
    <w:rPr>
      <w:vertAlign w:val="superscript"/>
    </w:rPr>
  </w:style>
  <w:style w:type="paragraph" w:customStyle="1" w:styleId="default0">
    <w:name w:val="default"/>
    <w:basedOn w:val="Normalny"/>
    <w:rsid w:val="00FC098A"/>
    <w:pPr>
      <w:spacing w:before="100" w:beforeAutospacing="1" w:after="100" w:afterAutospacing="1"/>
    </w:pPr>
  </w:style>
  <w:style w:type="character" w:customStyle="1" w:styleId="Nagwek3Znak">
    <w:name w:val="Nagłówek 3 Znak"/>
    <w:link w:val="Nagwek3"/>
    <w:uiPriority w:val="9"/>
    <w:rsid w:val="00624CBD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624CBD"/>
    <w:rPr>
      <w:rFonts w:ascii="Cambria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624CBD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624CBD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624CBD"/>
    <w:rPr>
      <w:rFonts w:ascii="Cambria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624CBD"/>
    <w:rPr>
      <w:rFonts w:ascii="Cambria" w:hAnsi="Cambria"/>
      <w:i/>
      <w:iCs/>
      <w:color w:val="404040"/>
      <w:lang w:eastAsia="en-US"/>
    </w:rPr>
  </w:style>
  <w:style w:type="numbering" w:customStyle="1" w:styleId="Styl1">
    <w:name w:val="Styl1"/>
    <w:uiPriority w:val="99"/>
    <w:rsid w:val="00624CBD"/>
    <w:pPr>
      <w:numPr>
        <w:numId w:val="8"/>
      </w:numPr>
    </w:pPr>
  </w:style>
  <w:style w:type="character" w:customStyle="1" w:styleId="NagwekZnak">
    <w:name w:val="Nagłówek Znak"/>
    <w:link w:val="Nagwek"/>
    <w:uiPriority w:val="99"/>
    <w:semiHidden/>
    <w:rsid w:val="00624CBD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4CBD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24CBD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semiHidden/>
    <w:unhideWhenUsed/>
    <w:rsid w:val="00624CBD"/>
    <w:rPr>
      <w:vertAlign w:val="superscript"/>
    </w:rPr>
  </w:style>
  <w:style w:type="paragraph" w:customStyle="1" w:styleId="Standard">
    <w:name w:val="Standard"/>
    <w:rsid w:val="006C3933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TytuZnak">
    <w:name w:val="Tytuł Znak"/>
    <w:link w:val="Tytu"/>
    <w:rsid w:val="00713797"/>
    <w:rPr>
      <w:b/>
      <w:bCs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610B80"/>
    <w:rPr>
      <w:color w:val="808080"/>
      <w:shd w:val="clear" w:color="auto" w:fill="E6E6E6"/>
    </w:rPr>
  </w:style>
  <w:style w:type="character" w:customStyle="1" w:styleId="ng-binding">
    <w:name w:val="ng-binding"/>
    <w:rsid w:val="0089010E"/>
  </w:style>
  <w:style w:type="paragraph" w:styleId="Akapitzlist">
    <w:name w:val="List Paragraph"/>
    <w:aliases w:val="sw tekst,CW_Lista,Wypunktowanie,L1,Numerowanie,Akapit z listą BS,Obiekt,List Paragraph1,normalny tekst,List Paragraph,Akapit z listą11,BulletC,Nagłowek 3,Dot pt,F5 List Paragraph,Recommendation,List Paragraph11,lp1,Preambuła"/>
    <w:basedOn w:val="Normalny"/>
    <w:link w:val="AkapitzlistZnak"/>
    <w:uiPriority w:val="34"/>
    <w:qFormat/>
    <w:rsid w:val="009E0F69"/>
    <w:pPr>
      <w:ind w:left="720"/>
      <w:contextualSpacing/>
    </w:pPr>
    <w:rPr>
      <w:rFonts w:ascii="Tahoma" w:hAnsi="Tahoma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,Obiekt Znak,List Paragraph1 Znak,normalny tekst Znak,List Paragraph Znak,Akapit z listą11 Znak,BulletC Znak,Nagłowek 3 Znak,Dot pt Znak"/>
    <w:link w:val="Akapitzlist"/>
    <w:uiPriority w:val="34"/>
    <w:qFormat/>
    <w:rsid w:val="009E0F69"/>
    <w:rPr>
      <w:rFonts w:ascii="Tahoma" w:hAnsi="Tahoma" w:cs="Tahoma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9E0F69"/>
    <w:pPr>
      <w:spacing w:before="100" w:beforeAutospacing="1" w:after="100" w:afterAutospacing="1"/>
    </w:pPr>
  </w:style>
  <w:style w:type="paragraph" w:styleId="Lista">
    <w:name w:val="List"/>
    <w:basedOn w:val="Normalny"/>
    <w:rsid w:val="00AC1762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styleId="Poprawka">
    <w:name w:val="Revision"/>
    <w:hidden/>
    <w:uiPriority w:val="99"/>
    <w:semiHidden/>
    <w:rsid w:val="000A4823"/>
    <w:rPr>
      <w:sz w:val="24"/>
      <w:szCs w:val="24"/>
    </w:rPr>
  </w:style>
  <w:style w:type="character" w:customStyle="1" w:styleId="highlight">
    <w:name w:val="highlight"/>
    <w:basedOn w:val="Domylnaczcionkaakapitu"/>
    <w:rsid w:val="00853634"/>
  </w:style>
  <w:style w:type="character" w:customStyle="1" w:styleId="normaltextrun">
    <w:name w:val="normaltextrun"/>
    <w:rsid w:val="00323597"/>
  </w:style>
  <w:style w:type="paragraph" w:customStyle="1" w:styleId="paragraph">
    <w:name w:val="paragraph"/>
    <w:basedOn w:val="Normalny"/>
    <w:rsid w:val="00323597"/>
    <w:pPr>
      <w:spacing w:before="100" w:beforeAutospacing="1" w:after="100" w:afterAutospacing="1"/>
    </w:pPr>
  </w:style>
  <w:style w:type="character" w:customStyle="1" w:styleId="eop">
    <w:name w:val="eop"/>
    <w:rsid w:val="00323597"/>
  </w:style>
  <w:style w:type="paragraph" w:styleId="Bezodstpw">
    <w:name w:val="No Spacing"/>
    <w:uiPriority w:val="1"/>
    <w:qFormat/>
    <w:rsid w:val="00323597"/>
    <w:rPr>
      <w:sz w:val="24"/>
      <w:szCs w:val="24"/>
    </w:rPr>
  </w:style>
  <w:style w:type="character" w:customStyle="1" w:styleId="Mention">
    <w:name w:val="Mention"/>
    <w:basedOn w:val="Domylnaczcionkaakapitu"/>
    <w:uiPriority w:val="99"/>
    <w:unhideWhenUsed/>
    <w:rsid w:val="007D0803"/>
    <w:rPr>
      <w:color w:val="2B579A"/>
      <w:shd w:val="clear" w:color="auto" w:fill="E1DFDD"/>
    </w:rPr>
  </w:style>
  <w:style w:type="character" w:customStyle="1" w:styleId="cf01">
    <w:name w:val="cf01"/>
    <w:basedOn w:val="Domylnaczcionkaakapitu"/>
    <w:rsid w:val="0019359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5641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38652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&#322;gosia%20Teleszy&#324;ska\AppData\Local\Microsoft\Windows\Temporary%20Internet%20Files\Content.Outlook\ZDRBQ6Y2\Lista%20%20%20%20%20%20obecno&#347;ci%20PKM%20spotkani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A472D-C96C-4BCC-9AE5-ABAD39B3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Lista      obecności PKM spotkania</Template>
  <TotalTime>306</TotalTime>
  <Pages>3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Projektu:</vt:lpstr>
    </vt:vector>
  </TitlesOfParts>
  <Company>Microsoft</Company>
  <LinksUpToDate>false</LinksUpToDate>
  <CharactersWithSpaces>6696</CharactersWithSpaces>
  <SharedDoc>false</SharedDoc>
  <HLinks>
    <vt:vector size="78" baseType="variant">
      <vt:variant>
        <vt:i4>1966195</vt:i4>
      </vt:variant>
      <vt:variant>
        <vt:i4>27</vt:i4>
      </vt:variant>
      <vt:variant>
        <vt:i4>0</vt:i4>
      </vt:variant>
      <vt:variant>
        <vt:i4>5</vt:i4>
      </vt:variant>
      <vt:variant>
        <vt:lpwstr>mailto:iod@simkzn-pomorze.pl</vt:lpwstr>
      </vt:variant>
      <vt:variant>
        <vt:lpwstr/>
      </vt:variant>
      <vt:variant>
        <vt:i4>3473487</vt:i4>
      </vt:variant>
      <vt:variant>
        <vt:i4>24</vt:i4>
      </vt:variant>
      <vt:variant>
        <vt:i4>0</vt:i4>
      </vt:variant>
      <vt:variant>
        <vt:i4>5</vt:i4>
      </vt:variant>
      <vt:variant>
        <vt:lpwstr>https://www.uzp.gov.pl/data/assets/pdf_file/0014/31361/JEDZ-instrukcja.pdf</vt:lpwstr>
      </vt:variant>
      <vt:variant>
        <vt:lpwstr/>
      </vt:variant>
      <vt:variant>
        <vt:i4>5046274</vt:i4>
      </vt:variant>
      <vt:variant>
        <vt:i4>21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6946887</vt:i4>
      </vt:variant>
      <vt:variant>
        <vt:i4>18</vt:i4>
      </vt:variant>
      <vt:variant>
        <vt:i4>0</vt:i4>
      </vt:variant>
      <vt:variant>
        <vt:i4>5</vt:i4>
      </vt:variant>
      <vt:variant>
        <vt:lpwstr>mailto:wojciech.lewicki@simkzn-pomorze.pl</vt:lpwstr>
      </vt:variant>
      <vt:variant>
        <vt:lpwstr/>
      </vt:variant>
      <vt:variant>
        <vt:i4>8257580</vt:i4>
      </vt:variant>
      <vt:variant>
        <vt:i4>15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12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6029387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https://portal.smartpzp.pl/simpomorze</vt:lpwstr>
      </vt:variant>
      <vt:variant>
        <vt:lpwstr/>
      </vt:variant>
      <vt:variant>
        <vt:i4>7012359</vt:i4>
      </vt:variant>
      <vt:variant>
        <vt:i4>3</vt:i4>
      </vt:variant>
      <vt:variant>
        <vt:i4>0</vt:i4>
      </vt:variant>
      <vt:variant>
        <vt:i4>5</vt:i4>
      </vt:variant>
      <vt:variant>
        <vt:lpwstr>mailto:biuro@simkzn-pomorze.pl</vt:lpwstr>
      </vt:variant>
      <vt:variant>
        <vt:lpwstr/>
      </vt:variant>
      <vt:variant>
        <vt:i4>2621489</vt:i4>
      </vt:variant>
      <vt:variant>
        <vt:i4>0</vt:i4>
      </vt:variant>
      <vt:variant>
        <vt:i4>0</vt:i4>
      </vt:variant>
      <vt:variant>
        <vt:i4>5</vt:i4>
      </vt:variant>
      <vt:variant>
        <vt:lpwstr>https://simkzn-pomorze.pl/</vt:lpwstr>
      </vt:variant>
      <vt:variant>
        <vt:lpwstr/>
      </vt:variant>
      <vt:variant>
        <vt:i4>7143503</vt:i4>
      </vt:variant>
      <vt:variant>
        <vt:i4>6</vt:i4>
      </vt:variant>
      <vt:variant>
        <vt:i4>0</vt:i4>
      </vt:variant>
      <vt:variant>
        <vt:i4>5</vt:i4>
      </vt:variant>
      <vt:variant>
        <vt:lpwstr>mailto:karol.kardasinski@simkzn-pomorze.pl</vt:lpwstr>
      </vt:variant>
      <vt:variant>
        <vt:lpwstr/>
      </vt:variant>
      <vt:variant>
        <vt:i4>7143503</vt:i4>
      </vt:variant>
      <vt:variant>
        <vt:i4>3</vt:i4>
      </vt:variant>
      <vt:variant>
        <vt:i4>0</vt:i4>
      </vt:variant>
      <vt:variant>
        <vt:i4>5</vt:i4>
      </vt:variant>
      <vt:variant>
        <vt:lpwstr>mailto:karol.kardasinski@simkzn-pomorze.pl</vt:lpwstr>
      </vt:variant>
      <vt:variant>
        <vt:lpwstr/>
      </vt:variant>
      <vt:variant>
        <vt:i4>7143503</vt:i4>
      </vt:variant>
      <vt:variant>
        <vt:i4>0</vt:i4>
      </vt:variant>
      <vt:variant>
        <vt:i4>0</vt:i4>
      </vt:variant>
      <vt:variant>
        <vt:i4>5</vt:i4>
      </vt:variant>
      <vt:variant>
        <vt:lpwstr>mailto:karol.kardasinski@simkzn-pomorze.pl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Projektu:</dc:title>
  <dc:subject/>
  <dc:creator>Małgosia Teleszyńska</dc:creator>
  <cp:keywords/>
  <dc:description/>
  <cp:lastModifiedBy>Paweł Faczyński</cp:lastModifiedBy>
  <cp:revision>111</cp:revision>
  <cp:lastPrinted>2023-05-23T10:55:00Z</cp:lastPrinted>
  <dcterms:created xsi:type="dcterms:W3CDTF">2023-04-27T11:34:00Z</dcterms:created>
  <dcterms:modified xsi:type="dcterms:W3CDTF">2024-05-22T11:17:00Z</dcterms:modified>
</cp:coreProperties>
</file>